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7"/>
      </w:tblGrid>
      <w:tr w:rsidR="00B844BB" w:rsidRPr="00B844BB" w14:paraId="6CB114D5" w14:textId="77777777" w:rsidTr="007B074E">
        <w:trPr>
          <w:cantSplit/>
          <w:trHeight w:hRule="exact" w:val="5896"/>
        </w:trPr>
        <w:tc>
          <w:tcPr>
            <w:tcW w:w="8267" w:type="dxa"/>
            <w:tcMar>
              <w:bottom w:w="284" w:type="dxa"/>
            </w:tcMar>
            <w:vAlign w:val="bottom"/>
          </w:tcPr>
          <w:p w14:paraId="624E30C0" w14:textId="593ED031" w:rsidR="00B844BB" w:rsidRPr="001C2E44" w:rsidRDefault="008F0EAF" w:rsidP="00B844BB">
            <w:pPr>
              <w:pStyle w:val="Kansi1"/>
              <w:rPr>
                <w:lang w:val="fi-FI"/>
              </w:rPr>
            </w:pPr>
            <w:r>
              <w:rPr>
                <w:lang w:val="fi-FI"/>
              </w:rPr>
              <w:t xml:space="preserve">Rajat ylittävän reseptin Medical records </w:t>
            </w:r>
            <w:r w:rsidR="006E01EE">
              <w:rPr>
                <w:lang w:val="fi-FI"/>
              </w:rPr>
              <w:t>-</w:t>
            </w:r>
            <w:r>
              <w:rPr>
                <w:lang w:val="fi-FI"/>
              </w:rPr>
              <w:t>sanomat</w:t>
            </w:r>
          </w:p>
        </w:tc>
      </w:tr>
      <w:tr w:rsidR="00B844BB" w:rsidRPr="00AF1122" w14:paraId="1E236FBF" w14:textId="77777777" w:rsidTr="000152CD">
        <w:trPr>
          <w:cantSplit/>
          <w:trHeight w:val="1588"/>
        </w:trPr>
        <w:tc>
          <w:tcPr>
            <w:tcW w:w="8267" w:type="dxa"/>
            <w:tcMar>
              <w:bottom w:w="510" w:type="dxa"/>
            </w:tcMar>
          </w:tcPr>
          <w:p w14:paraId="214639C8" w14:textId="0130CFE7" w:rsidR="00B844BB" w:rsidRPr="007600D7" w:rsidRDefault="00B844BB" w:rsidP="00B844BB">
            <w:pPr>
              <w:pStyle w:val="Kansi2"/>
              <w:rPr>
                <w:lang w:val="fi-FI"/>
              </w:rPr>
            </w:pPr>
          </w:p>
        </w:tc>
      </w:tr>
      <w:tr w:rsidR="00B844BB" w:rsidRPr="007B074E" w14:paraId="40529340" w14:textId="77777777" w:rsidTr="007B074E">
        <w:trPr>
          <w:cantSplit/>
          <w:trHeight w:val="1134"/>
        </w:trPr>
        <w:tc>
          <w:tcPr>
            <w:tcW w:w="8267" w:type="dxa"/>
          </w:tcPr>
          <w:p w14:paraId="5CB1C321" w14:textId="07C2A5CF" w:rsidR="008F0EAF" w:rsidRPr="007037E4" w:rsidRDefault="00907AA3" w:rsidP="008F0EAF">
            <w:pPr>
              <w:pStyle w:val="Kansi3"/>
              <w:rPr>
                <w:color w:val="auto"/>
                <w:lang w:val="fi-FI"/>
              </w:rPr>
            </w:pPr>
            <w:r>
              <w:rPr>
                <w:color w:val="auto"/>
                <w:lang w:val="fi-FI"/>
              </w:rPr>
              <w:t>22.5.2018</w:t>
            </w:r>
            <w:r w:rsidR="007B074E" w:rsidRPr="007037E4">
              <w:rPr>
                <w:color w:val="auto"/>
                <w:lang w:val="fi-FI"/>
              </w:rPr>
              <w:t xml:space="preserve"> </w:t>
            </w:r>
            <w:r w:rsidR="007037E4" w:rsidRPr="007037E4">
              <w:rPr>
                <w:color w:val="auto"/>
                <w:lang w:val="fi-FI"/>
              </w:rPr>
              <w:t>v1.</w:t>
            </w:r>
            <w:r w:rsidR="0064790B">
              <w:rPr>
                <w:color w:val="auto"/>
                <w:lang w:val="fi-FI"/>
              </w:rPr>
              <w:t>1</w:t>
            </w:r>
          </w:p>
          <w:p w14:paraId="5082ADCE" w14:textId="048BAAB0" w:rsidR="00B844BB" w:rsidRPr="00FF117D" w:rsidRDefault="008F0EAF" w:rsidP="00AB6029">
            <w:pPr>
              <w:pStyle w:val="Kansi3"/>
              <w:rPr>
                <w:lang w:val="fi-FI"/>
              </w:rPr>
            </w:pPr>
            <w:r w:rsidRPr="00907AA3">
              <w:rPr>
                <w:color w:val="auto"/>
              </w:rPr>
              <w:t xml:space="preserve">OID: </w:t>
            </w:r>
            <w:r w:rsidR="001536D3" w:rsidRPr="00907AA3">
              <w:rPr>
                <w:color w:val="auto"/>
              </w:rPr>
              <w:t>1.2.246.777.11.2018.</w:t>
            </w:r>
            <w:r w:rsidR="00FF4CA6">
              <w:rPr>
                <w:color w:val="auto"/>
                <w:lang w:val="fi-FI"/>
              </w:rPr>
              <w:t>6</w:t>
            </w:r>
            <w:r w:rsidR="00DD53A2">
              <w:fldChar w:fldCharType="begin"/>
            </w:r>
            <w:r w:rsidR="00DD53A2" w:rsidRPr="00907AA3">
              <w:instrText xml:space="preserve"> DOCPROPERTY  OID  \* MERGEFORMAT </w:instrText>
            </w:r>
            <w:r w:rsidR="00DD53A2">
              <w:fldChar w:fldCharType="end"/>
            </w:r>
          </w:p>
        </w:tc>
      </w:tr>
    </w:tbl>
    <w:p w14:paraId="3AE7C8CE" w14:textId="77777777" w:rsidR="00B90A91" w:rsidRDefault="00B90A91" w:rsidP="00B90A91">
      <w:pPr>
        <w:pStyle w:val="Leipteksti"/>
      </w:pPr>
    </w:p>
    <w:p w14:paraId="690F5668" w14:textId="77777777" w:rsidR="003A7EBA" w:rsidRDefault="003A7EBA" w:rsidP="00B90A91">
      <w:pPr>
        <w:pStyle w:val="Leipteksti"/>
      </w:pPr>
    </w:p>
    <w:p w14:paraId="0C72D03E" w14:textId="77777777" w:rsidR="00531A4F" w:rsidRDefault="00531A4F" w:rsidP="00B90A91">
      <w:pPr>
        <w:pStyle w:val="Leipteksti"/>
      </w:pPr>
    </w:p>
    <w:p w14:paraId="2BAB82B0" w14:textId="77777777" w:rsidR="00CA2C51" w:rsidRDefault="00CA2C51">
      <w:pPr>
        <w:spacing w:line="2" w:lineRule="auto"/>
      </w:pPr>
      <w:r>
        <w:br w:type="page"/>
      </w:r>
    </w:p>
    <w:p w14:paraId="6DC15B33" w14:textId="77777777" w:rsidR="00884914" w:rsidRPr="00B32141" w:rsidRDefault="00884914" w:rsidP="00B32141">
      <w:pPr>
        <w:rPr>
          <w:color w:val="0090D4" w:themeColor="text2"/>
          <w:sz w:val="48"/>
          <w:szCs w:val="48"/>
        </w:rPr>
      </w:pPr>
      <w:r w:rsidRPr="00B32141">
        <w:rPr>
          <w:color w:val="0090D4" w:themeColor="text2"/>
          <w:sz w:val="48"/>
          <w:szCs w:val="48"/>
        </w:rPr>
        <w:lastRenderedPageBreak/>
        <w:t>Muutoshistoria</w:t>
      </w:r>
    </w:p>
    <w:p w14:paraId="2DD49563" w14:textId="77777777" w:rsidR="00884914" w:rsidRDefault="00884914" w:rsidP="00884914"/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247"/>
        <w:gridCol w:w="2039"/>
        <w:gridCol w:w="1419"/>
      </w:tblGrid>
      <w:tr w:rsidR="00884914" w:rsidRPr="00BF54D3" w14:paraId="26D782C2" w14:textId="77777777" w:rsidTr="004271DD">
        <w:trPr>
          <w:trHeight w:hRule="exact" w:val="369"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73B322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Versio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ABF3B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Muutos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B1C7E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Tekijä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64F2F55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PVM</w:t>
            </w:r>
          </w:p>
        </w:tc>
      </w:tr>
      <w:tr w:rsidR="00884914" w:rsidRPr="00BF54D3" w14:paraId="36FF4D00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4C00CC4" w14:textId="7DF90AFF" w:rsidR="00884914" w:rsidRPr="00531A4F" w:rsidRDefault="003C4D0F" w:rsidP="004271DD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0.1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46B68F33" w14:textId="7DB699F3" w:rsidR="00884914" w:rsidRPr="00524FD9" w:rsidRDefault="00843E6D" w:rsidP="00DB0D86">
            <w:pPr>
              <w:rPr>
                <w:sz w:val="18"/>
                <w:szCs w:val="18"/>
                <w:lang w:val="fi-FI"/>
              </w:rPr>
            </w:pPr>
            <w:r w:rsidRPr="00524FD9">
              <w:rPr>
                <w:sz w:val="18"/>
                <w:szCs w:val="18"/>
                <w:lang w:val="fi-FI"/>
              </w:rPr>
              <w:t>Ensimmäinen</w:t>
            </w:r>
            <w:r w:rsidR="00F9583E" w:rsidRPr="00524FD9">
              <w:rPr>
                <w:sz w:val="18"/>
                <w:szCs w:val="18"/>
                <w:lang w:val="fi-FI"/>
              </w:rPr>
              <w:t xml:space="preserve"> </w:t>
            </w:r>
            <w:r w:rsidRPr="00524FD9">
              <w:rPr>
                <w:sz w:val="18"/>
                <w:szCs w:val="18"/>
                <w:lang w:val="fi-FI"/>
              </w:rPr>
              <w:t>versio</w:t>
            </w:r>
            <w:r w:rsidR="003C4D0F" w:rsidRPr="00524FD9">
              <w:rPr>
                <w:sz w:val="18"/>
                <w:szCs w:val="18"/>
                <w:lang w:val="fi-FI"/>
              </w:rPr>
              <w:t xml:space="preserve"> kommenteille</w:t>
            </w:r>
            <w:r w:rsidR="00CE6848" w:rsidRPr="00524FD9">
              <w:rPr>
                <w:sz w:val="18"/>
                <w:szCs w:val="18"/>
                <w:lang w:val="fi-FI"/>
              </w:rPr>
              <w:t xml:space="preserve"> apteekkijärjestelmätoimittajille.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4A062C1" w14:textId="2E4EB217" w:rsidR="00884914" w:rsidRPr="002F41EE" w:rsidRDefault="00E00FD3" w:rsidP="00E00FD3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77F96E09" w14:textId="5CE7DD71" w:rsidR="00884914" w:rsidRPr="002F41EE" w:rsidRDefault="003C4D0F" w:rsidP="00F9583E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</w:rPr>
              <w:t>19.1</w:t>
            </w:r>
            <w:r w:rsidR="003542F0">
              <w:rPr>
                <w:sz w:val="18"/>
                <w:szCs w:val="18"/>
              </w:rPr>
              <w:t>.2018</w:t>
            </w:r>
          </w:p>
        </w:tc>
      </w:tr>
      <w:tr w:rsidR="003C4D0F" w:rsidRPr="00BF54D3" w14:paraId="13A80059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BD66CD1" w14:textId="1AB54502" w:rsidR="003C4D0F" w:rsidRDefault="003C4D0F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76304D91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  <w:r w:rsidRPr="00E00FD3">
              <w:rPr>
                <w:sz w:val="18"/>
                <w:szCs w:val="18"/>
                <w:lang w:val="fi-FI"/>
              </w:rPr>
              <w:t>Tarkennettu ensimmäistä versiota.</w:t>
            </w:r>
          </w:p>
          <w:p w14:paraId="04F71E75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</w:p>
          <w:p w14:paraId="6381EC03" w14:textId="77777777" w:rsidR="003C4D0F" w:rsidRDefault="003C4D0F" w:rsidP="003C4D0F">
            <w:pPr>
              <w:rPr>
                <w:sz w:val="18"/>
                <w:szCs w:val="18"/>
                <w:lang w:val="fi-FI"/>
              </w:rPr>
            </w:pPr>
            <w:r w:rsidRPr="00422C93">
              <w:rPr>
                <w:sz w:val="18"/>
                <w:szCs w:val="18"/>
                <w:lang w:val="fi-FI"/>
              </w:rPr>
              <w:t>Lisätty interaktioon RCMR_IN300032FI01</w:t>
            </w:r>
            <w:r w:rsidR="00422C93" w:rsidRPr="00422C93">
              <w:rPr>
                <w:sz w:val="18"/>
                <w:szCs w:val="18"/>
                <w:lang w:val="fi-FI"/>
              </w:rPr>
              <w:t xml:space="preserve"> mahdollisen ulkomailta palautuvan varoitusviestin välittäminen asiakirjan ohessa.</w:t>
            </w:r>
          </w:p>
          <w:p w14:paraId="419BD7FD" w14:textId="77777777" w:rsidR="00CE6848" w:rsidRDefault="00CE6848" w:rsidP="003C4D0F">
            <w:pPr>
              <w:rPr>
                <w:sz w:val="18"/>
                <w:szCs w:val="18"/>
                <w:lang w:val="fi-FI"/>
              </w:rPr>
            </w:pPr>
          </w:p>
          <w:p w14:paraId="2C195542" w14:textId="55000778" w:rsidR="00CE6848" w:rsidRPr="00422C93" w:rsidRDefault="00E73EDC" w:rsidP="00E73EDC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Versio HL7-kommenttikierrokselle.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2E89BD1" w14:textId="57D05291" w:rsidR="003C4D0F" w:rsidRPr="002F41EE" w:rsidRDefault="00E00FD3" w:rsidP="00E00F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10AE8EC6" w14:textId="52A27882" w:rsidR="003C4D0F" w:rsidRDefault="00E00FD3" w:rsidP="00F958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32308">
              <w:rPr>
                <w:sz w:val="18"/>
                <w:szCs w:val="18"/>
              </w:rPr>
              <w:t>.3.2018</w:t>
            </w:r>
          </w:p>
        </w:tc>
      </w:tr>
      <w:tr w:rsidR="002D6A5F" w:rsidRPr="00BF54D3" w14:paraId="0BFFF616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02C2FF8F" w14:textId="53AE1D42" w:rsidR="002D6A5F" w:rsidRDefault="002D6A5F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0B689DDC" w14:textId="77777777" w:rsidR="00341FC4" w:rsidRPr="00524FD9" w:rsidRDefault="002D6A5F" w:rsidP="00DB0D86">
            <w:pPr>
              <w:rPr>
                <w:sz w:val="18"/>
                <w:szCs w:val="18"/>
                <w:lang w:val="fi-FI"/>
              </w:rPr>
            </w:pPr>
            <w:r w:rsidRPr="00524FD9">
              <w:rPr>
                <w:sz w:val="18"/>
                <w:szCs w:val="18"/>
                <w:lang w:val="fi-FI"/>
              </w:rPr>
              <w:t>Ensimmäinen julkaistava versio</w:t>
            </w:r>
            <w:r w:rsidR="00341FC4" w:rsidRPr="00524FD9">
              <w:rPr>
                <w:sz w:val="18"/>
                <w:szCs w:val="18"/>
                <w:lang w:val="fi-FI"/>
              </w:rPr>
              <w:t>.</w:t>
            </w:r>
          </w:p>
          <w:p w14:paraId="5FFC9A08" w14:textId="77777777" w:rsidR="00341FC4" w:rsidRPr="00524FD9" w:rsidRDefault="00341FC4" w:rsidP="00DB0D86">
            <w:pPr>
              <w:rPr>
                <w:sz w:val="18"/>
                <w:szCs w:val="18"/>
                <w:lang w:val="fi-FI"/>
              </w:rPr>
            </w:pPr>
          </w:p>
          <w:p w14:paraId="0DD2C5ED" w14:textId="579B90D2" w:rsidR="002D6A5F" w:rsidRPr="00341FC4" w:rsidRDefault="00341FC4" w:rsidP="00DB0D86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Lisätty käytettävissä oleviin kyselyparametreihin</w:t>
            </w:r>
            <w:r>
              <w:rPr>
                <w:sz w:val="18"/>
                <w:szCs w:val="18"/>
                <w:lang w:val="fi-FI"/>
              </w:rPr>
              <w:t xml:space="preserve"> lukuun 8.1.1</w:t>
            </w:r>
            <w:r w:rsidRPr="00341FC4">
              <w:rPr>
                <w:sz w:val="18"/>
                <w:szCs w:val="18"/>
                <w:lang w:val="fi-FI"/>
              </w:rPr>
              <w:t xml:space="preserve"> vapaaehtoiseksi kyselyparametriksi ClinicalDocument.code (Reseptisanoman tyyppi).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9FFD8AF" w14:textId="6D3AB525" w:rsidR="002D6A5F" w:rsidRPr="00341FC4" w:rsidRDefault="002D6A5F" w:rsidP="00E00FD3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17289C46" w14:textId="50FF8FA1" w:rsidR="002D6A5F" w:rsidRPr="00341FC4" w:rsidRDefault="00341FC4" w:rsidP="00341FC4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7.5</w:t>
            </w:r>
            <w:r w:rsidR="002D6A5F" w:rsidRPr="00341FC4">
              <w:rPr>
                <w:sz w:val="18"/>
                <w:szCs w:val="18"/>
                <w:lang w:val="fi-FI"/>
              </w:rPr>
              <w:t>.2018</w:t>
            </w:r>
          </w:p>
        </w:tc>
      </w:tr>
      <w:tr w:rsidR="006B0F32" w:rsidRPr="00BF54D3" w14:paraId="08ADCE17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2B31A9D7" w14:textId="1DECABAF" w:rsidR="006B0F32" w:rsidRDefault="006B0F32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2B4D6B08" w14:textId="6C8837D1" w:rsidR="006B0F32" w:rsidRPr="00524FD9" w:rsidRDefault="00500567" w:rsidP="000D53D4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 xml:space="preserve">Korjattu </w:t>
            </w:r>
            <w:r w:rsidRPr="001E6D71">
              <w:rPr>
                <w:sz w:val="18"/>
                <w:szCs w:val="18"/>
                <w:lang w:val="fi-FI"/>
              </w:rPr>
              <w:t>sanomatyypin RCMR_MT</w:t>
            </w:r>
            <w:r>
              <w:rPr>
                <w:sz w:val="18"/>
                <w:szCs w:val="18"/>
                <w:lang w:val="fi-FI"/>
              </w:rPr>
              <w:t>300001FI01 hl7fi:</w:t>
            </w:r>
            <w:r w:rsidRPr="00CA4A09">
              <w:rPr>
                <w:sz w:val="18"/>
                <w:szCs w:val="18"/>
                <w:lang w:val="fi-FI"/>
              </w:rPr>
              <w:t>localHeaderi</w:t>
            </w:r>
            <w:r>
              <w:rPr>
                <w:sz w:val="18"/>
                <w:szCs w:val="18"/>
                <w:lang w:val="fi-FI"/>
              </w:rPr>
              <w:t>n neRep-elementtiin</w:t>
            </w:r>
            <w:r w:rsidRPr="00524FD9">
              <w:rPr>
                <w:sz w:val="18"/>
                <w:szCs w:val="18"/>
                <w:lang w:val="fi-FI"/>
              </w:rPr>
              <w:t xml:space="preserve"> aiemmin virheellisesti määritelty oletusarvo 'false' -&gt; 'true'</w:t>
            </w:r>
            <w:r>
              <w:rPr>
                <w:sz w:val="18"/>
                <w:szCs w:val="18"/>
                <w:lang w:val="fi-FI"/>
              </w:rPr>
              <w:t xml:space="preserve"> (Rajat ylittävässä reseptissä ei tueta reseptin uusimista, kuten elementin selitteessä oli/on kirjoitettu)</w:t>
            </w:r>
            <w:r w:rsidRPr="00524FD9">
              <w:rPr>
                <w:sz w:val="18"/>
                <w:szCs w:val="18"/>
                <w:lang w:val="fi-FI"/>
              </w:rPr>
              <w:t>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540FE826" w14:textId="1AE5E694" w:rsidR="006B0F32" w:rsidRPr="00524FD9" w:rsidRDefault="00CA4A09" w:rsidP="00E00FD3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0149D645" w14:textId="48AC507B" w:rsidR="006B0F32" w:rsidRPr="00524FD9" w:rsidRDefault="00CA4A09" w:rsidP="00341FC4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22.5.2018</w:t>
            </w:r>
          </w:p>
        </w:tc>
      </w:tr>
    </w:tbl>
    <w:p w14:paraId="346DA8F9" w14:textId="77777777" w:rsidR="004C6D80" w:rsidRPr="00341FC4" w:rsidRDefault="004C6D80" w:rsidP="004C6D80">
      <w:pPr>
        <w:pStyle w:val="Leipteksti"/>
        <w:rPr>
          <w:sz w:val="18"/>
          <w:szCs w:val="18"/>
        </w:rPr>
      </w:pPr>
    </w:p>
    <w:p w14:paraId="6DF81F30" w14:textId="77777777" w:rsidR="004C6D80" w:rsidRPr="00341FC4" w:rsidRDefault="004C6D80">
      <w:pPr>
        <w:spacing w:line="2" w:lineRule="auto"/>
        <w:rPr>
          <w:sz w:val="18"/>
          <w:szCs w:val="18"/>
        </w:rPr>
      </w:pPr>
      <w:r w:rsidRPr="00341FC4">
        <w:rPr>
          <w:sz w:val="18"/>
          <w:szCs w:val="18"/>
        </w:rPr>
        <w:br w:type="page"/>
      </w:r>
      <w:bookmarkStart w:id="0" w:name="_GoBack"/>
      <w:bookmarkEnd w:id="0"/>
    </w:p>
    <w:p w14:paraId="62D16042" w14:textId="77777777" w:rsidR="00F0227D" w:rsidRPr="00341FC4" w:rsidRDefault="00F0227D">
      <w:pPr>
        <w:spacing w:line="2" w:lineRule="auto"/>
        <w:rPr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983886896"/>
        <w:docPartObj>
          <w:docPartGallery w:val="Table of Contents"/>
          <w:docPartUnique/>
        </w:docPartObj>
      </w:sdtPr>
      <w:sdtEndPr>
        <w:rPr>
          <w:b/>
          <w:bCs/>
          <w:sz w:val="20"/>
        </w:rPr>
      </w:sdtEndPr>
      <w:sdtContent>
        <w:p w14:paraId="1566AC81" w14:textId="77777777" w:rsidR="004C6D80" w:rsidRDefault="004C6D80">
          <w:pPr>
            <w:pStyle w:val="Sisllysluettelonotsikko"/>
          </w:pPr>
          <w:r>
            <w:t>Sisällys</w:t>
          </w:r>
        </w:p>
        <w:p w14:paraId="5C0395D6" w14:textId="533DDE32" w:rsidR="00F106C6" w:rsidRDefault="00F26FB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r>
            <w:fldChar w:fldCharType="begin"/>
          </w:r>
          <w:r>
            <w:instrText xml:space="preserve"> TOC \o "1-3" \h \z \t "Otsikko;1" </w:instrText>
          </w:r>
          <w:r>
            <w:fldChar w:fldCharType="separate"/>
          </w:r>
          <w:hyperlink w:anchor="_Toc513470435" w:history="1">
            <w:r w:rsidR="00F106C6" w:rsidRPr="00662D73">
              <w:rPr>
                <w:rStyle w:val="Hyperlinkki"/>
                <w:noProof/>
                <w:lang w:val="en-GB"/>
              </w:rPr>
              <w:t>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GB"/>
              </w:rPr>
              <w:t>Johdanto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0980970" w14:textId="51C555D2" w:rsidR="00F106C6" w:rsidRDefault="00500567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6" w:history="1">
            <w:r w:rsidR="00F106C6" w:rsidRPr="00662D73">
              <w:rPr>
                <w:rStyle w:val="Hyperlinkki"/>
                <w:noProof/>
              </w:rPr>
              <w:t>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Dokumenttien yksilöinti, versiointi ja tilatiedot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33AEC73C" w14:textId="08BC0E6C" w:rsidR="00F106C6" w:rsidRDefault="00500567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7" w:history="1">
            <w:r w:rsidR="00F106C6" w:rsidRPr="00662D73">
              <w:rPr>
                <w:rStyle w:val="Hyperlinkki"/>
                <w:noProof/>
              </w:rPr>
              <w:t>3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Käyttötapaukset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_Toc513470437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31E0F74" w14:textId="227D38A0" w:rsidR="00F106C6" w:rsidRDefault="00500567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8" w:history="1">
            <w:r w:rsidR="00F106C6" w:rsidRPr="00662D73">
              <w:rPr>
                <w:rStyle w:val="Hyperlinkki"/>
                <w:noProof/>
              </w:rPr>
              <w:t>4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Sovellusroolit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_Toc513470438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4343B9FF" w14:textId="76CFDC66" w:rsidR="00F106C6" w:rsidRDefault="00500567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9" w:history="1">
            <w:r w:rsidR="00F106C6" w:rsidRPr="00662D73">
              <w:rPr>
                <w:rStyle w:val="Hyperlinkki"/>
                <w:noProof/>
              </w:rPr>
              <w:t>5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Laukaiseva tapahtuma - liipaisimet (Trigger eventit)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_Toc513470439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84331D9" w14:textId="1115EBEC" w:rsidR="00F106C6" w:rsidRDefault="00500567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0" w:history="1">
            <w:r w:rsidR="00F106C6" w:rsidRPr="00662D73">
              <w:rPr>
                <w:rStyle w:val="Hyperlinkki"/>
                <w:noProof/>
              </w:rPr>
              <w:t>6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Yleistä Medical records -viestirakenteista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_Toc513470440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64DC0CE0" w14:textId="1E600301" w:rsidR="00F106C6" w:rsidRDefault="00500567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1" w:history="1">
            <w:r w:rsidR="00F106C6" w:rsidRPr="00662D73">
              <w:rPr>
                <w:rStyle w:val="Hyperlinkki"/>
                <w:noProof/>
              </w:rPr>
              <w:t>7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interaktiot ja niissä käytettävä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_Toc513470441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68E6CC4F" w14:textId="0B6456CD" w:rsidR="00F106C6" w:rsidRDefault="00500567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2" w:history="1">
            <w:r w:rsidR="00F106C6" w:rsidRPr="00662D73">
              <w:rPr>
                <w:rStyle w:val="Hyperlinkki"/>
                <w:noProof/>
              </w:rPr>
              <w:t>7.1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sanomatyypit (tietosisällöt)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_Toc513470442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938D1DB" w14:textId="5325FFF3" w:rsidR="00F106C6" w:rsidRDefault="00500567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3" w:history="1">
            <w:r w:rsidR="00F106C6" w:rsidRPr="00662D73">
              <w:rPr>
                <w:rStyle w:val="Hyperlinkki"/>
                <w:noProof/>
              </w:rPr>
              <w:t>7.1.1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Document Event -  RCMR_MT300001FI01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_Toc513470443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3D7B2A0" w14:textId="6ECFF0C5" w:rsidR="00F106C6" w:rsidRDefault="00500567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4" w:history="1">
            <w:r w:rsidR="00F106C6" w:rsidRPr="00662D73">
              <w:rPr>
                <w:rStyle w:val="Hyperlinkki"/>
                <w:noProof/>
                <w:lang w:val="en-US"/>
              </w:rPr>
              <w:t>7.1.2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Document Event, with Content - RCMR_MT300002FI01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_Toc513470444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12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4EC6589" w14:textId="6BBB0A7C" w:rsidR="00F106C6" w:rsidRDefault="00500567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5" w:history="1">
            <w:r w:rsidR="00F106C6" w:rsidRPr="00662D73">
              <w:rPr>
                <w:rStyle w:val="Hyperlinkki"/>
                <w:noProof/>
              </w:rPr>
              <w:t>7.2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20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C002891" w14:textId="5FB50177" w:rsidR="00F106C6" w:rsidRDefault="00500567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6" w:history="1">
            <w:r w:rsidR="00F106C6" w:rsidRPr="00662D73">
              <w:rPr>
                <w:rStyle w:val="Hyperlinkki"/>
                <w:noProof/>
                <w:lang w:val="en-US"/>
              </w:rPr>
              <w:t>7.2.1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Original Dispense Document with Content (RCMR_IN300202FI01)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20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D20F673" w14:textId="488BF5F9" w:rsidR="00F106C6" w:rsidRDefault="00500567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7" w:history="1">
            <w:r w:rsidR="00F106C6" w:rsidRPr="00662D73">
              <w:rPr>
                <w:rStyle w:val="Hyperlinkki"/>
                <w:noProof/>
                <w:lang w:val="en-US"/>
              </w:rPr>
              <w:t>7.2.2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Document Transmission Acknowledgement (RCMR_IN320001FI01)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_Toc513470447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49B8752" w14:textId="61A4AFBA" w:rsidR="00F106C6" w:rsidRDefault="00500567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8" w:history="1">
            <w:r w:rsidR="00F106C6" w:rsidRPr="00662D73">
              <w:rPr>
                <w:rStyle w:val="Hyperlinkki"/>
                <w:noProof/>
              </w:rPr>
              <w:t>8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interaktiot ja niissä käytettävä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_Toc513470448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DA34436" w14:textId="03D76311" w:rsidR="00F106C6" w:rsidRDefault="00500567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9" w:history="1">
            <w:r w:rsidR="00F106C6" w:rsidRPr="00662D73">
              <w:rPr>
                <w:rStyle w:val="Hyperlinkki"/>
                <w:noProof/>
              </w:rPr>
              <w:t>8.1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_Toc513470449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4B7C82FD" w14:textId="67F99821" w:rsidR="00F106C6" w:rsidRDefault="00500567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0" w:history="1">
            <w:r w:rsidR="00F106C6" w:rsidRPr="00662D73">
              <w:rPr>
                <w:rStyle w:val="Hyperlinkki"/>
                <w:noProof/>
              </w:rPr>
              <w:t>8.1.1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Kyselyparametrien yleiskuvaus - sanomatyyppi RCMR_MT300003FI01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_Toc513470450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2BA06AB" w14:textId="5045E0DA" w:rsidR="00F106C6" w:rsidRDefault="00500567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1" w:history="1">
            <w:r w:rsidR="00F106C6" w:rsidRPr="00662D73">
              <w:rPr>
                <w:rStyle w:val="Hyperlinkki"/>
                <w:noProof/>
              </w:rPr>
              <w:t>8.2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_Toc513470451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359E9108" w14:textId="25FABDAD" w:rsidR="00F106C6" w:rsidRDefault="00500567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2" w:history="1">
            <w:r w:rsidR="00F106C6" w:rsidRPr="00662D73">
              <w:rPr>
                <w:rStyle w:val="Hyperlinkki"/>
                <w:noProof/>
                <w:lang w:val="en-US"/>
              </w:rPr>
              <w:t>8.2.1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Query (RCMR_IN300029FI01)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_Toc513470452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F2EC19E" w14:textId="5A04CD87" w:rsidR="00F106C6" w:rsidRDefault="00500567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3" w:history="1">
            <w:r w:rsidR="00F106C6" w:rsidRPr="00662D73">
              <w:rPr>
                <w:rStyle w:val="Hyperlinkki"/>
                <w:noProof/>
                <w:lang w:val="en-US"/>
              </w:rPr>
              <w:t>8.2.2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Prescription Document for Dispense Abroad Metadata and Content Query (RCMR_IN303331FI01)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_Toc513470453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FC68F7B" w14:textId="039E37D7" w:rsidR="00F106C6" w:rsidRDefault="00500567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4" w:history="1">
            <w:r w:rsidR="00F106C6" w:rsidRPr="00662D73">
              <w:rPr>
                <w:rStyle w:val="Hyperlinkki"/>
                <w:noProof/>
              </w:rPr>
              <w:t>8.3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vastausinteraktiot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_Toc513470454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F7B4DA7" w14:textId="77427463" w:rsidR="00F106C6" w:rsidRDefault="00500567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5" w:history="1">
            <w:r w:rsidR="00F106C6" w:rsidRPr="00662D73">
              <w:rPr>
                <w:rStyle w:val="Hyperlinkki"/>
                <w:noProof/>
                <w:lang w:val="en-US"/>
              </w:rPr>
              <w:t>8.3.1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Response (RCMR_IN300030FI01)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85EF60F" w14:textId="200DF2EE" w:rsidR="00F106C6" w:rsidRDefault="00500567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6" w:history="1">
            <w:r w:rsidR="00F106C6" w:rsidRPr="00662D73">
              <w:rPr>
                <w:rStyle w:val="Hyperlinkki"/>
                <w:noProof/>
                <w:lang w:val="en-US"/>
              </w:rPr>
              <w:t>8.3.2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and Content Response (RCMR_IN300032FI01)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F8F037B" w14:textId="3C276760" w:rsidR="004C6D80" w:rsidRDefault="00F26FBB">
          <w:r>
            <w:rPr>
              <w:sz w:val="21"/>
            </w:rPr>
            <w:fldChar w:fldCharType="end"/>
          </w:r>
        </w:p>
      </w:sdtContent>
    </w:sdt>
    <w:p w14:paraId="4C854D3D" w14:textId="77777777" w:rsidR="004C6D80" w:rsidRDefault="004C6D80" w:rsidP="004C6D80">
      <w:pPr>
        <w:pStyle w:val="Leipteksti"/>
        <w:rPr>
          <w:lang w:val="en-GB"/>
        </w:rPr>
      </w:pPr>
    </w:p>
    <w:p w14:paraId="30F108E9" w14:textId="77777777" w:rsidR="00B32141" w:rsidRDefault="00B32141" w:rsidP="004C6D80">
      <w:pPr>
        <w:pStyle w:val="Leipteksti"/>
        <w:rPr>
          <w:lang w:val="en-GB"/>
        </w:rPr>
        <w:sectPr w:rsidR="00B32141" w:rsidSect="00531A4F">
          <w:headerReference w:type="default" r:id="rId12"/>
          <w:footerReference w:type="default" r:id="rId13"/>
          <w:headerReference w:type="first" r:id="rId14"/>
          <w:pgSz w:w="11906" w:h="16838" w:code="9"/>
          <w:pgMar w:top="2472" w:right="1077" w:bottom="1134" w:left="2495" w:header="624" w:footer="397" w:gutter="0"/>
          <w:pgNumType w:start="1"/>
          <w:cols w:space="708"/>
          <w:titlePg/>
          <w:docGrid w:linePitch="360"/>
        </w:sectPr>
      </w:pPr>
    </w:p>
    <w:p w14:paraId="29EF8DC4" w14:textId="49AB197E" w:rsidR="00D37740" w:rsidRDefault="00E4658F" w:rsidP="00B90A91">
      <w:pPr>
        <w:pStyle w:val="Otsikko1"/>
        <w:rPr>
          <w:lang w:val="en-GB"/>
        </w:rPr>
      </w:pPr>
      <w:bookmarkStart w:id="1" w:name="_Toc513470435"/>
      <w:r>
        <w:rPr>
          <w:lang w:val="en-GB"/>
        </w:rPr>
        <w:lastRenderedPageBreak/>
        <w:t>Johdanto</w:t>
      </w:r>
      <w:bookmarkEnd w:id="1"/>
    </w:p>
    <w:p w14:paraId="4410EEC1" w14:textId="4B249DE6" w:rsidR="00841957" w:rsidRDefault="003646C1" w:rsidP="00841957">
      <w:pPr>
        <w:pStyle w:val="Leipteksti"/>
      </w:pPr>
      <w:r>
        <w:t xml:space="preserve">Tässä dokumentissa </w:t>
      </w:r>
      <w:r w:rsidR="00031045">
        <w:t>määritellään</w:t>
      </w:r>
      <w:r>
        <w:t xml:space="preserve"> Rajat ylittävän reseptin Medical Rec</w:t>
      </w:r>
      <w:r w:rsidR="00AB6029">
        <w:t xml:space="preserve">ords </w:t>
      </w:r>
      <w:r w:rsidR="00A5160E">
        <w:t>-sanomat, joita käytetään, kun</w:t>
      </w:r>
      <w:r w:rsidR="00841957">
        <w:t xml:space="preserve"> ulkomaisen henkilön ulkomainen resepti toimitetaan Suomessa</w:t>
      </w:r>
      <w:r w:rsidR="00081828">
        <w:t xml:space="preserve"> suomalaisessa apteekissa</w:t>
      </w:r>
      <w:r w:rsidR="00841957">
        <w:t>.</w:t>
      </w:r>
    </w:p>
    <w:p w14:paraId="6C6CF432" w14:textId="77777777" w:rsidR="00841957" w:rsidRDefault="00841957" w:rsidP="00607D37">
      <w:pPr>
        <w:pStyle w:val="Leipteksti"/>
      </w:pPr>
    </w:p>
    <w:p w14:paraId="04C0A235" w14:textId="50D5093D" w:rsidR="006E01EE" w:rsidRDefault="00AB6029" w:rsidP="00607D37">
      <w:pPr>
        <w:pStyle w:val="Leipteksti"/>
      </w:pPr>
      <w:r>
        <w:t>M</w:t>
      </w:r>
      <w:r w:rsidR="003646C1">
        <w:t>äärittely</w:t>
      </w:r>
      <w:r w:rsidR="0005681D">
        <w:t>je</w:t>
      </w:r>
      <w:r w:rsidR="003646C1">
        <w:t xml:space="preserve">n pohjana on käytetty suomalaisen </w:t>
      </w:r>
      <w:r>
        <w:t>s</w:t>
      </w:r>
      <w:r w:rsidR="003646C1">
        <w:t xml:space="preserve">ähköisen reseptin </w:t>
      </w:r>
      <w:r w:rsidR="00362324">
        <w:t xml:space="preserve">kansallisia </w:t>
      </w:r>
      <w:r w:rsidR="003646C1">
        <w:t>Lääkemääräyksen Medi</w:t>
      </w:r>
      <w:r>
        <w:t>cal Records sanomat -määrittely</w:t>
      </w:r>
      <w:r w:rsidRPr="004D2805">
        <w:t>jä (Lääkemääräyksen Medical Records sanomat v3.50</w:t>
      </w:r>
      <w:r w:rsidR="00607D37" w:rsidRPr="004D2805">
        <w:t xml:space="preserve">, </w:t>
      </w:r>
      <w:r w:rsidR="00607D37" w:rsidRPr="00607D37">
        <w:t xml:space="preserve">OID: </w:t>
      </w:r>
      <w:fldSimple w:instr=" DOCPROPERTY  OID  \* MERGEFORMAT ">
        <w:r w:rsidR="00607D37" w:rsidRPr="00607D37">
          <w:t>1.2.246.777.11.2017.10</w:t>
        </w:r>
      </w:fldSimple>
      <w:r>
        <w:t>)</w:t>
      </w:r>
      <w:r w:rsidR="00362324">
        <w:t xml:space="preserve">. </w:t>
      </w:r>
    </w:p>
    <w:p w14:paraId="07F76CD3" w14:textId="77777777" w:rsidR="006E01EE" w:rsidRDefault="006E01EE" w:rsidP="00E4658F">
      <w:pPr>
        <w:pStyle w:val="Leipteksti"/>
      </w:pPr>
    </w:p>
    <w:p w14:paraId="2420C16F" w14:textId="569F001B" w:rsidR="00E4658F" w:rsidRDefault="00872A13" w:rsidP="00E4658F">
      <w:pPr>
        <w:pStyle w:val="Leipteksti"/>
      </w:pPr>
      <w:r>
        <w:t>Lukujen 2</w:t>
      </w:r>
      <w:r w:rsidR="006E01EE">
        <w:t xml:space="preserve"> </w:t>
      </w:r>
      <w:r w:rsidR="004E2590">
        <w:t>-</w:t>
      </w:r>
      <w:r w:rsidR="006E01EE">
        <w:t xml:space="preserve"> 6 osalta t</w:t>
      </w:r>
      <w:r w:rsidR="00AB6029">
        <w:t>ässä dokumentissa ei toisteta</w:t>
      </w:r>
      <w:r w:rsidR="006E01EE">
        <w:t xml:space="preserve"> em.</w:t>
      </w:r>
      <w:r w:rsidR="00362324">
        <w:t xml:space="preserve"> suomalaisen</w:t>
      </w:r>
      <w:r w:rsidR="00AB6029">
        <w:t xml:space="preserve"> s</w:t>
      </w:r>
      <w:r w:rsidR="003646C1">
        <w:t xml:space="preserve">ähköisen reseptin </w:t>
      </w:r>
      <w:r w:rsidR="00362324">
        <w:t>Medical Records -</w:t>
      </w:r>
      <w:r w:rsidR="003646C1">
        <w:t>määrittely</w:t>
      </w:r>
      <w:r w:rsidR="00362324">
        <w:t>i</w:t>
      </w:r>
      <w:r w:rsidR="003646C1">
        <w:t xml:space="preserve">ssä esiteltyjä käytäntöjä, jotka pätevät sellaisenaan myös Rajat ylittävässä reseptissä. </w:t>
      </w:r>
      <w:r w:rsidR="00F9583E">
        <w:t>Luvuissa kuvataan</w:t>
      </w:r>
      <w:r w:rsidR="004D2805">
        <w:t xml:space="preserve"> vain</w:t>
      </w:r>
      <w:r w:rsidR="00DF394F">
        <w:t xml:space="preserve"> poikkeukset niihin.</w:t>
      </w:r>
    </w:p>
    <w:p w14:paraId="149D804B" w14:textId="1C87B38A" w:rsidR="006E01EE" w:rsidRDefault="006E01EE" w:rsidP="00E4658F">
      <w:pPr>
        <w:pStyle w:val="Leipteksti"/>
      </w:pPr>
    </w:p>
    <w:p w14:paraId="1CFF6BE8" w14:textId="2E65561E" w:rsidR="006E01EE" w:rsidRDefault="006E01EE" w:rsidP="00E4658F">
      <w:pPr>
        <w:pStyle w:val="Leipteksti"/>
      </w:pPr>
      <w:r>
        <w:t>Luvuissa 7 ja 8 kuvataan</w:t>
      </w:r>
      <w:r w:rsidR="00F601FA">
        <w:t xml:space="preserve"> Rajat ylittävässä reseptissä käytettävät interaktiot ja niiden tietosisällöt.</w:t>
      </w:r>
    </w:p>
    <w:p w14:paraId="00A58F79" w14:textId="77777777" w:rsidR="00256DC8" w:rsidRDefault="00256DC8" w:rsidP="00E4658F">
      <w:pPr>
        <w:pStyle w:val="Leipteksti"/>
      </w:pPr>
    </w:p>
    <w:p w14:paraId="58555CAE" w14:textId="7E171B33" w:rsidR="00E4658F" w:rsidRDefault="00E4658F" w:rsidP="00E4658F">
      <w:pPr>
        <w:pStyle w:val="Leipteksti"/>
      </w:pPr>
    </w:p>
    <w:p w14:paraId="5CF8B8C2" w14:textId="0B9BC298" w:rsidR="001E02DB" w:rsidRDefault="007D482E" w:rsidP="00E4658F">
      <w:pPr>
        <w:pStyle w:val="Otsikko1"/>
      </w:pPr>
      <w:bookmarkStart w:id="2" w:name="_Toc170762796"/>
      <w:bookmarkStart w:id="3" w:name="_Toc170763542"/>
      <w:bookmarkStart w:id="4" w:name="_Toc492904203"/>
      <w:bookmarkStart w:id="5" w:name="_Toc513470436"/>
      <w:r>
        <w:t xml:space="preserve">Dokumenttien yksilöinti, </w:t>
      </w:r>
      <w:r w:rsidR="001E02DB">
        <w:t>versiointi</w:t>
      </w:r>
      <w:bookmarkEnd w:id="2"/>
      <w:bookmarkEnd w:id="3"/>
      <w:bookmarkEnd w:id="4"/>
      <w:r>
        <w:t xml:space="preserve"> ja tilatiedot</w:t>
      </w:r>
      <w:bookmarkEnd w:id="5"/>
    </w:p>
    <w:p w14:paraId="163F2FEF" w14:textId="2ED51E75" w:rsidR="00D83213" w:rsidRDefault="003646C1" w:rsidP="00D83213">
      <w:pPr>
        <w:pStyle w:val="Leipteksti"/>
      </w:pPr>
      <w:r>
        <w:t xml:space="preserve">Rajat ylittävässä </w:t>
      </w:r>
      <w:r w:rsidR="00D83213">
        <w:t xml:space="preserve">reseptissä noudatetaan </w:t>
      </w:r>
      <w:r>
        <w:t xml:space="preserve">pääasiassa </w:t>
      </w:r>
      <w:r w:rsidR="00704282">
        <w:t>s</w:t>
      </w:r>
      <w:r w:rsidR="00D83213">
        <w:t xml:space="preserve">ähköisen reseptin Lääkemääräyksen Medical Records sanomat </w:t>
      </w:r>
      <w:r w:rsidR="004D2805">
        <w:t>-</w:t>
      </w:r>
      <w:r w:rsidR="00893E2F">
        <w:t>määrittelyissä</w:t>
      </w:r>
      <w:r w:rsidR="004D2805">
        <w:t xml:space="preserve"> </w:t>
      </w:r>
      <w:r w:rsidR="004D2805" w:rsidRPr="004D2805">
        <w:t xml:space="preserve">(Lääkemääräyksen Medical Records sanomat v3.50, </w:t>
      </w:r>
      <w:r w:rsidR="004D2805" w:rsidRPr="00607D37">
        <w:t xml:space="preserve">OID: </w:t>
      </w:r>
      <w:fldSimple w:instr=" DOCPROPERTY  OID  \* MERGEFORMAT ">
        <w:r w:rsidR="004D2805" w:rsidRPr="00607D37">
          <w:t>1.2.246.777.11.2017.10</w:t>
        </w:r>
      </w:fldSimple>
      <w:r w:rsidR="004D2805">
        <w:t>)</w:t>
      </w:r>
      <w:r>
        <w:t xml:space="preserve"> vastaavassa luvussa kuvattuja määrittelyjä</w:t>
      </w:r>
      <w:r w:rsidR="00704282">
        <w:t xml:space="preserve">. Alla </w:t>
      </w:r>
      <w:r w:rsidR="00F3125E">
        <w:t xml:space="preserve">on </w:t>
      </w:r>
      <w:r w:rsidR="00704282">
        <w:t>kuvattu</w:t>
      </w:r>
      <w:r w:rsidR="004F3122">
        <w:t xml:space="preserve"> tarvittavat</w:t>
      </w:r>
      <w:r w:rsidR="00704282">
        <w:t xml:space="preserve"> </w:t>
      </w:r>
      <w:r w:rsidR="00893E2F">
        <w:t>poikkeukset ja tarkennukset</w:t>
      </w:r>
      <w:r w:rsidR="00F3125E">
        <w:t xml:space="preserve"> Rajat ylittävän reseptin osalta.</w:t>
      </w:r>
    </w:p>
    <w:p w14:paraId="0958F984" w14:textId="77777777" w:rsidR="00F50DCC" w:rsidRPr="00D83213" w:rsidRDefault="00F50DCC" w:rsidP="00D83213">
      <w:pPr>
        <w:pStyle w:val="Leipteksti"/>
      </w:pPr>
    </w:p>
    <w:p w14:paraId="426567C3" w14:textId="55ABE96B" w:rsidR="00704282" w:rsidRDefault="00D83213" w:rsidP="00357AC8">
      <w:pPr>
        <w:pStyle w:val="Leipteksti"/>
      </w:pPr>
      <w:r w:rsidRPr="00F50DCC">
        <w:rPr>
          <w:b/>
        </w:rPr>
        <w:t>Dokumenttien yksilöintiin</w:t>
      </w:r>
      <w:r>
        <w:t xml:space="preserve"> </w:t>
      </w:r>
      <w:r w:rsidR="00F50DCC">
        <w:t xml:space="preserve">käytetään </w:t>
      </w:r>
      <w:r w:rsidR="00704282">
        <w:t>vastaavaa</w:t>
      </w:r>
      <w:r w:rsidR="003E21CD">
        <w:t xml:space="preserve"> </w:t>
      </w:r>
      <w:r w:rsidR="00704282">
        <w:t xml:space="preserve">ISO OID </w:t>
      </w:r>
      <w:r w:rsidR="003E21CD">
        <w:t>yksilöintitunnus</w:t>
      </w:r>
      <w:r w:rsidR="00704282">
        <w:t>ta kuin suomalaisen s</w:t>
      </w:r>
      <w:r>
        <w:t>ähköisen reseptin määrittelyissäkin on kuvattu</w:t>
      </w:r>
      <w:r w:rsidR="003E21CD">
        <w:t>.</w:t>
      </w:r>
      <w:r w:rsidR="00E832A1">
        <w:t xml:space="preserve"> </w:t>
      </w:r>
      <w:r w:rsidR="00B14212">
        <w:t>Rajat ylittävän reseptin k</w:t>
      </w:r>
      <w:r w:rsidR="00BD6020">
        <w:t xml:space="preserve">ansallinen yhteyspiste antaa kullekin ulkomailta palautuvalle </w:t>
      </w:r>
      <w:r w:rsidR="00934088">
        <w:t>lääkemääräys</w:t>
      </w:r>
      <w:r w:rsidR="00BD6020">
        <w:t>asiakirjalle suomalaisia määrityksiä vast</w:t>
      </w:r>
      <w:r w:rsidR="00934088">
        <w:t xml:space="preserve">aavaan </w:t>
      </w:r>
      <w:r w:rsidR="00704282">
        <w:t>yksilöintitunnuksen.</w:t>
      </w:r>
    </w:p>
    <w:p w14:paraId="79E0AE08" w14:textId="77777777" w:rsidR="00704282" w:rsidRDefault="00704282" w:rsidP="00357AC8">
      <w:pPr>
        <w:pStyle w:val="Leipteksti"/>
      </w:pPr>
    </w:p>
    <w:p w14:paraId="355AAF33" w14:textId="020F7114" w:rsidR="00D83213" w:rsidRDefault="00704282" w:rsidP="00357AC8">
      <w:pPr>
        <w:pStyle w:val="Leipteksti"/>
      </w:pPr>
      <w:r>
        <w:t>setId:n osalta toimitaan seuraavien periaatteiden mukaisesti:</w:t>
      </w:r>
      <w:r w:rsidR="00934088">
        <w:t xml:space="preserve"> </w:t>
      </w:r>
    </w:p>
    <w:p w14:paraId="44F201F6" w14:textId="1386735E" w:rsidR="00704282" w:rsidRDefault="00D83213" w:rsidP="00704282">
      <w:pPr>
        <w:pStyle w:val="Leipteksti"/>
        <w:numPr>
          <w:ilvl w:val="0"/>
          <w:numId w:val="15"/>
        </w:numPr>
      </w:pPr>
      <w:r>
        <w:t xml:space="preserve">Ulkomailta palautuvassa </w:t>
      </w:r>
      <w:r w:rsidR="00704282">
        <w:t>lääkemääräys</w:t>
      </w:r>
      <w:r>
        <w:t xml:space="preserve">asiakirjassa setId on aina sama kuin </w:t>
      </w:r>
      <w:r w:rsidR="00704282">
        <w:t xml:space="preserve">asiakirjan </w:t>
      </w:r>
      <w:r>
        <w:t xml:space="preserve">id. </w:t>
      </w:r>
    </w:p>
    <w:p w14:paraId="14AD669C" w14:textId="2B0718E5" w:rsidR="00357AC8" w:rsidRDefault="00934088" w:rsidP="00357AC8">
      <w:pPr>
        <w:pStyle w:val="Leipteksti"/>
        <w:numPr>
          <w:ilvl w:val="0"/>
          <w:numId w:val="15"/>
        </w:numPr>
      </w:pPr>
      <w:r w:rsidRPr="00357AC8">
        <w:t>Lääkemääräystä koskevalle toimitusasiakirjalle apteekkijärjestelmä</w:t>
      </w:r>
      <w:r w:rsidR="008A4201" w:rsidRPr="00357AC8">
        <w:t xml:space="preserve"> </w:t>
      </w:r>
      <w:r w:rsidR="00F3125E">
        <w:t xml:space="preserve">voi </w:t>
      </w:r>
      <w:r w:rsidR="008A4201" w:rsidRPr="00357AC8">
        <w:t>asettaa</w:t>
      </w:r>
      <w:r w:rsidRPr="00357AC8">
        <w:t xml:space="preserve"> id:n ja setId:n vastaavasti kuten </w:t>
      </w:r>
      <w:r w:rsidR="00704282">
        <w:t>on kuvattu</w:t>
      </w:r>
      <w:r w:rsidR="004E54C2">
        <w:t xml:space="preserve"> suomalalisen</w:t>
      </w:r>
      <w:r w:rsidR="00704282">
        <w:t xml:space="preserve"> s</w:t>
      </w:r>
      <w:r w:rsidR="00D83213">
        <w:t>ähköisen reseptin määrittelyissä.</w:t>
      </w:r>
    </w:p>
    <w:p w14:paraId="250F9867" w14:textId="6DACAE20" w:rsidR="00F50DCC" w:rsidRDefault="00F50DCC" w:rsidP="00F50DCC">
      <w:pPr>
        <w:pStyle w:val="Leipteksti"/>
      </w:pPr>
    </w:p>
    <w:p w14:paraId="0625C85D" w14:textId="0FE86D6A" w:rsidR="00F50DCC" w:rsidRPr="00357AC8" w:rsidRDefault="00F50DCC" w:rsidP="00F50DCC">
      <w:pPr>
        <w:pStyle w:val="Leipteksti"/>
      </w:pPr>
      <w:r w:rsidRPr="00AA463F">
        <w:rPr>
          <w:b/>
        </w:rPr>
        <w:t>Dokument</w:t>
      </w:r>
      <w:r w:rsidR="00AA463F" w:rsidRPr="00AA463F">
        <w:rPr>
          <w:b/>
        </w:rPr>
        <w:t>tie</w:t>
      </w:r>
      <w:r w:rsidRPr="00AA463F">
        <w:rPr>
          <w:b/>
        </w:rPr>
        <w:t>n versioinnissa</w:t>
      </w:r>
      <w:r w:rsidRPr="00357AC8">
        <w:t xml:space="preserve"> </w:t>
      </w:r>
      <w:r w:rsidR="00AA463F">
        <w:t>apteekkijärjestelmä voi</w:t>
      </w:r>
      <w:r w:rsidR="00F3125E">
        <w:t xml:space="preserve"> myös</w:t>
      </w:r>
      <w:r w:rsidR="00AA463F">
        <w:t xml:space="preserve"> toimia kuten toimii suomalaisten sähköisten reseptienkin kanssa. </w:t>
      </w:r>
      <w:r w:rsidRPr="00357AC8">
        <w:t>Ulkomailta palautuvan lääkemääräysasiak</w:t>
      </w:r>
      <w:r w:rsidR="00F3125E">
        <w:t xml:space="preserve">irjan versionumerona on aina </w:t>
      </w:r>
      <w:r w:rsidRPr="00357AC8">
        <w:t xml:space="preserve">1. </w:t>
      </w:r>
    </w:p>
    <w:p w14:paraId="11A44B2E" w14:textId="5B2D6055" w:rsidR="00F50DCC" w:rsidRDefault="00F50DCC" w:rsidP="00F50DCC">
      <w:pPr>
        <w:pStyle w:val="Leipteksti"/>
      </w:pPr>
    </w:p>
    <w:p w14:paraId="624F3087" w14:textId="71935028" w:rsidR="00F50DCC" w:rsidRDefault="004B13A9" w:rsidP="00F50DCC">
      <w:pPr>
        <w:pStyle w:val="Leipteksti"/>
      </w:pPr>
      <w:r>
        <w:rPr>
          <w:b/>
        </w:rPr>
        <w:lastRenderedPageBreak/>
        <w:t>Dokumenttiin liittyvät dokumentit</w:t>
      </w:r>
      <w:r w:rsidR="00F50DCC">
        <w:t xml:space="preserve"> esitetään vastaavasti kuten suomalaisessa sähköisessä reseptissäkin. </w:t>
      </w:r>
      <w:r w:rsidR="00F50DCC" w:rsidRPr="00357AC8">
        <w:t xml:space="preserve">Rajat ylittävän reseptin osalta tässä </w:t>
      </w:r>
      <w:r w:rsidR="00F50DCC">
        <w:t xml:space="preserve">toki on käytössä vain asiakirjan lisäys (APND), sillä </w:t>
      </w:r>
      <w:r w:rsidR="00F50DCC" w:rsidRPr="00357AC8">
        <w:t>asiakirjojen korjauksia tai mitätöintejä ei tue</w:t>
      </w:r>
      <w:r w:rsidR="00F50DCC">
        <w:t>ta Rajat ylittävässä reseptissä</w:t>
      </w:r>
      <w:r w:rsidR="00F50DCC" w:rsidRPr="00357AC8">
        <w:t xml:space="preserve">. </w:t>
      </w:r>
    </w:p>
    <w:p w14:paraId="16708989" w14:textId="1FB4FA0E" w:rsidR="007D482E" w:rsidRDefault="007D482E" w:rsidP="00F50DCC">
      <w:pPr>
        <w:pStyle w:val="Leipteksti"/>
      </w:pPr>
    </w:p>
    <w:p w14:paraId="02AF074B" w14:textId="66DBC7D1" w:rsidR="001E02DB" w:rsidRDefault="007D482E" w:rsidP="001E02DB">
      <w:pPr>
        <w:pStyle w:val="Leipteksti"/>
      </w:pPr>
      <w:r w:rsidRPr="000C15FF">
        <w:rPr>
          <w:b/>
        </w:rPr>
        <w:t>Dokumenttien tilatietojen</w:t>
      </w:r>
      <w:r w:rsidR="004B13A9">
        <w:t xml:space="preserve"> osalta</w:t>
      </w:r>
      <w:r w:rsidR="00A00601" w:rsidRPr="000C15FF">
        <w:t xml:space="preserve"> </w:t>
      </w:r>
      <w:r w:rsidR="002625D5" w:rsidRPr="000C15FF">
        <w:t xml:space="preserve">kansallisen yhteyspisteen läpi menevissä asiakirjoissa on </w:t>
      </w:r>
      <w:r w:rsidR="00A00601" w:rsidRPr="000C15FF">
        <w:t>käytössä vain COMPLETED</w:t>
      </w:r>
      <w:r w:rsidR="00A00601" w:rsidRPr="004B13A9">
        <w:t>-tila</w:t>
      </w:r>
      <w:r w:rsidRPr="004B13A9">
        <w:t xml:space="preserve">. </w:t>
      </w:r>
    </w:p>
    <w:p w14:paraId="188D993C" w14:textId="77777777" w:rsidR="004B13A9" w:rsidRDefault="004B13A9" w:rsidP="001E02DB">
      <w:pPr>
        <w:pStyle w:val="Leipteksti"/>
        <w:rPr>
          <w:color w:val="FF0000"/>
        </w:rPr>
      </w:pPr>
    </w:p>
    <w:p w14:paraId="7F32B2F5" w14:textId="77777777" w:rsidR="004B13A9" w:rsidRPr="008F6071" w:rsidRDefault="004B13A9" w:rsidP="001E02DB">
      <w:pPr>
        <w:pStyle w:val="Leipteksti"/>
        <w:rPr>
          <w:color w:val="FF0000"/>
        </w:rPr>
      </w:pPr>
    </w:p>
    <w:p w14:paraId="3CA75F5E" w14:textId="735B6C5F" w:rsidR="001E02DB" w:rsidRDefault="001E02DB" w:rsidP="00E4658F">
      <w:pPr>
        <w:pStyle w:val="Otsikko1"/>
      </w:pPr>
      <w:bookmarkStart w:id="6" w:name="_Toc513470437"/>
      <w:r>
        <w:t>Käyttötapaukset</w:t>
      </w:r>
      <w:bookmarkEnd w:id="6"/>
    </w:p>
    <w:p w14:paraId="155972B9" w14:textId="561BDA94" w:rsidR="001E02DB" w:rsidRDefault="005769B7" w:rsidP="008F6071">
      <w:pPr>
        <w:pStyle w:val="Leipteksti"/>
      </w:pPr>
      <w:r>
        <w:t>Rajat</w:t>
      </w:r>
      <w:r w:rsidR="000D59EE">
        <w:t xml:space="preserve"> ylittävään reseptin varsinaiset </w:t>
      </w:r>
      <w:r>
        <w:t xml:space="preserve">käyttötapaukset on määritelty omassa dokumentissaan. </w:t>
      </w:r>
    </w:p>
    <w:p w14:paraId="047BABC4" w14:textId="44D285E9" w:rsidR="001E02DB" w:rsidRDefault="001E02DB" w:rsidP="008F6071">
      <w:pPr>
        <w:pStyle w:val="Leipteksti"/>
      </w:pPr>
    </w:p>
    <w:p w14:paraId="5B68048C" w14:textId="357D0FCD" w:rsidR="0048589A" w:rsidRDefault="0048589A" w:rsidP="008F6071">
      <w:pPr>
        <w:pStyle w:val="Leipteksti"/>
      </w:pPr>
      <w:r>
        <w:t>Alla oleva</w:t>
      </w:r>
      <w:r w:rsidR="009D6FD8">
        <w:t>ssa kuvassa on kuvattu Medical R</w:t>
      </w:r>
      <w:r>
        <w:t xml:space="preserve">ecords </w:t>
      </w:r>
      <w:r w:rsidR="00FB05D8">
        <w:t>-</w:t>
      </w:r>
      <w:r>
        <w:t xml:space="preserve">interaktioiden käyttöä </w:t>
      </w:r>
      <w:r w:rsidR="003D7C92">
        <w:t>Rajat ylittävässä reseptissä, kun ulkomaisen henkilön ulkomai</w:t>
      </w:r>
      <w:r w:rsidR="009D6FD8">
        <w:t>n</w:t>
      </w:r>
      <w:r w:rsidR="003D7C92">
        <w:t>en resepti toimitetaan S</w:t>
      </w:r>
      <w:r>
        <w:t xml:space="preserve">uomessa. </w:t>
      </w:r>
    </w:p>
    <w:p w14:paraId="6F49C741" w14:textId="7512209E" w:rsidR="000C184F" w:rsidRDefault="00182E0D" w:rsidP="00A21B94">
      <w:r>
        <w:rPr>
          <w:noProof/>
          <w:lang w:eastAsia="fi-FI"/>
        </w:rPr>
        <w:drawing>
          <wp:inline distT="0" distB="0" distL="0" distR="0" wp14:anchorId="537A42BC" wp14:editId="097AB371">
            <wp:extent cx="5292090" cy="3851275"/>
            <wp:effectExtent l="0" t="0" r="381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7DE3E" w14:textId="0311FFC5" w:rsidR="005769B7" w:rsidRDefault="00182E0D" w:rsidP="005769B7">
      <w:pPr>
        <w:pStyle w:val="Kuvateksti"/>
        <w:rPr>
          <w:lang w:val="fi-FI"/>
        </w:rPr>
      </w:pPr>
      <w:r>
        <w:rPr>
          <w:lang w:val="fi-FI"/>
        </w:rPr>
        <w:t>Kuva 1</w:t>
      </w:r>
      <w:r w:rsidR="005769B7" w:rsidRPr="005769B7">
        <w:rPr>
          <w:lang w:val="fi-FI"/>
        </w:rPr>
        <w:t xml:space="preserve">: Medical records </w:t>
      </w:r>
      <w:r w:rsidR="003E2761">
        <w:rPr>
          <w:lang w:val="fi-FI"/>
        </w:rPr>
        <w:t>-</w:t>
      </w:r>
      <w:r w:rsidR="005769B7" w:rsidRPr="005769B7">
        <w:rPr>
          <w:lang w:val="fi-FI"/>
        </w:rPr>
        <w:t xml:space="preserve">interaktioiden käyttö </w:t>
      </w:r>
      <w:r w:rsidR="003E2761">
        <w:rPr>
          <w:lang w:val="fi-FI"/>
        </w:rPr>
        <w:t>toimitettaessa lääkettä</w:t>
      </w:r>
      <w:r w:rsidR="005A29D5">
        <w:rPr>
          <w:lang w:val="fi-FI"/>
        </w:rPr>
        <w:t xml:space="preserve"> </w:t>
      </w:r>
      <w:r w:rsidR="0048589A">
        <w:rPr>
          <w:lang w:val="fi-FI"/>
        </w:rPr>
        <w:t xml:space="preserve">ulkomaiselle henkilölle </w:t>
      </w:r>
      <w:r w:rsidR="005A29D5">
        <w:rPr>
          <w:lang w:val="fi-FI"/>
        </w:rPr>
        <w:t>ulkomaisen reseptin perusteella</w:t>
      </w:r>
    </w:p>
    <w:p w14:paraId="4C1E39B0" w14:textId="1DD7C2F1" w:rsidR="00A21B94" w:rsidRDefault="00A21B94" w:rsidP="008F6071">
      <w:pPr>
        <w:pStyle w:val="Leipteksti"/>
      </w:pPr>
    </w:p>
    <w:p w14:paraId="7F6CD8E9" w14:textId="77777777" w:rsidR="004C0B4D" w:rsidRDefault="00A21B94" w:rsidP="008F6071">
      <w:pPr>
        <w:pStyle w:val="Leipteksti"/>
      </w:pPr>
      <w:r>
        <w:t xml:space="preserve">Kun ulkomainen henkilö saapuu </w:t>
      </w:r>
      <w:r w:rsidR="003D7C92">
        <w:t xml:space="preserve">Suomessa apteekkiin, </w:t>
      </w:r>
      <w:r>
        <w:t>apteekki hakee</w:t>
      </w:r>
      <w:r w:rsidR="003D7C92">
        <w:t xml:space="preserve"> ensin</w:t>
      </w:r>
      <w:r>
        <w:t xml:space="preserve"> henkilön lääkemääräysten kuvailutiedot toimitettavan reseptin valintaa varten interaktiolla Find Document Metadata Query (RCMR_IN300029FI01).</w:t>
      </w:r>
      <w:r w:rsidRPr="0065524B">
        <w:t xml:space="preserve"> </w:t>
      </w:r>
      <w:r>
        <w:t xml:space="preserve">Kansallinen yhteyspiste palauttaa vastaukset interaktiolla Find Document Metadata Response (RCMR_IN300030FI01). Vastauksessa on mukana henkilön yksilöivä tunniste, jota käytetään </w:t>
      </w:r>
      <w:r w:rsidR="0097152A">
        <w:t xml:space="preserve">jatkossa </w:t>
      </w:r>
      <w:r>
        <w:t>myöhemmissä hauissa henkilön tunnisteena.</w:t>
      </w:r>
      <w:r w:rsidR="00F503C2">
        <w:t xml:space="preserve"> </w:t>
      </w:r>
    </w:p>
    <w:p w14:paraId="08706F38" w14:textId="7FA34961" w:rsidR="00A21B94" w:rsidRDefault="00F503C2" w:rsidP="008F6071">
      <w:pPr>
        <w:pStyle w:val="Leipteksti"/>
      </w:pPr>
      <w:r>
        <w:lastRenderedPageBreak/>
        <w:t>Varsinainen l</w:t>
      </w:r>
      <w:r w:rsidR="003E2761" w:rsidRPr="00F503C2">
        <w:t>ääkemääräys</w:t>
      </w:r>
      <w:r>
        <w:t>asiakirja</w:t>
      </w:r>
      <w:r w:rsidR="003E2761" w:rsidRPr="00F503C2">
        <w:t xml:space="preserve"> </w:t>
      </w:r>
      <w:r w:rsidR="00A21B94" w:rsidRPr="00F503C2">
        <w:t xml:space="preserve">haetaan toimitettavaksi interaktiolla Find Prescription Document for Dispense Abroad Metadata and Content Query (RCMR_IN303331FI01). </w:t>
      </w:r>
      <w:r w:rsidR="00A21B94">
        <w:t>Kansallinen yhteyspiste</w:t>
      </w:r>
      <w:r w:rsidR="00A21B94" w:rsidRPr="00E15C7E">
        <w:t xml:space="preserve"> palauttaa vastauksen </w:t>
      </w:r>
      <w:r w:rsidR="00A21B94" w:rsidRPr="009E4134">
        <w:t>interaktiolla Find Document Metadata and Content Response (RCMR_IN</w:t>
      </w:r>
      <w:r w:rsidR="00FE4638">
        <w:t>300032FI01)</w:t>
      </w:r>
      <w:r w:rsidR="009D4035">
        <w:t xml:space="preserve">, jossa voi </w:t>
      </w:r>
      <w:r>
        <w:t xml:space="preserve">olla mukana asiakirjan lisäksi myös </w:t>
      </w:r>
      <w:r w:rsidR="00C368DC">
        <w:t xml:space="preserve">varoitusviesti. </w:t>
      </w:r>
      <w:r w:rsidR="004C0B4D">
        <w:t>Varsinaisia asiakirjoja voidaan hakea em. interaktiolla yksi kerrallaan. Tämä rajaus</w:t>
      </w:r>
      <w:r w:rsidR="00C746AB">
        <w:t xml:space="preserve"> </w:t>
      </w:r>
      <w:r w:rsidR="003D7C92">
        <w:t xml:space="preserve">on </w:t>
      </w:r>
      <w:r w:rsidR="00DF0CE2">
        <w:t xml:space="preserve">Rajat ylittävässä reseptissäkin </w:t>
      </w:r>
      <w:r w:rsidR="00A21B94"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="00A21B94" w:rsidRPr="00DF0CE2">
        <w:t xml:space="preserve"> ja nämä haetaan taustalla yksi</w:t>
      </w:r>
      <w:r w:rsidR="00DF0CE2" w:rsidRPr="00DF0CE2">
        <w:t xml:space="preserve"> kerrallaan toimitusta varten</w:t>
      </w:r>
      <w:r w:rsidR="00DF0CE2">
        <w:t>)</w:t>
      </w:r>
      <w:r w:rsidR="00DF0CE2" w:rsidRPr="00DF0CE2">
        <w:t>.</w:t>
      </w:r>
    </w:p>
    <w:p w14:paraId="6A52C75C" w14:textId="77777777" w:rsidR="00FE4638" w:rsidRDefault="00FE4638" w:rsidP="008F6071">
      <w:pPr>
        <w:pStyle w:val="Leipteksti"/>
      </w:pPr>
    </w:p>
    <w:p w14:paraId="5C675E15" w14:textId="054A69F7" w:rsidR="00A21B94" w:rsidRDefault="00F60C77" w:rsidP="008F6071">
      <w:pPr>
        <w:pStyle w:val="Leipteksti"/>
      </w:pPr>
      <w:r>
        <w:t>Tehdystä toimituksesta</w:t>
      </w:r>
      <w:r w:rsidR="003E2761">
        <w:t xml:space="preserve"> apteekkijärjestelmä</w:t>
      </w:r>
      <w:r w:rsidR="00A21B94" w:rsidRPr="00C22B7F">
        <w:t xml:space="preserve"> lähettää</w:t>
      </w:r>
      <w:r w:rsidR="00A21B94">
        <w:t xml:space="preserve"> kansalliseen yhteyspisteeseen</w:t>
      </w:r>
      <w:r w:rsidR="00A21B94" w:rsidRPr="00C22B7F">
        <w:t xml:space="preserve"> toi</w:t>
      </w:r>
      <w:r w:rsidR="00FE4638">
        <w:t>mitusasiakirjan</w:t>
      </w:r>
      <w:r w:rsidR="00A21B94" w:rsidRPr="00C22B7F">
        <w:t xml:space="preserve"> </w:t>
      </w:r>
      <w:r w:rsidR="00A21B94">
        <w:t>interaktiolla Original Dispense Document with Content (RCMR_IN3</w:t>
      </w:r>
      <w:r w:rsidR="003E2761">
        <w:t xml:space="preserve">00202FI01), </w:t>
      </w:r>
      <w:r w:rsidR="00A21B94" w:rsidRPr="00C22B7F">
        <w:t xml:space="preserve">ja saa tähän </w:t>
      </w:r>
      <w:r w:rsidR="00A21B94">
        <w:t xml:space="preserve">sovellustason </w:t>
      </w:r>
      <w:r w:rsidR="00A21B94" w:rsidRPr="00C22B7F">
        <w:t>kuittau</w:t>
      </w:r>
      <w:r w:rsidR="00A21B94">
        <w:t>ssanoman (RCMR_IN3</w:t>
      </w:r>
      <w:r w:rsidR="00A21B94" w:rsidRPr="00C22B7F">
        <w:t>20001FI</w:t>
      </w:r>
      <w:r w:rsidR="00A21B94">
        <w:t>01)</w:t>
      </w:r>
      <w:r w:rsidR="0033462F">
        <w:t xml:space="preserve"> kansalliselta yhteyspisteeltä, kun se on välittänyt toimitusasiakirjan ulkomaille</w:t>
      </w:r>
      <w:r w:rsidR="003E2761">
        <w:t>.</w:t>
      </w:r>
    </w:p>
    <w:p w14:paraId="33ECB98A" w14:textId="77777777" w:rsidR="008F6071" w:rsidRDefault="008F6071" w:rsidP="008F6071">
      <w:pPr>
        <w:pStyle w:val="Leipteksti"/>
      </w:pPr>
    </w:p>
    <w:p w14:paraId="5F1F22ED" w14:textId="3023F068" w:rsidR="005769B7" w:rsidRDefault="00A21B94" w:rsidP="008F6071">
      <w:pPr>
        <w:pStyle w:val="Leipteksti"/>
      </w:pPr>
      <w:r>
        <w:t>Kaaviossa ei ole esitetty poikkeustilanteita. Kaikki poikkeukset on määritelty käyttöta</w:t>
      </w:r>
      <w:r w:rsidR="003E2761">
        <w:t>pausten määrittelydokumentissa.</w:t>
      </w:r>
    </w:p>
    <w:p w14:paraId="6DCA8338" w14:textId="77777777" w:rsidR="00256DC8" w:rsidRDefault="00256DC8" w:rsidP="008F6071">
      <w:pPr>
        <w:pStyle w:val="Leipteksti"/>
      </w:pPr>
    </w:p>
    <w:p w14:paraId="24F5BD47" w14:textId="77777777" w:rsidR="008F6071" w:rsidRPr="001E02DB" w:rsidRDefault="008F6071" w:rsidP="008F6071">
      <w:pPr>
        <w:pStyle w:val="Leipteksti"/>
      </w:pPr>
    </w:p>
    <w:p w14:paraId="4DBF5566" w14:textId="445FFA53" w:rsidR="00EF6353" w:rsidRDefault="00EF6353" w:rsidP="00E4658F">
      <w:pPr>
        <w:pStyle w:val="Otsikko1"/>
      </w:pPr>
      <w:bookmarkStart w:id="7" w:name="_Toc513470438"/>
      <w:r>
        <w:t>Sovellusroolit</w:t>
      </w:r>
      <w:bookmarkEnd w:id="7"/>
    </w:p>
    <w:p w14:paraId="6D8737EC" w14:textId="3EABA8CA" w:rsidR="00301DF2" w:rsidRPr="00DF394F" w:rsidRDefault="00DF394F" w:rsidP="00DF394F">
      <w:pPr>
        <w:pStyle w:val="Leipteksti"/>
      </w:pPr>
      <w:r>
        <w:t>S</w:t>
      </w:r>
      <w:r w:rsidR="00D2301F">
        <w:t>uomalaisen s</w:t>
      </w:r>
      <w:r>
        <w:t xml:space="preserve">ähköisen reseptin Medical Records </w:t>
      </w:r>
      <w:r w:rsidR="00844606">
        <w:t>-</w:t>
      </w:r>
      <w:r>
        <w:t>määrittelyissä</w:t>
      </w:r>
      <w:r w:rsidR="00256DC8">
        <w:t xml:space="preserve"> </w:t>
      </w:r>
      <w:r w:rsidR="00256DC8" w:rsidRPr="004D2805">
        <w:t xml:space="preserve">(Lääkemääräyksen Medical Records sanomat v3.50, </w:t>
      </w:r>
      <w:r w:rsidR="00256DC8" w:rsidRPr="00607D37">
        <w:t xml:space="preserve">OID: </w:t>
      </w:r>
      <w:fldSimple w:instr=" DOCPROPERTY  OID  \* MERGEFORMAT ">
        <w:r w:rsidR="00256DC8" w:rsidRPr="00607D37">
          <w:t>1.2.246.777.11.2017.10</w:t>
        </w:r>
      </w:fldSimple>
      <w:r w:rsidR="00256DC8">
        <w:t xml:space="preserve">) </w:t>
      </w:r>
      <w:r>
        <w:t xml:space="preserve">on kuvattu MR-sovellusalueessa määritellyt viisi sovellusroolia. Rajat ylittävässä reseptissä kansallinen yhteyspiste vastaa lähinnä sovellusroolia </w:t>
      </w:r>
      <w:r w:rsidR="00D35D31">
        <w:t>RCMR_AR000003</w:t>
      </w:r>
      <w:r w:rsidR="00D35D31" w:rsidRPr="00042E53">
        <w:t>UV01</w:t>
      </w:r>
      <w:r>
        <w:t xml:space="preserve">. Apteekkijärjestelmän </w:t>
      </w:r>
      <w:r w:rsidR="00F1436F">
        <w:t>osalta käytetään samoja rooleja</w:t>
      </w:r>
      <w:r w:rsidR="003D7C92">
        <w:t xml:space="preserve"> kuin suomalaisen sähköisen reseptinkin määrittelyissä, eli RCMR_AR000001</w:t>
      </w:r>
      <w:r w:rsidR="003D7C92" w:rsidRPr="00042E53">
        <w:t>UV01</w:t>
      </w:r>
      <w:r w:rsidR="003D7C92">
        <w:t xml:space="preserve"> ja RCMR_AR000004</w:t>
      </w:r>
      <w:r w:rsidR="003D7C92" w:rsidRPr="00042E53">
        <w:t>UV01</w:t>
      </w:r>
      <w:r w:rsidR="003D7C92">
        <w:t>.</w:t>
      </w:r>
    </w:p>
    <w:p w14:paraId="0DB111AE" w14:textId="3F1D044F" w:rsidR="00256DC8" w:rsidRDefault="00256DC8" w:rsidP="00EF6353">
      <w:pPr>
        <w:pStyle w:val="Leipteksti"/>
        <w:rPr>
          <w:color w:val="FF0000"/>
        </w:rPr>
      </w:pPr>
    </w:p>
    <w:p w14:paraId="573B164D" w14:textId="77777777" w:rsidR="00256DC8" w:rsidRDefault="00256DC8" w:rsidP="00EF6353">
      <w:pPr>
        <w:pStyle w:val="Leipteksti"/>
        <w:rPr>
          <w:color w:val="FF0000"/>
        </w:rPr>
      </w:pPr>
    </w:p>
    <w:p w14:paraId="0B5454CF" w14:textId="62F36C59" w:rsidR="00F51B69" w:rsidRDefault="00F51B69" w:rsidP="00F51B69">
      <w:pPr>
        <w:pStyle w:val="Otsikko1"/>
      </w:pPr>
      <w:bookmarkStart w:id="8" w:name="_Toc513470439"/>
      <w:r>
        <w:t>Laukaiseva tapahtuma - liipaisimet (Trigger eventit)</w:t>
      </w:r>
      <w:bookmarkEnd w:id="8"/>
    </w:p>
    <w:p w14:paraId="60262AF9" w14:textId="7C2603D0" w:rsidR="00F51B69" w:rsidRPr="00794A2A" w:rsidRDefault="00315879" w:rsidP="00F51B69">
      <w:pPr>
        <w:pStyle w:val="Leipteksti"/>
      </w:pPr>
      <w:r w:rsidRPr="00794A2A">
        <w:t>Rajat ylittävässä reseptissä alla olevat tapahtumat käynnistävät Rajat ylittävään reseptiin liittyvän interaktion:</w:t>
      </w:r>
    </w:p>
    <w:p w14:paraId="596D44B6" w14:textId="08438CB0" w:rsidR="00671148" w:rsidRDefault="00671148" w:rsidP="00F51B69">
      <w:pPr>
        <w:pStyle w:val="Leipteksti"/>
        <w:rPr>
          <w:color w:val="FF0000"/>
        </w:rPr>
      </w:pPr>
    </w:p>
    <w:p w14:paraId="2278DF3B" w14:textId="269A3981" w:rsidR="00794A2A" w:rsidRPr="0075590A" w:rsidRDefault="00794A2A" w:rsidP="007E4970">
      <w:pPr>
        <w:pStyle w:val="Leipteksti"/>
        <w:rPr>
          <w:b/>
          <w:color w:val="FF0000"/>
          <w:lang w:val="en-US"/>
        </w:rPr>
      </w:pPr>
      <w:r w:rsidRPr="0075590A">
        <w:rPr>
          <w:b/>
          <w:lang w:val="en-US"/>
        </w:rPr>
        <w:t>Dokumenttihallinnan (Document management topic) triggerit:</w:t>
      </w:r>
    </w:p>
    <w:p w14:paraId="1B8F7EA4" w14:textId="7B23EA31" w:rsidR="00671148" w:rsidRDefault="00671148" w:rsidP="007E4970">
      <w:pPr>
        <w:pStyle w:val="Leipteksti"/>
        <w:rPr>
          <w:lang w:val="en-US"/>
        </w:rPr>
      </w:pPr>
      <w:r>
        <w:rPr>
          <w:lang w:val="en-US"/>
        </w:rPr>
        <w:t>Original Document Notification</w:t>
      </w:r>
      <w:r w:rsidR="0075590A">
        <w:rPr>
          <w:lang w:val="en-US"/>
        </w:rPr>
        <w:t xml:space="preserve"> </w:t>
      </w:r>
      <w:r>
        <w:rPr>
          <w:lang w:val="en-US"/>
        </w:rPr>
        <w:t>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17FA82D2" w14:textId="317F5569" w:rsidR="007E4970" w:rsidRDefault="00671148" w:rsidP="007E4970">
      <w:pPr>
        <w:pStyle w:val="Leipteksti"/>
      </w:pPr>
      <w:r>
        <w:t>Tapahtuma</w:t>
      </w:r>
      <w:r w:rsidR="00367C9D">
        <w:t>,</w:t>
      </w:r>
      <w:r>
        <w:t xml:space="preserve"> jossa luodaan dokumentti</w:t>
      </w:r>
    </w:p>
    <w:p w14:paraId="2B929CC0" w14:textId="77777777" w:rsidR="007E4970" w:rsidRDefault="007E4970" w:rsidP="007E4970">
      <w:pPr>
        <w:pStyle w:val="Leipteksti"/>
      </w:pPr>
    </w:p>
    <w:p w14:paraId="08B4DE91" w14:textId="32F0B9FD" w:rsidR="007E4970" w:rsidRPr="008F6071" w:rsidRDefault="007E4970" w:rsidP="007E4970">
      <w:pPr>
        <w:pStyle w:val="Leipteksti"/>
      </w:pPr>
      <w:r w:rsidRPr="008F6071">
        <w:t xml:space="preserve">Received document event </w:t>
      </w:r>
      <w:r w:rsidR="0075590A" w:rsidRPr="008F6071">
        <w:t>(</w:t>
      </w:r>
      <w:r w:rsidRPr="008F6071">
        <w:t>RCMR_TE000777FI01</w:t>
      </w:r>
      <w:r w:rsidR="0075590A" w:rsidRPr="008F6071">
        <w:t>)</w:t>
      </w:r>
    </w:p>
    <w:p w14:paraId="1DCB2098" w14:textId="77777777" w:rsidR="007E4970" w:rsidRDefault="007E4970" w:rsidP="007E4970">
      <w:pPr>
        <w:pStyle w:val="Leipteksti"/>
      </w:pPr>
      <w:r w:rsidRPr="00DE703A">
        <w:t xml:space="preserve">Tapahtuma, </w:t>
      </w:r>
      <w:r>
        <w:t>joka ilmaisee dokumentin vastaanoton ja käynnistää kuittausviestin lähettämisen</w:t>
      </w:r>
    </w:p>
    <w:p w14:paraId="43BC6D81" w14:textId="77777777" w:rsidR="007E4970" w:rsidRDefault="007E4970" w:rsidP="007E4970">
      <w:pPr>
        <w:pStyle w:val="Leipteksti"/>
      </w:pPr>
    </w:p>
    <w:p w14:paraId="10BE0AB2" w14:textId="77777777" w:rsidR="00794A2A" w:rsidRPr="007E4970" w:rsidRDefault="00794A2A" w:rsidP="007E4970">
      <w:pPr>
        <w:pStyle w:val="Leipteksti"/>
        <w:rPr>
          <w:b/>
          <w:lang w:val="en-US"/>
        </w:rPr>
      </w:pPr>
      <w:r w:rsidRPr="007E4970">
        <w:rPr>
          <w:b/>
          <w:lang w:val="en-US"/>
        </w:rPr>
        <w:t>Kyselyiden aihealueen (Document query topic) triggerit:</w:t>
      </w:r>
    </w:p>
    <w:p w14:paraId="65ACF733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>Document Query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379443A2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lastRenderedPageBreak/>
        <w:t>Document Query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DF36B1A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>Document Query Response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E6F7A6E" w14:textId="76CF96C1" w:rsidR="00671148" w:rsidRPr="00301DF2" w:rsidRDefault="00794A2A" w:rsidP="007E4970">
      <w:pPr>
        <w:pStyle w:val="Leipteksti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>ocument Query Response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2943759C" w14:textId="3C0A82D1" w:rsidR="00315879" w:rsidRDefault="00315879" w:rsidP="00F51B69">
      <w:pPr>
        <w:pStyle w:val="Leipteksti"/>
        <w:rPr>
          <w:color w:val="FF0000"/>
          <w:lang w:val="en-US"/>
        </w:rPr>
      </w:pPr>
    </w:p>
    <w:p w14:paraId="3B279C5C" w14:textId="0C985BA6" w:rsidR="00531B3B" w:rsidRPr="00794A2A" w:rsidRDefault="00531B3B" w:rsidP="00F51B69">
      <w:pPr>
        <w:pStyle w:val="Leipteksti"/>
        <w:rPr>
          <w:color w:val="FF0000"/>
          <w:lang w:val="en-US"/>
        </w:rPr>
      </w:pPr>
    </w:p>
    <w:p w14:paraId="299DFC49" w14:textId="72AF62EA" w:rsidR="00531B3B" w:rsidRDefault="00531B3B" w:rsidP="00531B3B">
      <w:pPr>
        <w:pStyle w:val="Otsikko1"/>
      </w:pPr>
      <w:bookmarkStart w:id="9" w:name="_Toc513470440"/>
      <w:r>
        <w:t xml:space="preserve">Yleistä Medical records </w:t>
      </w:r>
      <w:r w:rsidR="00F457CD">
        <w:t>-</w:t>
      </w:r>
      <w:r>
        <w:t>viestirakenteista</w:t>
      </w:r>
      <w:bookmarkEnd w:id="9"/>
    </w:p>
    <w:p w14:paraId="2C502D2A" w14:textId="00CA94C4" w:rsidR="00627A1E" w:rsidRDefault="00F457CD" w:rsidP="00404A68">
      <w:pPr>
        <w:pStyle w:val="Leipteksti"/>
      </w:pPr>
      <w:r>
        <w:t>S</w:t>
      </w:r>
      <w:r w:rsidR="00D2301F">
        <w:t>uomalaisen s</w:t>
      </w:r>
      <w:r>
        <w:t xml:space="preserve">ähköisen reseptin Medical records </w:t>
      </w:r>
      <w:r w:rsidR="00844606">
        <w:t xml:space="preserve">-määrittelyissä </w:t>
      </w:r>
      <w:r w:rsidR="00844606" w:rsidRPr="004D2805">
        <w:t xml:space="preserve">(Lääkemääräyksen Medical Records sanomat v3.50, </w:t>
      </w:r>
      <w:r w:rsidR="00844606" w:rsidRPr="00607D37">
        <w:t xml:space="preserve">OID: </w:t>
      </w:r>
      <w:fldSimple w:instr=" DOCPROPERTY  OID  \* MERGEFORMAT ">
        <w:r w:rsidR="00844606" w:rsidRPr="00607D37">
          <w:t>1.2.246.777.11.2017.10</w:t>
        </w:r>
      </w:fldSimple>
      <w:r w:rsidR="00844606">
        <w:t>)</w:t>
      </w:r>
      <w:r>
        <w:t xml:space="preserve"> </w:t>
      </w:r>
      <w:r w:rsidR="00844606">
        <w:t xml:space="preserve">vastaavassa luvussa </w:t>
      </w:r>
      <w:r>
        <w:t xml:space="preserve">esitellyt määrittelyt pätevät </w:t>
      </w:r>
      <w:r w:rsidR="00627A1E">
        <w:t xml:space="preserve">pääasiassa </w:t>
      </w:r>
      <w:r>
        <w:t>my</w:t>
      </w:r>
      <w:r w:rsidR="009369BA">
        <w:t>ös Rajat ylittävässä reseptissä.</w:t>
      </w:r>
      <w:r w:rsidR="00627A1E">
        <w:t xml:space="preserve"> A</w:t>
      </w:r>
      <w:r w:rsidR="00404A68">
        <w:t>lla on kuvattu tarvittavia täsmennyksiä ja lisäyksiä Rajat ylittävän reseptin osalta.</w:t>
      </w:r>
    </w:p>
    <w:p w14:paraId="477A1D79" w14:textId="77777777" w:rsidR="00404A68" w:rsidRDefault="00404A68" w:rsidP="00404A68">
      <w:pPr>
        <w:pStyle w:val="Leipteksti"/>
      </w:pPr>
    </w:p>
    <w:p w14:paraId="685821C6" w14:textId="4EF32D15" w:rsidR="00404A68" w:rsidRPr="00404A68" w:rsidRDefault="00404A68" w:rsidP="00404A68">
      <w:pPr>
        <w:pStyle w:val="Leipteksti"/>
        <w:rPr>
          <w:b/>
        </w:rPr>
      </w:pPr>
      <w:r w:rsidRPr="00404A68">
        <w:rPr>
          <w:b/>
        </w:rPr>
        <w:t>reasonCode-kenttä</w:t>
      </w:r>
    </w:p>
    <w:p w14:paraId="0239507C" w14:textId="00D11024" w:rsidR="00627A1E" w:rsidRDefault="00627A1E" w:rsidP="00404A68">
      <w:pPr>
        <w:pStyle w:val="Leipteksti"/>
      </w:pPr>
      <w:r>
        <w:t>reasonCode-kenttää käytetään kyselyn syyn ilmaisemiseen vastaavalla koodistolla kuin sähköisessä reseptissäkin. reasonCode-kenttää ei käytetä setId-hauissa palautettavien tietojen laajuuden ilmaisemiseen, sillä Rajat ylittävässä reseptissä setId ei ole tuettu hakuparametri.</w:t>
      </w:r>
    </w:p>
    <w:p w14:paraId="3FCD2E85" w14:textId="2A0B6D48" w:rsidR="00404A68" w:rsidRDefault="00404A68" w:rsidP="00404A68">
      <w:pPr>
        <w:pStyle w:val="Leipteksti"/>
      </w:pPr>
    </w:p>
    <w:p w14:paraId="4459BF4E" w14:textId="56887598" w:rsidR="00404A68" w:rsidRDefault="00290D42" w:rsidP="00404A68">
      <w:pPr>
        <w:pStyle w:val="Leipteksti"/>
        <w:rPr>
          <w:b/>
        </w:rPr>
      </w:pPr>
      <w:r>
        <w:rPr>
          <w:b/>
        </w:rPr>
        <w:t xml:space="preserve">PDF-muotoinen </w:t>
      </w:r>
      <w:r w:rsidR="001328B5">
        <w:rPr>
          <w:b/>
        </w:rPr>
        <w:t>lääkemääräys</w:t>
      </w:r>
      <w:r>
        <w:rPr>
          <w:b/>
        </w:rPr>
        <w:t>asiakirja</w:t>
      </w:r>
    </w:p>
    <w:p w14:paraId="0AA1B808" w14:textId="77777777" w:rsidR="00D038DD" w:rsidRDefault="001328B5" w:rsidP="00D038DD">
      <w:pPr>
        <w:pStyle w:val="Leipteksti"/>
      </w:pPr>
      <w:r w:rsidRPr="001328B5">
        <w:t>Rajat ylittäväss</w:t>
      </w:r>
      <w:r>
        <w:t>ä reseptissä lääkemääräysasiakirj</w:t>
      </w:r>
      <w:r w:rsidR="00D038DD">
        <w:t>asta voi hakea myös PDF-muodon.</w:t>
      </w:r>
    </w:p>
    <w:p w14:paraId="3F4AB324" w14:textId="77777777" w:rsidR="00D038DD" w:rsidRDefault="00D038DD" w:rsidP="00D038DD">
      <w:pPr>
        <w:pStyle w:val="Leipteksti"/>
      </w:pPr>
    </w:p>
    <w:p w14:paraId="5F3EAE5F" w14:textId="77777777" w:rsidR="00D038DD" w:rsidRDefault="001328B5" w:rsidP="00D038DD">
      <w:pPr>
        <w:pStyle w:val="Leipteksti"/>
      </w:pPr>
      <w:r>
        <w:t>PDF-asiakirjan CDA R2 Header -tiedot ovat vastaavat kuin xml-muotoisessa asiakirjassa.</w:t>
      </w:r>
    </w:p>
    <w:p w14:paraId="09B57174" w14:textId="77777777" w:rsidR="00D038DD" w:rsidRDefault="00D038DD" w:rsidP="00D038DD">
      <w:pPr>
        <w:pStyle w:val="Leipteksti"/>
      </w:pPr>
    </w:p>
    <w:p w14:paraId="4E77AF4B" w14:textId="7D7F8DDD" w:rsidR="00D038DD" w:rsidRDefault="001328B5" w:rsidP="00D038DD">
      <w:pPr>
        <w:pStyle w:val="Leipteksti"/>
      </w:pPr>
      <w:r>
        <w:t>Itse PDF-dokumentti upotetaan CDA R2 -rakenteessa nonXMLBody/text -elem</w:t>
      </w:r>
      <w:r w:rsidR="008F6071">
        <w:t>entin sisään Base64-koodattuna.</w:t>
      </w:r>
    </w:p>
    <w:p w14:paraId="217249DA" w14:textId="69BCAA26" w:rsidR="00D038DD" w:rsidRDefault="00D038DD" w:rsidP="00D038DD">
      <w:pPr>
        <w:pStyle w:val="Leipteksti"/>
      </w:pPr>
    </w:p>
    <w:p w14:paraId="05D87177" w14:textId="77777777" w:rsidR="00D038DD" w:rsidRPr="00C4454D" w:rsidRDefault="00D038DD" w:rsidP="00D038DD">
      <w:pPr>
        <w:pStyle w:val="Leipteksti"/>
      </w:pPr>
    </w:p>
    <w:p w14:paraId="577B65CB" w14:textId="24222A59" w:rsidR="00E4658F" w:rsidRDefault="00E4658F" w:rsidP="00E4658F">
      <w:pPr>
        <w:pStyle w:val="Otsikko1"/>
      </w:pPr>
      <w:bookmarkStart w:id="10" w:name="_Toc513470441"/>
      <w:r>
        <w:t>Dokumenttihallinnan interaktiot ja niissä käytettävä tietosisältö</w:t>
      </w:r>
      <w:bookmarkEnd w:id="10"/>
    </w:p>
    <w:p w14:paraId="6F6F9CCD" w14:textId="79C0AE10" w:rsidR="00E4658F" w:rsidRDefault="00442D8A" w:rsidP="00442D8A">
      <w:r>
        <w:t>Tässä luvussa käydään läpi</w:t>
      </w:r>
      <w:r w:rsidR="004C464B">
        <w:t xml:space="preserve"> Rajat ylittävän reseptin</w:t>
      </w:r>
      <w:r>
        <w:t xml:space="preserve"> dokumenttien tai niiden kuvailutietojen siirrossa käytettävät viestityypit sekä interaktiot, joissa viestityyppejä hyödynnetään. Kyselyiden interaktiot ja ti</w:t>
      </w:r>
      <w:r w:rsidR="00924AEF">
        <w:t xml:space="preserve">etosisällöt on kuvattu luvussa </w:t>
      </w:r>
      <w:r w:rsidR="00531B3B">
        <w:t>8</w:t>
      </w:r>
      <w:r>
        <w:t>.</w:t>
      </w:r>
    </w:p>
    <w:p w14:paraId="074E1C4E" w14:textId="7A0352A3" w:rsidR="00606852" w:rsidRDefault="00606852" w:rsidP="00606852">
      <w:pPr>
        <w:pStyle w:val="Otsikko2"/>
      </w:pPr>
      <w:bookmarkStart w:id="11" w:name="_Toc513470442"/>
      <w:r>
        <w:t>Dokumenttihallinnan sanomatyypit (tietosisällöt)</w:t>
      </w:r>
      <w:bookmarkEnd w:id="11"/>
    </w:p>
    <w:p w14:paraId="6C863F82" w14:textId="4F420EF6" w:rsidR="00804614" w:rsidRPr="00A25583" w:rsidRDefault="00804614" w:rsidP="00A25583">
      <w:pPr>
        <w:pStyle w:val="LeiptekstiNormalharva"/>
      </w:pPr>
      <w:r w:rsidRPr="00A25583">
        <w:t>Dokumenttihallinnan sanomatyyppien tietosisällöt pohjautuvat RMIM-malliin Medical Records - Clinical Documents Message Model (RCMR_RM000050). Tästä RMIM-mallista on johdettu HMD-viestikuvaus Clinical Document Event (RCMR_HD000050). Hierarkkisen viestikuvauksen (HMD) pohjalta on luotu kaksi sanomatyyppiä</w:t>
      </w:r>
      <w:r w:rsidR="00D53B84">
        <w:t xml:space="preserve"> RCMR_MT300002FI01 ja RCMR_MT300001FI01</w:t>
      </w:r>
      <w:r w:rsidRPr="00A25583">
        <w:t>, jotka on kuvattu tarkemmin seuraavissa kappaleissa.</w:t>
      </w:r>
      <w:r w:rsidR="00D53B84">
        <w:t xml:space="preserve"> Text-elementin </w:t>
      </w:r>
      <w:r w:rsidR="00D53B84">
        <w:lastRenderedPageBreak/>
        <w:t xml:space="preserve">käyttö on sallittua vain RCMR_MT300002FI01 </w:t>
      </w:r>
      <w:r w:rsidR="00D53B84">
        <w:noBreakHyphen/>
        <w:t>sanomatyyppiä hyödyntävissä interaktioissa. Interaktio, jolla palautetaan vastaus kuvailutietojenkyselyyn, on sidottu sanomatyyppiin RCMR_MT300001FI01</w:t>
      </w:r>
      <w:r w:rsidR="00B5365C">
        <w:t>,</w:t>
      </w:r>
      <w:r w:rsidR="00D53B84">
        <w:t xml:space="preserve"> ja clinicalDocument.text -elementin käyttö ei ole sallittua tässä sanomatyypissä.</w:t>
      </w:r>
    </w:p>
    <w:p w14:paraId="0510E05E" w14:textId="32E4EFED" w:rsidR="00606852" w:rsidRDefault="00606852" w:rsidP="00606852">
      <w:pPr>
        <w:pStyle w:val="Otsikko3"/>
        <w:keepLines w:val="0"/>
        <w:tabs>
          <w:tab w:val="num" w:pos="720"/>
        </w:tabs>
        <w:spacing w:before="240" w:after="60"/>
      </w:pPr>
      <w:bookmarkStart w:id="12" w:name="_Ref169921165"/>
      <w:bookmarkStart w:id="13" w:name="_Toc170762812"/>
      <w:bookmarkStart w:id="14" w:name="_Toc170763559"/>
      <w:bookmarkStart w:id="15" w:name="_Toc492904215"/>
      <w:bookmarkStart w:id="16" w:name="_Toc513470443"/>
      <w:r>
        <w:t>Document Event -  RCMR_MT300001</w:t>
      </w:r>
      <w:bookmarkEnd w:id="12"/>
      <w:bookmarkEnd w:id="13"/>
      <w:bookmarkEnd w:id="14"/>
      <w:r>
        <w:t>FI01</w:t>
      </w:r>
      <w:bookmarkEnd w:id="15"/>
      <w:bookmarkEnd w:id="16"/>
    </w:p>
    <w:p w14:paraId="7553B049" w14:textId="3BB09E37" w:rsidR="00D8305F" w:rsidRDefault="00D8305F" w:rsidP="00D8305F">
      <w:pPr>
        <w:rPr>
          <w:color w:val="FF0000"/>
        </w:rPr>
      </w:pPr>
      <w:r>
        <w:t>Tällä sanomatyypillä palautetaan asiakirjojen kuvailutiedot, kun apteekissa haetaan</w:t>
      </w:r>
      <w:r w:rsidR="00900ECA">
        <w:t xml:space="preserve"> ulkomaisen</w:t>
      </w:r>
      <w:r>
        <w:t xml:space="preserve"> h</w:t>
      </w:r>
      <w:r w:rsidR="00B5365C">
        <w:t>enkilön lääkemääräyksiä</w:t>
      </w:r>
      <w:r w:rsidR="0098101D">
        <w:t xml:space="preserve"> toimitettavan reseptin</w:t>
      </w:r>
      <w:r w:rsidR="00B5365C">
        <w:t xml:space="preserve"> valintaa varten.</w:t>
      </w:r>
    </w:p>
    <w:p w14:paraId="6EA3B443" w14:textId="5A5FFAF4" w:rsidR="00D8305F" w:rsidRPr="00344769" w:rsidRDefault="00D8305F" w:rsidP="00FC30E1">
      <w:pPr>
        <w:pStyle w:val="ListParagraph1"/>
      </w:pPr>
      <w:r w:rsidRPr="00D8305F">
        <w:t xml:space="preserve">Alla olevassa taulukossa on määritelty sanomatyypin tietosisältö. 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246"/>
        <w:gridCol w:w="888"/>
        <w:gridCol w:w="201"/>
        <w:gridCol w:w="933"/>
        <w:gridCol w:w="316"/>
        <w:gridCol w:w="2661"/>
      </w:tblGrid>
      <w:tr w:rsidR="00344769" w14:paraId="6E153948" w14:textId="77777777" w:rsidTr="008F6071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5DE44F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gridSpan w:val="2"/>
            <w:shd w:val="clear" w:color="auto" w:fill="99CCFF"/>
            <w:noWrap/>
            <w:vAlign w:val="center"/>
          </w:tcPr>
          <w:p w14:paraId="1AC87CB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gridSpan w:val="2"/>
            <w:shd w:val="clear" w:color="auto" w:fill="99CCFF"/>
            <w:vAlign w:val="center"/>
          </w:tcPr>
          <w:p w14:paraId="18654A1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2977" w:type="dxa"/>
            <w:gridSpan w:val="2"/>
            <w:shd w:val="clear" w:color="auto" w:fill="99CCFF"/>
            <w:vAlign w:val="center"/>
          </w:tcPr>
          <w:p w14:paraId="00D7B3B1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344769" w14:paraId="24D32D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F4370E6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4F029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34F4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0A5D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3ED6199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4918B0F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E909A0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C713D9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977" w:type="dxa"/>
            <w:gridSpan w:val="2"/>
            <w:vAlign w:val="center"/>
          </w:tcPr>
          <w:p w14:paraId="5F544489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AA060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A02C7E" w14:textId="77777777" w:rsidR="00344769" w:rsidRDefault="00344769" w:rsidP="000875F3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D79C9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F9E22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977" w:type="dxa"/>
            <w:gridSpan w:val="2"/>
            <w:vAlign w:val="center"/>
          </w:tcPr>
          <w:p w14:paraId="109A4D9E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4F36A92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5A1ACAB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669E42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7618ED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977" w:type="dxa"/>
            <w:gridSpan w:val="2"/>
            <w:vAlign w:val="center"/>
          </w:tcPr>
          <w:p w14:paraId="44B0D70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344769" w14:paraId="139F64A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F03DCB6" w14:textId="77777777" w:rsidR="00344769" w:rsidRDefault="00344769" w:rsidP="000875F3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2371E0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2787488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F580E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645E6040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344769" w14:paraId="795F8BC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4E4EF45" w14:textId="77777777" w:rsidR="00344769" w:rsidRDefault="00344769" w:rsidP="000875F3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DBC28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6668DF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6156C8" w14:textId="6B7D2444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, esim.</w:t>
            </w:r>
          </w:p>
          <w:p w14:paraId="4C4B21E1" w14:textId="67C261E2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.2.246.777.11.201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</w:p>
        </w:tc>
      </w:tr>
      <w:tr w:rsidR="00344769" w14:paraId="40FB18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833A39" w14:textId="77777777" w:rsidR="00344769" w:rsidRPr="0036693B" w:rsidRDefault="00500567" w:rsidP="000875F3">
            <w:pPr>
              <w:pStyle w:val="CDA-headertext"/>
              <w:ind w:firstLine="110"/>
              <w:rPr>
                <w:lang w:eastAsia="en-US"/>
              </w:rPr>
            </w:pPr>
            <w:hyperlink r:id="rId16" w:anchor="Act-id-att" w:tooltip="../../../infrastructure/rim/rim.htm#Act-id-att" w:history="1">
              <w:r w:rsidR="00344769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5D7534" w14:textId="77777777" w:rsidR="00344769" w:rsidRPr="0036693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665ECDC" w14:textId="77777777" w:rsidR="00344769" w:rsidRPr="00FC30E1" w:rsidRDefault="00344769" w:rsidP="000875F3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0A45FAF" w14:textId="5135473E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</w:t>
            </w:r>
            <w:r w:rsidR="00FC30E1" w:rsidRPr="0036693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yksilöivä tunniste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7759CCBB" w14:textId="391146BD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458998.93" extension="2006.1"/&gt;</w:t>
            </w:r>
          </w:p>
          <w:p w14:paraId="4B100776" w14:textId="6A3EB847" w:rsidR="00344769" w:rsidRPr="00FC30E1" w:rsidRDefault="00D35D31" w:rsidP="00D35D31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344769" w:rsidRPr="00D35D31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344769" w14:paraId="45E05F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E7D025" w14:textId="77777777" w:rsidR="00344769" w:rsidRDefault="00500567" w:rsidP="000875F3">
            <w:pPr>
              <w:pStyle w:val="CDA-headertext"/>
              <w:ind w:firstLine="110"/>
              <w:rPr>
                <w:lang w:eastAsia="en-US"/>
              </w:rPr>
            </w:pPr>
            <w:hyperlink r:id="rId17" w:anchor="Act-code-att" w:tooltip="../../../infrastructure/rim/rim.htm#Act-code-att" w:history="1">
              <w:r w:rsidR="00344769">
                <w:rPr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7291FF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4FBD133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2F3A59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</w:t>
            </w:r>
            <w:r w:rsidR="004C3F20">
              <w:rPr>
                <w:rFonts w:ascii="Microsoft Sans Serif" w:hAnsi="Microsoft Sans Serif" w:cs="Microsoft Sans Serif"/>
                <w:sz w:val="18"/>
                <w:szCs w:val="18"/>
              </w:rPr>
              <w:t>tosta: 1.2.2</w:t>
            </w:r>
            <w:r w:rsidR="008003F0">
              <w:rPr>
                <w:rFonts w:ascii="Microsoft Sans Serif" w:hAnsi="Microsoft Sans Serif" w:cs="Microsoft Sans Serif"/>
                <w:sz w:val="18"/>
                <w:szCs w:val="18"/>
              </w:rPr>
              <w:t>46.537.5.40105.2006</w:t>
            </w:r>
          </w:p>
          <w:p w14:paraId="4A234379" w14:textId="55356247" w:rsidR="00FD54D3" w:rsidRDefault="00FD54D3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344769" w14:paraId="769B059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A9B8B3" w14:textId="77777777" w:rsidR="00344769" w:rsidRPr="00B23067" w:rsidRDefault="00500567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8" w:anchor="Act-title-att" w:tooltip="../../../infrastructure/rim/rim.htm#Act-titl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491F973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BF94A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5B11C65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4CAB58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333758" w14:textId="77777777" w:rsidR="00344769" w:rsidRDefault="00500567" w:rsidP="000875F3">
            <w:pPr>
              <w:pStyle w:val="CDA-headertext"/>
              <w:ind w:firstLine="110"/>
              <w:rPr>
                <w:lang w:eastAsia="en-US"/>
              </w:rPr>
            </w:pPr>
            <w:hyperlink r:id="rId19" w:anchor="Act-text-att" w:tooltip="../../../infrastructure/rim/rim.htm#Act-text-att" w:history="1">
              <w:r w:rsidR="00344769">
                <w:rPr>
                  <w:lang w:eastAsia="en-US"/>
                </w:rPr>
                <w:t>text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BDF069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0D47C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8713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670E9082" w14:textId="10324A60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Kenttää ei saa</w:t>
            </w:r>
            <w:r w:rsidR="00B82D27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käyttää viestityyppiä  RCMR_MT3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00001FI01 käyttävissä interaktioissa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344769" w14:paraId="489EC12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A3B265" w14:textId="77777777" w:rsidR="00344769" w:rsidRPr="00B23067" w:rsidRDefault="00500567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0" w:anchor="Act-statusCode-att" w:tooltip="../../../infrastructure/rim/rim.htm#Act-status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FFB42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AFA98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707FDC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B7F1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D6518E4" w14:textId="77777777" w:rsidR="00344769" w:rsidRPr="00B23067" w:rsidRDefault="00500567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1" w:anchor="Act-effectiveTime-att" w:tooltip="../../../infrastructure/rim/rim.htm#Act-effective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A7891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E816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71BEA4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BE328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9380D5E" w14:textId="77777777" w:rsidR="00344769" w:rsidRPr="00B23067" w:rsidRDefault="00500567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2" w:anchor="Act-availabilityTime-att" w:tooltip="../../../infrastructure/rim/rim.htm#Act-availability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665B1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663F45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A0D39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8566FA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49455CB" w14:textId="77777777" w:rsidR="00344769" w:rsidRPr="00B23067" w:rsidRDefault="00500567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3" w:anchor="Act-confidentialityCode-att" w:tooltip="../../../infrastructure/rim/rim.htm#Act-confidentiality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9AC0A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80FAB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26D21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83B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7075050" w14:textId="77777777" w:rsidR="00344769" w:rsidRPr="00B23067" w:rsidRDefault="00500567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Act-reasonCode-att" w:tooltip="../../../infrastructure/rim/rim.htm#Act-reas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A0C85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32325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5C29FD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267B636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344769" w14:paraId="2DA759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EABB08" w14:textId="77777777" w:rsidR="00344769" w:rsidRPr="00B23067" w:rsidRDefault="00500567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5" w:anchor="Act-languageCode-att" w:tooltip="../../../infrastructure/rim/rim.htm#Act-language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1605C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5E8CEB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</w:p>
        </w:tc>
        <w:tc>
          <w:tcPr>
            <w:tcW w:w="2977" w:type="dxa"/>
            <w:gridSpan w:val="2"/>
            <w:vAlign w:val="center"/>
          </w:tcPr>
          <w:p w14:paraId="7F4FA62F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A572D4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244A07" w14:textId="77777777" w:rsidR="00344769" w:rsidRPr="00462F2A" w:rsidRDefault="00500567" w:rsidP="000875F3">
            <w:pPr>
              <w:pStyle w:val="CDA-headertext"/>
              <w:ind w:firstLine="110"/>
              <w:rPr>
                <w:lang w:eastAsia="en-US"/>
              </w:rPr>
            </w:pPr>
            <w:hyperlink r:id="rId26" w:anchor="ContextStructure-setId-att" w:tooltip="../../../infrastructure/rim/rim.htm#ContextStructure-setId-att" w:history="1">
              <w:r w:rsidR="00344769" w:rsidRPr="00462F2A">
                <w:rPr>
                  <w:lang w:eastAsia="en-US"/>
                </w:rPr>
                <w:t>setId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338980D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2E1CB0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439DED" w14:textId="77777777" w:rsidR="00802659" w:rsidRPr="00462F2A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32971D98" w14:textId="71D225F5" w:rsidR="00344769" w:rsidRPr="00977412" w:rsidRDefault="00FC30E1" w:rsidP="00C513E4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344769" w14:paraId="5ACF5A1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D70ED90" w14:textId="77777777" w:rsidR="00344769" w:rsidRDefault="00500567" w:rsidP="000875F3">
            <w:pPr>
              <w:pStyle w:val="CDA-headertext"/>
              <w:ind w:firstLine="110"/>
              <w:rPr>
                <w:lang w:eastAsia="en-US"/>
              </w:rPr>
            </w:pPr>
            <w:hyperlink r:id="rId27" w:anchor="ContextStructure-versionNumber-att" w:tooltip="../../../infrastructure/rim/rim.htm#ContextStructure-versionNumber-att" w:history="1">
              <w:r w:rsidR="00344769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0566EF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EEB3E9C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1CDDACF" w14:textId="34B68D69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61502604" w14:textId="4D23A820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344769" w14:paraId="2B60FD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C0211C" w14:textId="77777777" w:rsidR="00344769" w:rsidRPr="00B23067" w:rsidRDefault="00500567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8" w:anchor="Document-completionCode-att" w:tooltip="../../../infrastructure/rim/rim.htm#Document-completi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8C3199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B8CD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A4411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9118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8CBB2" w14:textId="77777777" w:rsidR="00344769" w:rsidRPr="00B23067" w:rsidRDefault="00500567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9" w:anchor="Document-storageCode-att" w:tooltip="../../../infrastructure/rim/rim.htm#Document-storage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7DB431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1AA3BA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AC01FC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FC195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460DBFD" w14:textId="77777777" w:rsidR="00344769" w:rsidRPr="00B23067" w:rsidRDefault="00500567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30" w:anchor="Document-copyTime-att" w:tooltip="../../../infrastructure/rim/rim.htm#Document-copy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2E44CD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644BA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B6984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C2D9C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664A75F" w14:textId="77777777" w:rsidR="00344769" w:rsidRPr="00B23067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E75CB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37FA3AA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5AA2A8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216BDA1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CD54FAA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5E14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A43B55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29035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344769" w14:paraId="10B4CA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9AE3F3" w14:textId="77777777" w:rsidR="00344769" w:rsidRDefault="00500567" w:rsidP="000875F3">
            <w:pPr>
              <w:pStyle w:val="CDA-headertext"/>
              <w:ind w:firstLine="290"/>
              <w:rPr>
                <w:lang w:val="sv-SE" w:eastAsia="en-US"/>
              </w:rPr>
            </w:pPr>
            <w:hyperlink r:id="rId31" w:anchor="Participation-typeCode-att" w:tooltip="../../../infrastructure/rim/rim.htm#Participation-typeCode-att" w:history="1">
              <w:r w:rsidR="00344769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E27A63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22043A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977" w:type="dxa"/>
            <w:gridSpan w:val="2"/>
            <w:vAlign w:val="center"/>
          </w:tcPr>
          <w:p w14:paraId="2AD0360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344769" w14:paraId="4E84AF60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02C8ED23" w14:textId="77777777" w:rsidR="00344769" w:rsidRDefault="00344769" w:rsidP="000875F3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713E156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5C716E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71C5DB8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4339CCBB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348D927" w14:textId="77777777" w:rsidR="00344769" w:rsidRPr="002F285B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CBFA0DC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E8ADCC8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044BBB9" w14:textId="3969596B" w:rsidR="00344769" w:rsidRPr="002F285B" w:rsidRDefault="002F285B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48FD9494" w14:textId="55C95522" w:rsidR="00344769" w:rsidRPr="002F285B" w:rsidRDefault="00230434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="002F285B"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344769" w14:paraId="07BB331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6FE90B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F4C0C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9900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FBB83C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46FCDF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33A41CC6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9F0B7D7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2C979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65112B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090E8D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5FD86A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04FE5F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DAE411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103243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58E182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2411C95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66F2348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4D5116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2D0A774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950E53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740C58A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4AE71C4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F3454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11E015B4" w14:textId="77777777" w:rsidR="00230434" w:rsidRDefault="00344769" w:rsidP="00B752D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>karkean luokan tietojen näyttämisessä</w:t>
            </w:r>
            <w:r w:rsidR="002F285B" w:rsidRPr="00E802B2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  <w:r w:rsidR="00E802B2"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  <w:p w14:paraId="2A8C0963" w14:textId="31908F8E" w:rsidR="00344769" w:rsidRPr="00022BE9" w:rsidRDefault="00E802B2" w:rsidP="00B752D3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</w:t>
            </w:r>
            <w:r w:rsidR="00033E6D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- tai </w:t>
            </w:r>
            <w:r w:rsidR="00B752D3" w:rsidRPr="00230434">
              <w:rPr>
                <w:rFonts w:ascii="Microsoft Sans Serif" w:hAnsi="Microsoft Sans Serif" w:cs="Microsoft Sans Serif"/>
                <w:sz w:val="18"/>
                <w:szCs w:val="18"/>
              </w:rPr>
              <w:t>sukupuoli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tietoja ei välttämättä saada.</w:t>
            </w:r>
          </w:p>
        </w:tc>
      </w:tr>
      <w:tr w:rsidR="00344769" w14:paraId="6003832D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F766F69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D9CCF5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CBC97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0BFC102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344769" w14:paraId="1D41645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1CC303D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163544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AA5D4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C4216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344769" w14:paraId="525A50F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0B38990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2B154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7FD97B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B17EC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344769" w14:paraId="015E2400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DE11368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EB26A6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DA8C15E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5E0F05CB" w14:textId="025EF341" w:rsidR="00344769" w:rsidRPr="00B23067" w:rsidRDefault="00231301" w:rsidP="002F285B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532C4B1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397D305" w14:textId="77777777" w:rsidR="00344769" w:rsidRDefault="00500567" w:rsidP="0095200D">
            <w:pPr>
              <w:pStyle w:val="CDA-headertext"/>
              <w:ind w:left="631"/>
              <w:rPr>
                <w:lang w:eastAsia="en-US"/>
              </w:rPr>
            </w:pPr>
            <w:hyperlink r:id="rId32" w:anchor="LivingSubject-administrativeGenderCode-att" w:tooltip="../../../infrastructure/rim/rim.htm#LivingSubject-administrativeGenderCode-att" w:history="1">
              <w:r w:rsidR="00344769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287111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2A6FC5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B2AEC65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68BBBC4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344769" w14:paraId="7D325827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7B06610" w14:textId="77777777" w:rsidR="00344769" w:rsidRDefault="00500567" w:rsidP="0095200D">
            <w:pPr>
              <w:pStyle w:val="CDA-headertext"/>
              <w:ind w:left="631"/>
              <w:rPr>
                <w:lang w:eastAsia="en-US"/>
              </w:rPr>
            </w:pPr>
            <w:hyperlink r:id="rId33" w:anchor="LivingSubject-birthTime-att" w:tooltip="../../../infrastructure/rim/rim.htm#LivingSubject-birthTime-att" w:history="1">
              <w:r w:rsidR="00344769">
                <w:rPr>
                  <w:lang w:eastAsia="en-US"/>
                </w:rPr>
                <w:t>birthTime</w:t>
              </w:r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5482A4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8B0E6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DB3939A" w14:textId="0CD6BC64" w:rsidR="00344769" w:rsidRDefault="00231301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344769" w14:paraId="221C222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6CCEE0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C4920D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C7DE48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4B4AB4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344769" w14:paraId="47E4AA4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C571E11" w14:textId="77777777" w:rsidR="00344769" w:rsidRDefault="00500567" w:rsidP="000875F3">
            <w:pPr>
              <w:pStyle w:val="CDA-headertext"/>
              <w:ind w:firstLine="290"/>
              <w:rPr>
                <w:lang w:eastAsia="en-US"/>
              </w:rPr>
            </w:pPr>
            <w:hyperlink r:id="rId34" w:anchor="Participation-typeCode-att" w:tooltip="../../../infrastructure/rim/rim.htm#Participation-typeCode-att" w:history="1">
              <w:r w:rsidR="00344769">
                <w:rPr>
                  <w:lang w:eastAsia="en-US"/>
                </w:rPr>
                <w:t>typeCode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293B3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9D2241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2977" w:type="dxa"/>
            <w:gridSpan w:val="2"/>
            <w:vAlign w:val="center"/>
          </w:tcPr>
          <w:p w14:paraId="4DBF888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3D44C01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A64874F" w14:textId="77777777" w:rsidR="00344769" w:rsidRPr="00B23067" w:rsidRDefault="00500567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5" w:anchor="Participation-functionCode-att" w:tooltip="../../../infrastructure/rim/rim.htm#Participation-functi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DA7B9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68A9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D115709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DC08C6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18A5208" w14:textId="77777777" w:rsidR="00344769" w:rsidRPr="00B23067" w:rsidRDefault="00500567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6" w:anchor="Participation-time-att" w:tooltip="../../../infrastructure/rim/rim.htm#Participation-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79B34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1E08C3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70858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72CE9F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D8048C" w14:textId="77777777" w:rsidR="00344769" w:rsidRDefault="00344769" w:rsidP="000875F3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033255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52C09B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57E8C0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D288E8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C597AA" w14:textId="77777777" w:rsidR="00344769" w:rsidRDefault="00500567" w:rsidP="000875F3">
            <w:pPr>
              <w:pStyle w:val="CDA-headertext"/>
              <w:ind w:firstLine="470"/>
              <w:rPr>
                <w:lang w:val="en-US" w:eastAsia="en-US"/>
              </w:rPr>
            </w:pPr>
            <w:hyperlink r:id="rId37" w:anchor="Role-classCode-att" w:tooltip="../../../infrastructure/rim/rim.htm#Role-classCode-att" w:history="1">
              <w:r w:rsidR="00344769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585AF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6A628C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977" w:type="dxa"/>
            <w:gridSpan w:val="2"/>
            <w:vAlign w:val="center"/>
          </w:tcPr>
          <w:p w14:paraId="0F76D72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661C1A1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7F04341" w14:textId="77777777" w:rsidR="00344769" w:rsidRDefault="00500567" w:rsidP="000875F3">
            <w:pPr>
              <w:pStyle w:val="CDA-headertext"/>
              <w:ind w:firstLine="470"/>
              <w:rPr>
                <w:lang w:eastAsia="en-US"/>
              </w:rPr>
            </w:pPr>
            <w:hyperlink r:id="rId38" w:anchor="Role-id-att" w:tooltip="../../../infrastructure/rim/rim.htm#Role-id-att" w:history="1">
              <w:r w:rsidR="00344769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75104A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vAlign w:val="center"/>
          </w:tcPr>
          <w:p w14:paraId="5A2B839B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64B975" w14:textId="3CF149A4" w:rsidR="00231301" w:rsidRDefault="00231301" w:rsidP="0023130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0F1CFCD4" w14:textId="3FBEB488" w:rsidR="00344769" w:rsidRDefault="00CD2E8B" w:rsidP="0013608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ietoa ei saada ulkomailta,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joten tämä tulee olemaan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nullFl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avor.</w:t>
            </w:r>
          </w:p>
        </w:tc>
      </w:tr>
      <w:tr w:rsidR="00344769" w14:paraId="7747EAB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10233" w14:textId="77777777" w:rsidR="00344769" w:rsidRPr="00B23067" w:rsidRDefault="00500567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9" w:anchor="Role-code-att" w:tooltip="../../../infrastructure/rim/rim.htm#Role-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105E3A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EFFC7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B4F5D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0452E7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D040509" w14:textId="77777777" w:rsidR="00344769" w:rsidRPr="00B23067" w:rsidRDefault="00500567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0" w:anchor="Role-addr-att" w:tooltip="../../../infrastructure/rim/rim.htm#Role-addr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41F7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3C74D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EDC90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E88D7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915464D" w14:textId="77777777" w:rsidR="00344769" w:rsidRPr="00B23067" w:rsidRDefault="00500567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1" w:anchor="Role-telecom-att" w:tooltip="../../../infrastructure/rim/rim.htm#Role-telecom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036F07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6B395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275068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A5C1BB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72BEC951" w14:textId="77777777" w:rsidR="00344769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1C3E278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77E5C1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65A01BE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54F1B2B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A9FA29B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92DE2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0558DA7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2BBFC9AD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0D280FC5" w14:textId="7F1CAF1A" w:rsidR="00136080" w:rsidRPr="00230434" w:rsidRDefault="00136080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henkilön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koko nimi saadaan yhtenä tekstipätkänä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.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Tämä teksti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kopioidaan kokonaisena family-elementtiin.</w:t>
            </w:r>
          </w:p>
        </w:tc>
      </w:tr>
      <w:tr w:rsidR="00344769" w14:paraId="617791DC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61C828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5D4890C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3E711D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2A5108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344769" w14:paraId="3E733DE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3239311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6CDCD7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05023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7D68F45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344769" w14:paraId="7C47257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61A5753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B9502E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3E9CA2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A0CE8AE" w14:textId="4BA3799A" w:rsidR="00344769" w:rsidRPr="00B23067" w:rsidRDefault="00231301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595E1E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075204B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864C3F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BF026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6CCB058" w14:textId="11B95CDB" w:rsidR="00344769" w:rsidRPr="00B23067" w:rsidRDefault="00231301" w:rsidP="00231301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ECDE7D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2085521" w14:textId="77777777" w:rsidR="00344769" w:rsidRPr="00B23067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34B6904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5AC9E3F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0E3B2AFD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363254C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0202C31" w14:textId="77777777" w:rsidR="00344769" w:rsidRPr="00230434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5D4C11E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4A582E1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33ED6B18" w14:textId="55C51F49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6535B75E" w14:textId="77777777" w:rsidTr="008F6071">
        <w:trPr>
          <w:trHeight w:val="255"/>
        </w:trPr>
        <w:tc>
          <w:tcPr>
            <w:tcW w:w="3257" w:type="dxa"/>
            <w:gridSpan w:val="2"/>
            <w:shd w:val="clear" w:color="FFFF99" w:fill="FFFFFF"/>
            <w:noWrap/>
            <w:vAlign w:val="center"/>
          </w:tcPr>
          <w:p w14:paraId="43EB470F" w14:textId="77777777" w:rsidR="00344769" w:rsidRPr="00230434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FFFF99" w:fill="FFFFFF"/>
            <w:noWrap/>
            <w:vAlign w:val="center"/>
          </w:tcPr>
          <w:p w14:paraId="3411F273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FFFF99" w:fill="FFFFFF"/>
            <w:vAlign w:val="center"/>
          </w:tcPr>
          <w:p w14:paraId="2F8F041D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1C9D9A50" w14:textId="697D7040" w:rsidR="00C81821" w:rsidRPr="00230434" w:rsidRDefault="00230434" w:rsidP="00AE0EFF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16396EC1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58C875DA" w14:textId="77777777" w:rsidR="00344769" w:rsidRPr="00B23067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D5E0A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3BD250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E6D67F2" w14:textId="5CA7FFBA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29E9B27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345AB2AA" w14:textId="77777777" w:rsidR="00344769" w:rsidRPr="00B23067" w:rsidRDefault="00344769" w:rsidP="000875F3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684E15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02C5F9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FEEAE38" w14:textId="4627C86F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62F252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19B2D481" w14:textId="77777777" w:rsidR="00344769" w:rsidRPr="00B23067" w:rsidRDefault="00344769" w:rsidP="000875F3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7C8F083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163B356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87C30A4" w14:textId="0C0C89DE" w:rsidR="00344769" w:rsidRPr="00B23067" w:rsidRDefault="003E5E66" w:rsidP="003E5E66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4EC1EB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1F71F9D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custodian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20848C2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800630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61E4786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99246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162889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C1F5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89B182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0FA9E2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5E04DE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BA32659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legalAuthenticator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D02EA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3F5312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06B77D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2C439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918E9D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BCE9D1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06C5A1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7C9C23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685D99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729FDF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1013EE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27D711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0B48BE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831AA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3DB80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36E34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3FD7D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447F93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30214D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4731853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79006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6311E1A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400AF39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A6185B5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47A765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19D84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F8A96A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2C13D8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B7ECF3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5356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A30461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FCEE9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5AE137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C23E9A4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ADFB7A9" w14:textId="77777777" w:rsidR="00344769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395AA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FA8D45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E7DD5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7EB09D2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8C6FC8A" w14:textId="77777777" w:rsidR="00344769" w:rsidRDefault="00344769" w:rsidP="000875F3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4D30A4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F3F39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799B48F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344769" w14:paraId="4FC6B0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8AAF46" w14:textId="77777777" w:rsidR="00344769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B72E7D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2362EE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B1318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344769" w14:paraId="285A984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46C683A" w14:textId="77777777" w:rsidR="00344769" w:rsidRPr="00230434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DE725E1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7A4F40B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E331287" w14:textId="320BA57F" w:rsidR="00344769" w:rsidRPr="00230434" w:rsidRDefault="00230434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640477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6912128" w14:textId="77777777" w:rsidR="00344769" w:rsidRPr="00230434" w:rsidRDefault="00344769" w:rsidP="000875F3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8B1BFF0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61D542B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3E32EABC" w14:textId="5C663057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A710F1" w14:paraId="592B42F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20C1EBA" w14:textId="77777777" w:rsidR="00344769" w:rsidRPr="00230434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60382B5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FBA6258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C5BCF45" w14:textId="10BB51B0" w:rsidR="00C81821" w:rsidRPr="00230434" w:rsidRDefault="00344769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</w:t>
            </w:r>
            <w:r w:rsidR="00230434"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16193DD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BB3C5DB" w14:textId="77777777" w:rsidR="00344769" w:rsidRPr="00C81821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ABA4623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195FE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E83EC9E" w14:textId="331AEE55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33D32F3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665624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E0398A4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B03A531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E52BEF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344769" w14:paraId="6899BD6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47C71E15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3CD9E1F2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center"/>
          </w:tcPr>
          <w:p w14:paraId="0DBDE459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vAlign w:val="center"/>
          </w:tcPr>
          <w:p w14:paraId="48EDDF3B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344769" w:rsidRPr="00094F20" w14:paraId="50A18E4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D046352" w14:textId="77777777" w:rsidR="00344769" w:rsidRPr="00B23067" w:rsidRDefault="00344769" w:rsidP="000875F3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5C633C7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6614A9C7" w14:textId="77777777" w:rsidR="00344769" w:rsidRPr="00B23067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41C228BC" w14:textId="221A820E" w:rsidR="00344769" w:rsidRPr="00B23067" w:rsidRDefault="003F0590" w:rsidP="003F0590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6E4DC3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0DC6620" w14:textId="77777777" w:rsidR="00344769" w:rsidRPr="00B23067" w:rsidRDefault="00344769" w:rsidP="000875F3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0246D12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71D1FAB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1F8B1D04" w14:textId="6A788340" w:rsidR="00344769" w:rsidRPr="00B23067" w:rsidRDefault="003F059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3A2BE7B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04E15246" w14:textId="77777777" w:rsidR="00344769" w:rsidRPr="00F92EAF" w:rsidRDefault="00344769" w:rsidP="000875F3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31DF98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FFBAA4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4C06300" w14:textId="7F6E39D8" w:rsidR="00344769" w:rsidRDefault="004B0D30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lääkemääräysten kuvailutietoina palautuu hyvin rajattu määrä tietoja, ja tästä syystä suurta osaa hl7fi: localHeaderin tiedoista ei saada palautettua vastaavasti kuin suomalaisista lääkemääräyksistä.</w:t>
            </w:r>
          </w:p>
        </w:tc>
      </w:tr>
      <w:tr w:rsidR="00344769" w14:paraId="1BB927F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725977" w14:textId="77777777" w:rsidR="00344769" w:rsidRPr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DEE97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AF861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E45F41" w14:textId="77777777" w:rsidR="00344769" w:rsidRPr="00FE073C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lääkeaine </w:t>
            </w:r>
            <w:r w:rsidR="00B41276" w:rsidRPr="00FE073C">
              <w:rPr>
                <w:rFonts w:ascii="Microsoft Sans Serif" w:hAnsi="Microsoft Sans Serif" w:cs="Microsoft Sans Serif"/>
                <w:sz w:val="18"/>
                <w:szCs w:val="18"/>
              </w:rPr>
              <w:t>(ST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)</w:t>
            </w:r>
          </w:p>
          <w:p w14:paraId="40B931D2" w14:textId="0151C707" w:rsidR="00205D6A" w:rsidRDefault="00205D6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tähän</w:t>
            </w:r>
            <w:r w:rsidR="00FE073C"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elementtiin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tulee vaihtelevan tasoisia kuvauksia määrätystä lääkkeestä, jos tieto on saatu ulkomailta.</w:t>
            </w:r>
          </w:p>
        </w:tc>
      </w:tr>
      <w:tr w:rsidR="00344769" w:rsidRPr="008659AA" w14:paraId="2947CB1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93F3767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drugVNR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793D29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A7C972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0D3F72" w14:textId="0BFD6728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296FC9" w14:paraId="1616402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245E5B3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E89E969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BCC0B6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DDE5957" w14:textId="075F84AE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1202D9E9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6EA851C3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A55A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25FAA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B24E8C6" w14:textId="33277377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4AAD773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26E7B4A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drugForm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337C8FD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4CA6E94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50D94F" w14:textId="1346F493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171B36" w14:paraId="141ED691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BC3C981" w14:textId="77777777" w:rsidR="00344769" w:rsidRPr="004B0D30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drugRemainingQuantityText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2116471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6EB2D0B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CFDEAA0" w14:textId="559F5366" w:rsidR="00736EE3" w:rsidRPr="004B0D30" w:rsidRDefault="004B0D30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963EFD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E1A355D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E7E35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AE7E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0D00F92D" w14:textId="60C5210E" w:rsidR="00344769" w:rsidRPr="00B23067" w:rsidRDefault="00C445A8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9535758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F3EECF" w14:textId="77777777" w:rsidR="00344769" w:rsidRPr="00C445A8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6E1D3292" w14:textId="77777777" w:rsidR="00344769" w:rsidRPr="00C445A8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7129EDCB" w14:textId="3FD411B8" w:rsidR="00344769" w:rsidRPr="00C445A8" w:rsidRDefault="00C445A8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5E2F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70946E2B" w14:textId="7AAD368F" w:rsidR="0028025A" w:rsidRPr="00C445A8" w:rsidRDefault="0028025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’false’.</w:t>
            </w:r>
          </w:p>
        </w:tc>
      </w:tr>
      <w:tr w:rsidR="00344769" w14:paraId="32FB5F4C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D4A77D9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CE4B8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D85980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492531FC" w14:textId="06471863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FE265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083BCC6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8EDF3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2BAE499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84A5BC8" w14:textId="09B18573" w:rsidR="00736EE3" w:rsidRPr="0089788E" w:rsidRDefault="0089788E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B2C88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18D1541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C75534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089D9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06F0F6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019278AF" w14:textId="5DA65C7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09A6D2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6778FB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3D0DBC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8D71D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355E0B5" w14:textId="28C6ADF4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53457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F5A2C2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15C12C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gridSpan w:val="2"/>
            <w:vAlign w:val="center"/>
          </w:tcPr>
          <w:p w14:paraId="7448606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AB362A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7A878F0" w14:textId="1299CAB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77EA6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07A1BD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3D4902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2CABD0E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BAB27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56795354" w14:textId="55D090A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A5F64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0C8D57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3B28A2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0369E1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CCED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0FFE44E6" w14:textId="5F9845F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1F5FC5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1E51F7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F5CC4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9A9F59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407F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1D6CCCB5" w14:textId="7C5B836C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007CF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DE857A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7B3542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5AFB31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3F3219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076FE55" w14:textId="273C826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1628E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6AE8769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08D7AB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A8D74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BCD66E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7E58A09A" w14:textId="31B2A13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BFC79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22C3AF3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5DE60F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F3B5BD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3C42A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633E4A93" w14:textId="7DE3A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69465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58ABB2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BBF9C3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D8A79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A171B7" w14:textId="4DFDAB20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11063A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19024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78810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1FAEEB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B4B711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72A3CD85" w14:textId="76A60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D2B7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CCAB1C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71362D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C448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3C3322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7E1FE64B" w14:textId="1FC7001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CA78EE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D16F2F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BA33658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F68806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FDCA5F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71285E5" w14:textId="410AE65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D9984D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226FFD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B2F139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80FDAD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02061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434BCA37" w14:textId="1817110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B5C5FA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589CB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2620AA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40BA8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17430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C3FEC62" w14:textId="09BC10D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464B3F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CEE47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1F4554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FB385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6191F81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251FEA1A" w14:textId="01FE850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1DBBF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583636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12493A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34145F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C0980A9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A24BAC4" w14:textId="2514EC24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43C79F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5C170A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90BF37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A88D21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DEF6682" w14:textId="30AD993D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2CE211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0ED46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3B74C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CFB50F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598BFD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05E757E" w14:textId="6C611E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E973A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D9342C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FB33F4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A8F18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D44B46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0EA23575" w14:textId="3AE4146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F735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A080AE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196B2A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D50AB1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571AD6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AC0D6A4" w14:textId="0459A2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52C08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CAA837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A4103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0FA7D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100D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01A78981" w14:textId="0C264FCD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C223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B0CA6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151516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BDF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A289F5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7B325E8" w14:textId="1C565B8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60A97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E1665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A210F2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4EE6F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AB31B0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0AFF7A7C" w14:textId="07BE229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E268851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751CBF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ADCBDC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16A495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A3D3BC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158BC58E" w14:textId="3DB77A3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CE4E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74859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AFA6E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A2CD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EBD0750" w14:textId="14F57DD9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F6E3EB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9A62E15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742D48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9E178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23692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9E20889" w14:textId="3DACF25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D0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69EA19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1468A3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311E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0FBB86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19622E8F" w14:textId="2655059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lastRenderedPageBreak/>
              <w:t>ei käytössä</w:t>
            </w:r>
          </w:p>
        </w:tc>
      </w:tr>
      <w:tr w:rsidR="00344769" w14:paraId="2CF41BF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6B5E3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C0AE78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612E0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2AF8B2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030031B" w14:textId="5C3093B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E9401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BE1C7EB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FBF5F8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BFCF9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CF252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488C0476" w14:textId="7A81330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EED1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F0D550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837AE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0DF05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E8F2DD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9C92073" w14:textId="715258E2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B759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E78FF6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8AAB4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D8C31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7FD57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5C21BF4" w14:textId="73FDAB0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5E18E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EF05E22" w14:textId="77777777" w:rsidR="00344769" w:rsidRPr="00F07C9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prescriptionType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6581CC3" w14:textId="77777777" w:rsidR="00344769" w:rsidRPr="00F07C9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54399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41671B" w14:textId="77777777" w:rsidR="00344769" w:rsidRDefault="00344769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7331F3AD" w14:textId="5D70FBA6" w:rsidR="0028025A" w:rsidRPr="00F07C9E" w:rsidRDefault="0028025A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344769" w14:paraId="34B29C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AEF1749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15D278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C2685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29CCEF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3CA7EC47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11203896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1B8D3364" w14:textId="77777777" w:rsidR="009E430D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1C278F56" w14:textId="6CAA21B8" w:rsidR="009E430D" w:rsidRPr="0089788E" w:rsidDel="00C95022" w:rsidRDefault="009E430D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aina </w:t>
            </w:r>
            <w:r w:rsidR="0028025A"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’1’.</w:t>
            </w:r>
          </w:p>
        </w:tc>
      </w:tr>
      <w:tr w:rsidR="00344769" w14:paraId="5B8270C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2E88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B47C2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089F4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4D3C6E7" w14:textId="22BC47A2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65EC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2D222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C837A1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AF0D632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4561B65" w14:textId="3E642906" w:rsidR="00C81821" w:rsidRPr="0089788E" w:rsidRDefault="0089788E" w:rsidP="00C81821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7709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F3758C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956003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3533F15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A7E133" w14:textId="0FD9AD0D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1774D3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B2ECF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A39147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D42D7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E12C90" w14:textId="3CC1965C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2EFD3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8DA9DC3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5E306B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84D8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062ED1C" w14:textId="2A2D280A" w:rsidR="00344769" w:rsidRPr="00B23067" w:rsidRDefault="005F4D47" w:rsidP="005F4D47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D1CA57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BB55A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75B2F4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31F0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F70236" w14:textId="5E65C69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3D61B3C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F04838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B36757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345EC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950EB3" w14:textId="24322C4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7491DC5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3BCA50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8CD4F2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762812E" w14:textId="25982EE9" w:rsidR="00344769" w:rsidRDefault="006B0F32" w:rsidP="006B0F32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</w:p>
        </w:tc>
        <w:tc>
          <w:tcPr>
            <w:tcW w:w="2977" w:type="dxa"/>
            <w:gridSpan w:val="2"/>
            <w:vAlign w:val="center"/>
          </w:tcPr>
          <w:p w14:paraId="7DDB3DD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79029EC5" w14:textId="5A4C5B16" w:rsidR="00FC6889" w:rsidRDefault="00FC688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</w:t>
            </w:r>
            <w:r w:rsidR="006B0F32"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344769" w14:paraId="7E21374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ABE90F5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BCBC605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3787E70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3702824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7097799C" w14:textId="4C60D9E5" w:rsidR="006C2EED" w:rsidRPr="006C2EED" w:rsidRDefault="006C2EED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2F466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5378E3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activeStatus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C51764E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346002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054061F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453938C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027B7B21" w14:textId="504147CC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08B211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EABC337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E6D0CDD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936C1A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AA6F7E9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133360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52819703" w14:textId="6E2175CD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4ECEBD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8212E8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1BF8B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52070C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8941B6C" w14:textId="34E19B5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45924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2100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1A6E1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FDC13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EB4867" w14:textId="1CC0769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423D90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70A699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5829D8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EE30B2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0BF32" w14:textId="19D3660B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3A19E6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E4A932E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DFCFBD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554BE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4EBC7B" w14:textId="6A0E6272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2F19C6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A471947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4A1B1A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A292D0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B266AD" w14:textId="29216CC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4FDF98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AE4CD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substanceAdministration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6BCB79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0DCFCE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DF9905" w14:textId="15FE896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1E939E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E5AB06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2DF24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5B545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29853D" w14:textId="6621DD91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82960D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5DE924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CC5EE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063846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4DC07F1" w14:textId="62E5266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88E05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7441F0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512725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FBA8C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2B51907" w14:textId="52D0B5B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25932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789EA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D6C87F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850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F1561E3" w14:textId="43AF88CD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onko annosjakalussa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7F4B4D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049D2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17CE7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DCA19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2EE42E" w14:textId="38E6BB8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CD1B81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1CB81BE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73D086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77271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244E04" w14:textId="60F3E94F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8606B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8EF1A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AD9D4E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C9B36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F55335" w14:textId="725125F1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40DE937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FBBD0FB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34CD9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3F917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FBD010F" w14:textId="065FC6F6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7DDD7A1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5CAF43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608F67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0E339E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31E9A8" w14:textId="54E8009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BB8EC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A2B18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0827AB6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8AA881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1328F87" w14:textId="488578D7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</w:tbl>
    <w:p w14:paraId="23A18012" w14:textId="2D9B8958" w:rsidR="008F6071" w:rsidRPr="00E17A35" w:rsidRDefault="007F25AC" w:rsidP="00193CBB">
      <w:pPr>
        <w:pStyle w:val="Kuvateksti"/>
        <w:rPr>
          <w:lang w:val="fi-FI"/>
        </w:rPr>
      </w:pPr>
      <w:r>
        <w:rPr>
          <w:lang w:val="fi-FI"/>
        </w:rPr>
        <w:t>Taulukko 1</w:t>
      </w:r>
      <w:r w:rsidR="00E17A35" w:rsidRPr="00E17A35">
        <w:rPr>
          <w:lang w:val="fi-FI"/>
        </w:rPr>
        <w:t>: Sanomatyypin RCMR_MT300001FI01 tietosisältö</w:t>
      </w:r>
    </w:p>
    <w:p w14:paraId="6A82F8C9" w14:textId="77777777" w:rsidR="007F25AC" w:rsidRDefault="007F25AC" w:rsidP="007F25AC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17" w:name="_Ref152562078"/>
      <w:bookmarkStart w:id="18" w:name="_Toc170762811"/>
      <w:bookmarkStart w:id="19" w:name="_Toc170763558"/>
      <w:bookmarkStart w:id="20" w:name="_Toc492904214"/>
      <w:bookmarkStart w:id="21" w:name="_Toc513470444"/>
      <w:r w:rsidRPr="00A27C69">
        <w:rPr>
          <w:lang w:val="en-US"/>
        </w:rPr>
        <w:t>Document Event, with Conten</w:t>
      </w:r>
      <w:r>
        <w:rPr>
          <w:lang w:val="en-US"/>
        </w:rPr>
        <w:t>t - RCMR_MT3</w:t>
      </w:r>
      <w:r w:rsidRPr="00A27C69">
        <w:rPr>
          <w:lang w:val="en-US"/>
        </w:rPr>
        <w:t>00002</w:t>
      </w:r>
      <w:bookmarkEnd w:id="17"/>
      <w:bookmarkEnd w:id="18"/>
      <w:bookmarkEnd w:id="19"/>
      <w:r w:rsidRPr="00A27C69">
        <w:rPr>
          <w:lang w:val="en-US"/>
        </w:rPr>
        <w:t>FI01</w:t>
      </w:r>
      <w:bookmarkEnd w:id="20"/>
      <w:bookmarkEnd w:id="21"/>
    </w:p>
    <w:p w14:paraId="3D8F2730" w14:textId="1D95F142" w:rsidR="007F25AC" w:rsidRPr="00442D8A" w:rsidRDefault="007F25AC" w:rsidP="007F25AC">
      <w:pPr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</w:t>
      </w:r>
      <w:r w:rsidR="00A743F7">
        <w:t xml:space="preserve">suomalaisen </w:t>
      </w:r>
      <w:r>
        <w:t>sähköisen reseptin Medical Recor</w:t>
      </w:r>
      <w:r w:rsidR="0054422F">
        <w:t xml:space="preserve">ds sanomat -määrittelyissä </w:t>
      </w:r>
      <w:r w:rsidR="0054422F" w:rsidRPr="004D2805">
        <w:t xml:space="preserve">(Lääkemääräyksen Medical Records sanomat v3.50, </w:t>
      </w:r>
      <w:r w:rsidR="0054422F" w:rsidRPr="00607D37">
        <w:t xml:space="preserve">OID: </w:t>
      </w:r>
      <w:fldSimple w:instr=" DOCPROPERTY  OID  \* MERGEFORMAT ">
        <w:r w:rsidR="0054422F" w:rsidRPr="00607D37">
          <w:t>1.2.246.777.11.2017.10</w:t>
        </w:r>
      </w:fldSimple>
      <w:r>
        <w:t xml:space="preserve">) esitetyt huomiot. </w:t>
      </w:r>
    </w:p>
    <w:p w14:paraId="37DF330E" w14:textId="77777777" w:rsidR="007F25AC" w:rsidRPr="00344769" w:rsidRDefault="007F25AC" w:rsidP="007F25AC">
      <w:pPr>
        <w:pStyle w:val="ListParagraph1"/>
      </w:pPr>
      <w:r w:rsidRPr="00D8305F">
        <w:t>Alla olevassa taulukossa on määrit</w:t>
      </w:r>
      <w:r>
        <w:t>elty sanomatyypin tietosisältö.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2661"/>
      </w:tblGrid>
      <w:tr w:rsidR="007F25AC" w14:paraId="44F21BC2" w14:textId="77777777" w:rsidTr="008F6071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08B6790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lastRenderedPageBreak/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5B4DCC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52A44A4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2661" w:type="dxa"/>
            <w:shd w:val="clear" w:color="auto" w:fill="99CCFF"/>
            <w:vAlign w:val="center"/>
          </w:tcPr>
          <w:p w14:paraId="03C202CD" w14:textId="77777777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7F25AC" w14:paraId="0D3DFFB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71FBE8A" w14:textId="7C908750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22" w:name="RANGE!D5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2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7DD7E8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74C35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B7A4E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67FB3BA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E8717F9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3FAF69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77A95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661" w:type="dxa"/>
            <w:vAlign w:val="center"/>
          </w:tcPr>
          <w:p w14:paraId="44CF83A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224496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C2CF553" w14:textId="77777777" w:rsidR="007F25AC" w:rsidRDefault="007F25AC" w:rsidP="009E430D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089" w:type="dxa"/>
            <w:noWrap/>
            <w:vAlign w:val="center"/>
          </w:tcPr>
          <w:p w14:paraId="53CC41B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E0153F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661" w:type="dxa"/>
            <w:vAlign w:val="center"/>
          </w:tcPr>
          <w:p w14:paraId="73FFA9D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81AEF3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521684F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089" w:type="dxa"/>
            <w:noWrap/>
            <w:vAlign w:val="center"/>
          </w:tcPr>
          <w:p w14:paraId="5DAB81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179DA7E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661" w:type="dxa"/>
            <w:vAlign w:val="center"/>
          </w:tcPr>
          <w:p w14:paraId="163EF3C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7F25AC" w14:paraId="44735E8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58B7C0" w14:textId="77777777" w:rsidR="007F25AC" w:rsidRDefault="007F25AC" w:rsidP="009E430D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089" w:type="dxa"/>
            <w:noWrap/>
            <w:vAlign w:val="center"/>
          </w:tcPr>
          <w:p w14:paraId="428E0A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E2C40B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BBBC4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57326C5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7F25AC" w14:paraId="61431128" w14:textId="77777777" w:rsidTr="008F6071">
        <w:trPr>
          <w:trHeight w:val="559"/>
        </w:trPr>
        <w:tc>
          <w:tcPr>
            <w:tcW w:w="3257" w:type="dxa"/>
            <w:noWrap/>
            <w:vAlign w:val="center"/>
          </w:tcPr>
          <w:p w14:paraId="18FE7D32" w14:textId="77777777" w:rsidR="007F25AC" w:rsidRDefault="007F25AC" w:rsidP="009E430D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089" w:type="dxa"/>
            <w:noWrap/>
            <w:vAlign w:val="center"/>
          </w:tcPr>
          <w:p w14:paraId="7615A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8F3B38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83C359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38E19882" w14:textId="34EA6FF0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8.1</w:t>
            </w:r>
          </w:p>
          <w:p w14:paraId="41A4905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 kertoo, minkä soveltamisoppaan mukaisesti sanoma on muodostettu.</w:t>
            </w:r>
          </w:p>
        </w:tc>
      </w:tr>
      <w:tr w:rsidR="007F25AC" w14:paraId="576E53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4F60F69" w14:textId="77777777" w:rsidR="007F25AC" w:rsidRPr="00B96DAC" w:rsidRDefault="00500567" w:rsidP="009E430D">
            <w:pPr>
              <w:pStyle w:val="CDA-headertext"/>
              <w:ind w:firstLine="110"/>
              <w:rPr>
                <w:lang w:eastAsia="en-US"/>
              </w:rPr>
            </w:pPr>
            <w:hyperlink r:id="rId42" w:anchor="Act-id-att" w:tooltip="../../../infrastructure/rim/rim.htm#Act-id-att" w:history="1">
              <w:r w:rsidR="007F25AC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4EBA0DDA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2B254D0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E6C89A1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4E8A5B4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2C29B76B" w14:textId="222289C4" w:rsidR="007F25AC" w:rsidRPr="00B96DAC" w:rsidRDefault="00D35D31" w:rsidP="00D35D3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7F25AC"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7F25AC" w14:paraId="2B21C79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7B72E5" w14:textId="77777777" w:rsidR="007F25AC" w:rsidRDefault="00500567" w:rsidP="009E430D">
            <w:pPr>
              <w:pStyle w:val="CDA-headertext"/>
              <w:ind w:firstLine="110"/>
              <w:rPr>
                <w:lang w:eastAsia="en-US"/>
              </w:rPr>
            </w:pPr>
            <w:hyperlink r:id="rId43" w:anchor="Act-code-att" w:tooltip="../../../infrastructure/rim/rim.htm#Act-code-att" w:history="1">
              <w:r w:rsidR="007F25AC">
                <w:rPr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0F3961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BD163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ED429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7F25AC" w14:paraId="57187E5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2F98B" w14:textId="77777777" w:rsidR="007F25AC" w:rsidRPr="00B07EF6" w:rsidRDefault="00500567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4" w:anchor="Act-title-att" w:tooltip="../../../infrastructure/rim/rim.htm#Act-title-att" w:history="1">
              <w:r w:rsidR="007F25AC" w:rsidRPr="00B07EF6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089" w:type="dxa"/>
            <w:noWrap/>
            <w:vAlign w:val="center"/>
          </w:tcPr>
          <w:p w14:paraId="095C35D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8A6BF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65CF465" w14:textId="77777777" w:rsidR="007F25AC" w:rsidRPr="00B07EF6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355459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1B48E0D" w14:textId="77777777" w:rsidR="007F25AC" w:rsidRDefault="00500567" w:rsidP="009E430D">
            <w:pPr>
              <w:pStyle w:val="CDA-headertext"/>
              <w:ind w:firstLine="110"/>
              <w:rPr>
                <w:lang w:eastAsia="en-US"/>
              </w:rPr>
            </w:pPr>
            <w:hyperlink r:id="rId45" w:anchor="Act-text-att" w:tooltip="../../../infrastructure/rim/rim.htm#Act-text-att" w:history="1">
              <w:r w:rsidR="007F25AC">
                <w:rPr>
                  <w:lang w:eastAsia="en-US"/>
                </w:rPr>
                <w:t>text</w:t>
              </w:r>
            </w:hyperlink>
          </w:p>
        </w:tc>
        <w:tc>
          <w:tcPr>
            <w:tcW w:w="1089" w:type="dxa"/>
            <w:noWrap/>
            <w:vAlign w:val="center"/>
          </w:tcPr>
          <w:p w14:paraId="66BA61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73BC1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8675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7F25AC" w14:paraId="321730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5AEF18" w14:textId="77777777" w:rsidR="007F25AC" w:rsidRDefault="00500567" w:rsidP="009E430D">
            <w:pPr>
              <w:pStyle w:val="CDA-headertext"/>
              <w:ind w:firstLine="110"/>
              <w:rPr>
                <w:lang w:eastAsia="en-US"/>
              </w:rPr>
            </w:pPr>
            <w:hyperlink r:id="rId46" w:anchor="Act-statusCode-att" w:tooltip="../../../infrastructure/rim/rim.htm#Act-statusCode-att" w:history="1">
              <w:r w:rsidR="007F25AC">
                <w:rPr>
                  <w:lang w:eastAsia="en-US"/>
                </w:rPr>
                <w:t>statusCode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0934BA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C926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6A8FB0" w14:textId="1DFC85E9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käytetään dokumentin tila koodistoa ilmoittamaan, onko dokumentti lainvoimainen, mitätöity jn</w:t>
            </w:r>
            <w:r w:rsidR="005177AD">
              <w:rPr>
                <w:rFonts w:ascii="Microsoft Sans Serif" w:hAnsi="Microsoft Sans Serif" w:cs="Microsoft Sans Serif"/>
                <w:sz w:val="18"/>
                <w:szCs w:val="18"/>
              </w:rPr>
              <w:t>e. OID:1.2.246.537.5.40114.2006</w:t>
            </w:r>
          </w:p>
        </w:tc>
      </w:tr>
      <w:tr w:rsidR="007F25AC" w14:paraId="3A5492E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A1DA04" w14:textId="77777777" w:rsidR="007F25AC" w:rsidRDefault="00500567" w:rsidP="009E430D">
            <w:pPr>
              <w:pStyle w:val="CDA-headertext"/>
              <w:ind w:firstLine="110"/>
              <w:rPr>
                <w:lang w:eastAsia="en-US"/>
              </w:rPr>
            </w:pPr>
            <w:hyperlink r:id="rId47" w:anchor="Act-effectiveTime-att" w:tooltip="../../../infrastructure/rim/rim.htm#Act-effectiveTime-att" w:history="1">
              <w:r w:rsidR="007F25AC">
                <w:rPr>
                  <w:lang w:eastAsia="en-US"/>
                </w:rPr>
                <w:t>effectiveTime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6235A71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57FCD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D8AA1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7F25AC" w14:paraId="1E88BDB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959EC8" w14:textId="77777777" w:rsidR="007F25AC" w:rsidRPr="00170878" w:rsidRDefault="00500567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8" w:anchor="Act-availabilityTime-att" w:tooltip="../../../infrastructure/rim/rim.htm#Act-availabilityTime-att" w:history="1">
              <w:r w:rsidR="007F25AC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5BF95531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462048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85117B7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4A078BBD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ottaa käyttöön jos MR-sanomilla ruvetaan hallinnoimaan myös keskeneräisiä dokumentteja (kenttään tulee ajankohta jolloin dokumentti muuttuu tilaan ACTIVE tai COMPLETED)</w:t>
            </w:r>
          </w:p>
        </w:tc>
      </w:tr>
      <w:tr w:rsidR="007F25AC" w14:paraId="07F3E3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EE29FBE" w14:textId="77777777" w:rsidR="007F25AC" w:rsidRDefault="00500567" w:rsidP="009E430D">
            <w:pPr>
              <w:pStyle w:val="CDA-headertext"/>
              <w:ind w:firstLine="110"/>
              <w:rPr>
                <w:lang w:eastAsia="en-US"/>
              </w:rPr>
            </w:pPr>
            <w:hyperlink r:id="rId49" w:anchor="Act-confidentialityCode-att" w:tooltip="../../../infrastructure/rim/rim.htm#Act-confidentialityCode-att" w:history="1">
              <w:r w:rsidR="007F25AC">
                <w:rPr>
                  <w:lang w:eastAsia="en-US"/>
                </w:rPr>
                <w:t>confidentialityCode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71737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0C4B66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59540D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49E63CC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&lt;confidentialityCode code="5" codeSystem="1.2.246.777.5.99902.2006" codeSystemName="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20B62D4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Terveydenhuollon salassapidettävä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70CEB80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260C0CC" w14:textId="77777777" w:rsidR="007F25AC" w:rsidRPr="00170878" w:rsidRDefault="00500567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0" w:anchor="Act-reasonCode-att" w:tooltip="../../../infrastructure/rim/rim.htm#Act-reasonCode-att" w:history="1">
              <w:r w:rsidR="007F25AC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4D129B3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7399ED5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88F0CF2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52F08943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7F25AC" w14:paraId="3B481C1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57641C7" w14:textId="77777777" w:rsidR="007F25AC" w:rsidRDefault="00500567" w:rsidP="009E430D">
            <w:pPr>
              <w:pStyle w:val="CDA-headertext"/>
              <w:ind w:firstLine="110"/>
              <w:rPr>
                <w:lang w:eastAsia="en-US"/>
              </w:rPr>
            </w:pPr>
            <w:hyperlink r:id="rId51" w:anchor="Act-languageCode-att" w:tooltip="../../../infrastructure/rim/rim.htm#Act-languageCode-att" w:history="1">
              <w:r w:rsidR="007F25AC">
                <w:rPr>
                  <w:lang w:eastAsia="en-US"/>
                </w:rPr>
                <w:t>languageCode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4C63E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5281A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</w:p>
        </w:tc>
        <w:tc>
          <w:tcPr>
            <w:tcW w:w="2661" w:type="dxa"/>
            <w:vAlign w:val="center"/>
          </w:tcPr>
          <w:p w14:paraId="0C44825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16B07F0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698C52" w14:textId="77777777" w:rsidR="007F25AC" w:rsidRDefault="00500567" w:rsidP="009E430D">
            <w:pPr>
              <w:pStyle w:val="CDA-headertext"/>
              <w:ind w:firstLine="110"/>
              <w:rPr>
                <w:lang w:eastAsia="en-US"/>
              </w:rPr>
            </w:pPr>
            <w:hyperlink r:id="rId52" w:anchor="ContextStructure-setId-att" w:tooltip="../../../infrastructure/rim/rim.htm#ContextStructure-setId-att" w:history="1">
              <w:r w:rsidR="007F25AC">
                <w:rPr>
                  <w:lang w:eastAsia="en-US"/>
                </w:rPr>
                <w:t>setId</w:t>
              </w:r>
            </w:hyperlink>
          </w:p>
        </w:tc>
        <w:tc>
          <w:tcPr>
            <w:tcW w:w="1089" w:type="dxa"/>
            <w:noWrap/>
            <w:vAlign w:val="center"/>
          </w:tcPr>
          <w:p w14:paraId="6438FEF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999B6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8F4664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02AF35D3" w14:textId="7AD48BE4" w:rsidR="007F25AC" w:rsidRPr="00977412" w:rsidRDefault="00977412" w:rsidP="009E430D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7F25AC" w14:paraId="1E30BD4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06CD53" w14:textId="77777777" w:rsidR="007F25AC" w:rsidRDefault="00500567" w:rsidP="009E430D">
            <w:pPr>
              <w:pStyle w:val="CDA-headertext"/>
              <w:ind w:firstLine="110"/>
              <w:rPr>
                <w:lang w:eastAsia="en-US"/>
              </w:rPr>
            </w:pPr>
            <w:hyperlink r:id="rId53" w:anchor="ContextStructure-versionNumber-att" w:tooltip="../../../infrastructure/rim/rim.htm#ContextStructure-versionNumber-att" w:history="1">
              <w:r w:rsidR="007F25AC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089" w:type="dxa"/>
            <w:noWrap/>
            <w:vAlign w:val="center"/>
          </w:tcPr>
          <w:p w14:paraId="7BFFAB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A5365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5C769C1" w14:textId="7216CE82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:rsidRPr="000C15FF" w14:paraId="6BC685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ED8F333" w14:textId="77777777" w:rsidR="007F25AC" w:rsidRPr="008A5C89" w:rsidRDefault="00500567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4" w:anchor="Document-completionCode-att" w:tooltip="../../../infrastructure/rim/rim.htm#Document-completionCod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3F6D925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F556AD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5B354BC" w14:textId="75DCA00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D777F7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A0D39A1" w14:textId="77777777" w:rsidR="007F25AC" w:rsidRPr="008A5C89" w:rsidRDefault="00500567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5" w:anchor="Document-storageCode-att" w:tooltip="../../../infrastructure/rim/rim.htm#Document-storageCod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868AFA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3267AAB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2E02EFD" w14:textId="412DF28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  <w:r w:rsidR="007F25AC"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7F25AC" w14:paraId="313C88A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C610297" w14:textId="77777777" w:rsidR="007F25AC" w:rsidRPr="008A5C89" w:rsidRDefault="00500567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6" w:anchor="Document-copyTime-att" w:tooltip="../../../infrastructure/rim/rim.htm#Document-copyTim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10AD545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4886BC2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09AE47D" w14:textId="4F7FD262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873E70E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A52F7BB" w14:textId="4AD15351" w:rsidR="007F25AC" w:rsidRPr="002356F8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3" w:name="RANGE!D23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2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BF6C04F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43C8ED0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23F7B8F" w14:textId="77777777" w:rsidR="007F25AC" w:rsidRPr="002356F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4D5CE3A9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3D037" w14:textId="4C587D80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4" w:name="RANGE!D36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2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07967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52312F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D9B641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7F25AC" w14:paraId="19D3125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F96A188" w14:textId="77777777" w:rsidR="007F25AC" w:rsidRDefault="00500567" w:rsidP="009E430D">
            <w:pPr>
              <w:pStyle w:val="CDA-headertext"/>
              <w:ind w:firstLine="290"/>
              <w:rPr>
                <w:lang w:val="sv-SE" w:eastAsia="en-US"/>
              </w:rPr>
            </w:pPr>
            <w:hyperlink r:id="rId57" w:anchor="Participation-typeCode-att" w:tooltip="../../../infrastructure/rim/rim.htm#Participation-typeCode-att" w:history="1">
              <w:r w:rsidR="007F25AC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0BFE82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6D38E81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661" w:type="dxa"/>
            <w:vAlign w:val="center"/>
          </w:tcPr>
          <w:p w14:paraId="3B2BC93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7F25AC" w14:paraId="1FC74485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1730811" w14:textId="77777777" w:rsidR="007F25AC" w:rsidRDefault="007F25AC" w:rsidP="009E430D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45094F1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112AF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9918C7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132BB0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A9C6321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C93C76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5568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23A244A9" w14:textId="77777777" w:rsidR="007F25AC" w:rsidRPr="002F285B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2330C643" w14:textId="7DD4B509" w:rsidR="007F25AC" w:rsidRDefault="004F5AE0" w:rsidP="004F5AE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="007F25AC"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7F25AC" w14:paraId="11978F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23DC858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73BB8C8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2C77D9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9FE733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29924DA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E68FF02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D0BE3F1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3463E6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0E9561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0F9089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82766E8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AA3B67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59BB8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661" w:type="dxa"/>
            <w:shd w:val="clear" w:color="FFFF99" w:fill="auto"/>
            <w:vAlign w:val="center"/>
          </w:tcPr>
          <w:p w14:paraId="21F2216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15DB6B6B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4CCC942D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5D691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1D94D8D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725083C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F2E39E3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DB4955B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3D281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2DB9238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93BC1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68A4A3D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HUOM. nimen esittämisessä käytetään HL7 Finlandin tietotyyppioppaassa määriteltyä tapaa</w:t>
            </w:r>
          </w:p>
        </w:tc>
      </w:tr>
      <w:tr w:rsidR="007F25AC" w14:paraId="16FB8CB9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B6F779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E4B58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B9CBF9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76E212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7F25AC" w14:paraId="0750CA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B5252B9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03C61E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7853EA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C05A30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7F25AC" w14:paraId="35E69934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162C88E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5B4C5E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31912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3E1BB9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7F25AC" w14:paraId="426A7FC2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902858" w14:textId="77777777" w:rsidR="007F25AC" w:rsidRPr="0068027A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768AA9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565F910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410C535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E7D13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AB418E9" w14:textId="77777777" w:rsidR="007F25AC" w:rsidRDefault="00500567" w:rsidP="009E430D">
            <w:pPr>
              <w:pStyle w:val="CDA-headertext"/>
              <w:ind w:firstLine="290"/>
              <w:rPr>
                <w:lang w:eastAsia="en-US"/>
              </w:rPr>
            </w:pPr>
            <w:hyperlink r:id="rId58" w:anchor="LivingSubject-administrativeGenderCode-att" w:tooltip="../../../infrastructure/rim/rim.htm#LivingSubject-administrativeGenderCode-att" w:history="1">
              <w:r w:rsidR="007F25AC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A2C578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227527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4993EA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A8A160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43CED6B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F4F6AEE" w14:textId="77777777" w:rsidR="007F25AC" w:rsidRDefault="00500567" w:rsidP="009E430D">
            <w:pPr>
              <w:pStyle w:val="CDA-headertext"/>
              <w:ind w:firstLine="290"/>
              <w:rPr>
                <w:lang w:eastAsia="en-US"/>
              </w:rPr>
            </w:pPr>
            <w:hyperlink r:id="rId59" w:anchor="LivingSubject-birthTime-att" w:tooltip="../../../infrastructure/rim/rim.htm#LivingSubject-birthTime-att" w:history="1">
              <w:r w:rsidR="007F25AC">
                <w:rPr>
                  <w:lang w:eastAsia="en-US"/>
                </w:rPr>
                <w:t>birthTime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C5E4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6D0A47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43242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7F25AC" w14:paraId="0F71878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1100FB5" w14:textId="0A3C645E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5" w:name="RANGE!D3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2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0377B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955AC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BC8BFC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7F25AC" w14:paraId="7BCB9A2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168872E" w14:textId="77777777" w:rsidR="007F25AC" w:rsidRDefault="00500567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60" w:anchor="Participation-typeCode-att" w:tooltip="../../../infrastructure/rim/rim.htm#Participation-typeCode-att" w:history="1">
              <w:r w:rsidR="007F25AC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216BA5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CF772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2661" w:type="dxa"/>
            <w:vAlign w:val="center"/>
          </w:tcPr>
          <w:p w14:paraId="6BE2EDD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9316FC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CE517BE" w14:textId="77777777" w:rsidR="007F25AC" w:rsidRPr="0068027A" w:rsidRDefault="00500567" w:rsidP="009E430D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61" w:anchor="Participation-functionCode-att" w:tooltip="../../../infrastructure/rim/rim.htm#Participation-functionCode-att" w:history="1">
              <w:r w:rsidR="007F25AC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0BCCA493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D258FE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ACEDF3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44C45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899D95E" w14:textId="77777777" w:rsidR="007F25AC" w:rsidRPr="0068027A" w:rsidRDefault="00500567" w:rsidP="009E430D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62" w:anchor="Participation-time-att" w:tooltip="../../../infrastructure/rim/rim.htm#Participation-time-att" w:history="1">
              <w:r w:rsidR="007F25AC" w:rsidRPr="0068027A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5134CE34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1D77FA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349E111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63F4B05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D1266B6" w14:textId="0DD7EE83" w:rsidR="007F25AC" w:rsidRDefault="007F25AC" w:rsidP="009E430D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6" w:name="RANGE!D43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2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5FB24A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EBA71B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A938C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705D57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D1CF4D5" w14:textId="77777777" w:rsidR="007F25AC" w:rsidRDefault="00500567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3" w:anchor="Role-classCode-att" w:tooltip="../../../infrastructure/rim/rim.htm#Role-classCode-att" w:history="1">
              <w:r w:rsidR="007F25AC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1AE96E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839D23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2D42A26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5CFDFC9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7F1F282" w14:textId="77777777" w:rsidR="007F25AC" w:rsidRDefault="00500567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4" w:anchor="Role-id-att" w:tooltip="../../../infrastructure/rim/rim.htm#Role-id-att" w:history="1">
              <w:r w:rsidR="007F25AC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27F1439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DB9B9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FE6FA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40E8B2D" w14:textId="3B05B5DB" w:rsidR="007F25AC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tietoa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>ei välttämättä saada ulkomailta. Tällöin annetaan nullFlavor.</w:t>
            </w:r>
          </w:p>
        </w:tc>
      </w:tr>
      <w:tr w:rsidR="007F25AC" w14:paraId="1A6FE4A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6CFEC06" w14:textId="77777777" w:rsidR="007F25AC" w:rsidRPr="009E4BD0" w:rsidRDefault="00500567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5" w:anchor="Role-code-att" w:tooltip="../../../infrastructure/rim/rim.htm#Role-code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19E5A6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2FDF78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40EE4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928F05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1A3D51A" w14:textId="77777777" w:rsidR="007F25AC" w:rsidRPr="009E4BD0" w:rsidRDefault="00500567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6" w:anchor="Role-addr-att" w:tooltip="../../../infrastructure/rim/rim.htm#Role-addr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089" w:type="dxa"/>
            <w:noWrap/>
            <w:vAlign w:val="center"/>
          </w:tcPr>
          <w:p w14:paraId="153318A5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64452F6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379A5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1CD1AF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29939A8" w14:textId="77777777" w:rsidR="007F25AC" w:rsidRPr="009E4BD0" w:rsidRDefault="00500567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7" w:anchor="Role-telecom-att" w:tooltip="../../../infrastructure/rim/rim.htm#Role-telecom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089" w:type="dxa"/>
            <w:noWrap/>
            <w:vAlign w:val="center"/>
          </w:tcPr>
          <w:p w14:paraId="2B45CC2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2FB4EF9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B5974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1F647B0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48FF7D3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2235D2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31B972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6EDBE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7413B2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0291BEE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21500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D0708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1D79A2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7F25AC" w14:paraId="3E16A0B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C88475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3251F6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232B3F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0E2F0D1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7F25AC" w14:paraId="5AD20E10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521945C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4540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FBACA8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BF82C8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7F25AC" w14:paraId="72AFAB3E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7726AC8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B7754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BFFBD2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D08B9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7F25AC" w14:paraId="25BEB3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4957F7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0C0950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722999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56A2FF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7F25AC" w14:paraId="1F78E36C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FF92C1D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51E1C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5F3CA93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533CE2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 käytössä</w:t>
            </w:r>
          </w:p>
        </w:tc>
      </w:tr>
      <w:tr w:rsidR="007F25AC" w14:paraId="6CCC9A9A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BB9689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12EF730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071DAB1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1839646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1E159A7" w14:textId="77777777" w:rsidTr="008F6071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053FD16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3120E14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556F21A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74EC19F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36C03FA" w14:textId="05D8D1DE" w:rsidR="007F13B5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7F25AC" w14:paraId="5CC52577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D390840" w14:textId="77777777" w:rsidR="007F25AC" w:rsidRPr="001801B1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FFE5C0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6C1CCAFC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27A414F8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C84EF4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23B28FD" w14:textId="77777777" w:rsidR="007F25AC" w:rsidRPr="001801B1" w:rsidRDefault="007F25AC" w:rsidP="009E430D">
            <w:pPr>
              <w:ind w:firstLineChars="575" w:firstLine="103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2A034D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57173DFF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1B23416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21B60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2DD6FD5" w14:textId="77777777" w:rsidR="007F25AC" w:rsidRPr="001801B1" w:rsidRDefault="007F25AC" w:rsidP="009E430D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41818D1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7CECFB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29C381E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7F25AC" w14:paraId="3229F9D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E522B27" w14:textId="2D57EDFE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7" w:name="RANGE!D67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custodian</w:t>
            </w:r>
            <w:bookmarkEnd w:id="2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14E388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DA95B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CAD5F3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7F25AC" w14:paraId="0A4F689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6261DC" w14:textId="77777777" w:rsidR="007F25AC" w:rsidRDefault="00500567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68" w:anchor="Participation-typeCode-att" w:tooltip="../../../infrastructure/rim/rim.htm#Participation-typeCode-att" w:history="1">
              <w:r w:rsidR="007F25AC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C50E3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6386B0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2661" w:type="dxa"/>
            <w:vAlign w:val="center"/>
          </w:tcPr>
          <w:p w14:paraId="4D6DD9F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F3F8983" w14:textId="77777777" w:rsidTr="008F6071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236D3C5C" w14:textId="094E33FB" w:rsidR="007F25AC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28" w:name="RANGE!D6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2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B1496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5A905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95F7CB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7F25AC" w14:paraId="7F8BF5B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B400F" w14:textId="77777777" w:rsidR="007F25AC" w:rsidRDefault="00500567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9" w:anchor="Role-classCode-att" w:tooltip="../../../infrastructure/rim/rim.htm#Role-classCode-att" w:history="1">
              <w:r w:rsidR="007F25AC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10252E4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D6D47C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6467DCB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484BFF6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75EF42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noWrap/>
            <w:vAlign w:val="center"/>
          </w:tcPr>
          <w:p w14:paraId="50CA5C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4217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89647C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0D38D3B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691B3B0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EA7334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F677B3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FEFDFC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06992F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7F25AC" w14:paraId="78C72C8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200613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5F95EF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620509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0BFD5F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0A80584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7F25AC" w14:paraId="66BFF0B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C0317C0" w14:textId="445F157A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9" w:name="RANGE!D72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2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DB2CDE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93119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81741BF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3F421F8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684FDD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C821CDA" w14:textId="77777777" w:rsidR="007F25AC" w:rsidRPr="009E4BD0" w:rsidRDefault="007F25AC" w:rsidP="009E430D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5699D3E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6621BC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2661" w:type="dxa"/>
            <w:vAlign w:val="center"/>
          </w:tcPr>
          <w:p w14:paraId="5CD1891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6D85670F" w14:textId="77777777" w:rsidR="007F25AC" w:rsidRPr="009E4BD0" w:rsidRDefault="007F25AC" w:rsidP="009E430D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tracker (ei käytössä) </w:t>
            </w:r>
          </w:p>
          <w:p w14:paraId="31CFA8A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5551E7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70AA9F3" w14:textId="71FEE2CF" w:rsidR="007F25AC" w:rsidRPr="009E4BD0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30" w:name="RANGE!D74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3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F26936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F11B1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DA8872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0A461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7E590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632B2CC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A628F97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022B428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8F74D9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D49D69D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4BB124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7B95EC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75AD1E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Tämä kenttä on siirretty alla olevaan organisaation CMETiin.</w:t>
            </w:r>
          </w:p>
          <w:p w14:paraId="067F33E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B33382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268221A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</w:p>
        </w:tc>
        <w:tc>
          <w:tcPr>
            <w:tcW w:w="1089" w:type="dxa"/>
            <w:noWrap/>
            <w:vAlign w:val="center"/>
          </w:tcPr>
          <w:p w14:paraId="0FF0F22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29875AB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48AF614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5F5B1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FF2BA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463B8C6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7586FFB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570E2D8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1FCD9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D94D4E6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lastRenderedPageBreak/>
              <w:t>informationRecipient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1B84B5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2FA6B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D1ABCD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jos uusimispyynnössä on nimetty pyynnön käsittelijä (Person CMET)</w:t>
            </w:r>
          </w:p>
          <w:p w14:paraId="25CAD37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FA7D7D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93EF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receivedOrganization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2AB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5C588D4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4C31F4C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antamaan täsmällisempiä tietoja uusimispyynnön vastaanottavasta organisaatiosta (Organisaation CMET) Huom. Tästä CMETistä käytetään vain id-kenttää.</w:t>
            </w:r>
          </w:p>
          <w:p w14:paraId="3388516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3E3B9E4" w14:textId="77777777" w:rsidTr="008F6071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350F99B6" w14:textId="77777777" w:rsidR="007F25AC" w:rsidRPr="009E4BD0" w:rsidRDefault="007F25AC" w:rsidP="009E430D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3288AFB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40C9B5B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FFFFFF"/>
            <w:vAlign w:val="center"/>
          </w:tcPr>
          <w:p w14:paraId="154D8D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5B493E3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C3A8E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5F1C5E" w14:textId="11FA96D2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1" w:name="RANGE!D8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3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5D0395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03557F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7C548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B721B7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340C2C" w14:textId="0F01678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2" w:name="RANGE!D86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3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9C3D4C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C73D4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E87667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B54C9C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93E42B" w14:textId="2BEB0368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3" w:name="RANGE!D9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3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BA513E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FA1774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362AB5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26CED3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ECCC927" w14:textId="0C578135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4" w:name="RANGE!D103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3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14DC76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FE81D39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6B60D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BE4E62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8D9638B" w14:textId="1AFEB6F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5" w:name="RANGE!D11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3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6CCC51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8B26F28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05F1CE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FD28EE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75DE891" w14:textId="133FF6C0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6" w:name="RANGE!D124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3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AFD5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C9792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DCA6F0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2A1196C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Rakenteen käyttö ja kentissä saamat arvot on kuvattu tarkemmin dokumentissa "Lääkemääräyksen CDA R2 header"</w:t>
            </w:r>
          </w:p>
        </w:tc>
      </w:tr>
      <w:tr w:rsidR="007F25AC" w14:paraId="338BC3D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C15E1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5443129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C2CDE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06E53A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7F25AC" w14:paraId="27285FD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E52CAF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9EFE8A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3BE0A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C940FA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9A6D9A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F19877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972F3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F499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7BAEDD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0943D09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7F25AC" w:rsidRPr="009E4134" w14:paraId="5A18BE1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0F87B2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</w:p>
        </w:tc>
        <w:tc>
          <w:tcPr>
            <w:tcW w:w="1089" w:type="dxa"/>
            <w:noWrap/>
            <w:vAlign w:val="center"/>
          </w:tcPr>
          <w:p w14:paraId="3798D2A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D5D11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1C4492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2386F75" w14:textId="77777777" w:rsidR="007F25AC" w:rsidRPr="009E4134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&lt;code code="1" codeSystem=”1.2.246.537.5.40105.2006” codeSystemName=”Reseptisanoman tyyppi” displayName=”Lääkemääräys”/&gt;</w:t>
            </w:r>
          </w:p>
        </w:tc>
      </w:tr>
      <w:tr w:rsidR="007F25AC" w14:paraId="1F6783E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242138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3BF34C2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FBE2E0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F948B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setId eli juuriasiakirjan/asiakirjajoukon tunniste </w:t>
            </w:r>
          </w:p>
        </w:tc>
      </w:tr>
      <w:tr w:rsidR="007F25AC" w14:paraId="25E893FA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13BEC37" w14:textId="2DB03062" w:rsidR="007F25AC" w:rsidRPr="0085048D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7" w:name="RANGE!D134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authorization</w:t>
            </w:r>
            <w:bookmarkEnd w:id="3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2E1D5C4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CD2AD99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5AA7E9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7D30F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6819AE3" w14:textId="09E9AA09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8" w:name="RANGE!D142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3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1FD1B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0BDAF8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8048C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3442C6D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ACCC7E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089" w:type="dxa"/>
            <w:noWrap/>
            <w:vAlign w:val="center"/>
          </w:tcPr>
          <w:p w14:paraId="0D1D489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76810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4042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7F25AC" w14:paraId="77C6B0A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D215DF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089" w:type="dxa"/>
            <w:noWrap/>
            <w:vAlign w:val="center"/>
          </w:tcPr>
          <w:p w14:paraId="169DCC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BEF97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F749D6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7F25AC" w14:paraId="49D2273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73369B" w14:textId="77777777" w:rsidR="007F25AC" w:rsidRPr="00D35D31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B02A69D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BE8164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6C74752" w14:textId="77777777" w:rsidR="007F25AC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(toistuvuus 0..1 + pakollisuus tarkoittaa V3 käytännön mukaisesti sitä että tietoa ei tarvitse lähettää jos sitä ei ole olemassa ts. nullFlavoria ei tarvitse käyttää, tämä on kuvattu V3 guide conformance osiossa)</w:t>
            </w:r>
          </w:p>
          <w:p w14:paraId="4A76C78C" w14:textId="6E44C4E4" w:rsidR="00D35D31" w:rsidRPr="00D35D31" w:rsidRDefault="00D35D31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AC6E45D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E365AC5" w14:textId="77777777" w:rsidR="007F25AC" w:rsidRPr="00D35D31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644F47C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E640660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E5555BD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7F25AC" w:rsidRPr="007E5B9E" w14:paraId="2F3FF8D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33A02C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6949067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C747FC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7C56F69E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7F25AC" w14:paraId="739B4B5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43B4506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D3D1F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92BDCCF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2C2BB6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7F25AC" w14:paraId="5E121B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7A5E694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228B886B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FD43B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1CA5D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7F25AC" w14:paraId="52A07A4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77C6BE4B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1E7F49F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1445795A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vAlign w:val="center"/>
          </w:tcPr>
          <w:p w14:paraId="484D2565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7F25AC" w:rsidRPr="00A87FC0" w14:paraId="28F013E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717F7617" w14:textId="77777777" w:rsidR="007F25AC" w:rsidRPr="0085048D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41E24611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20A6E1CE" w14:textId="77777777" w:rsidR="007F25AC" w:rsidRPr="0085048D" w:rsidRDefault="007F25AC" w:rsidP="009E430D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D315754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7F25AC" w14:paraId="1C51179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1D3824FD" w14:textId="77777777" w:rsidR="007F25AC" w:rsidRPr="0085048D" w:rsidRDefault="007F25AC" w:rsidP="009E430D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EFCDDD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43B9437E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55F190F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54AA84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6E02A5BD" w14:textId="77777777" w:rsidR="007F25AC" w:rsidRPr="00F07C9E" w:rsidRDefault="007F25AC" w:rsidP="009E430D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769D321A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079805C3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5D77A07E" w14:textId="77777777" w:rsidR="009E430D" w:rsidRDefault="009E430D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6E21B61F" w14:textId="69B23BE4" w:rsidR="007F25AC" w:rsidRPr="00F07C9E" w:rsidRDefault="009E430D" w:rsidP="0031233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Ulkomailta palautuvissa lääkemääräyksissä näitä t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>ietoja ei kuitenkaan saada. P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akolliseksi merkatut tiedot tullaan ilmoittamaan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 xml:space="preserve"> näissä asiakirjoissa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 nullFlavorina.</w:t>
            </w:r>
          </w:p>
        </w:tc>
      </w:tr>
      <w:tr w:rsidR="007F25AC" w14:paraId="2381D4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11E491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dispenseStatus</w:t>
            </w:r>
          </w:p>
        </w:tc>
        <w:tc>
          <w:tcPr>
            <w:tcW w:w="1089" w:type="dxa"/>
            <w:noWrap/>
            <w:vAlign w:val="center"/>
          </w:tcPr>
          <w:p w14:paraId="71E7E27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7E785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7ED3E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7F25AC" w14:paraId="279AFDB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D2CB23" w14:textId="77777777" w:rsidR="007F25AC" w:rsidRPr="001C113E" w:rsidRDefault="007F25AC" w:rsidP="009E430D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1FC7D04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8E60C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42481F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1D66A7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03D0D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D6F718B" w14:textId="77777777" w:rsidR="007F25AC" w:rsidRPr="001C113E" w:rsidRDefault="007F25AC" w:rsidP="009E430D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2763A62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4E9365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8B490E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BFBBB9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5B9191E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7A983C9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5A351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69C83E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27889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51AFFC2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769EC5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59D97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04AB473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200097A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167867F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3A002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31B9A1" w14:textId="17B115F1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toimitustilat </w:t>
            </w:r>
            <w:r w:rsidR="001C113E" w:rsidRPr="001C113E">
              <w:rPr>
                <w:rFonts w:ascii="Microsoft Sans Serif" w:hAnsi="Microsoft Sans Serif" w:cs="Microsoft Sans Serif"/>
                <w:sz w:val="18"/>
                <w:szCs w:val="18"/>
              </w:rPr>
              <w:t>(OID: 1.2.246.537.5.40123.2006)</w:t>
            </w:r>
          </w:p>
        </w:tc>
      </w:tr>
      <w:tr w:rsidR="007F25AC" w14:paraId="2A5F83A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D87215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3F9D6C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5F8CB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DA5BD65" w14:textId="61277CD7" w:rsidR="007F25AC" w:rsidRPr="001C113E" w:rsidRDefault="001C113E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tekijästä</w:t>
            </w:r>
          </w:p>
        </w:tc>
      </w:tr>
      <w:tr w:rsidR="007F25AC" w14:paraId="0B59F23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4ADE89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2C47F6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B81B9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507E7F2" w14:textId="5D79A654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7F25AC" w14:paraId="521520D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4AD6CB7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</w:p>
        </w:tc>
        <w:tc>
          <w:tcPr>
            <w:tcW w:w="1089" w:type="dxa"/>
            <w:noWrap/>
            <w:vAlign w:val="center"/>
          </w:tcPr>
          <w:p w14:paraId="5C30685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1EE25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3DDE13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7F25AC" w14:paraId="0D186E2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99C49B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1918226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BECA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E2C7D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480E9E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D467DBE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452EF57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CB4A64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95B210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7D1CD56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3D0300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4CF681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D820D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57037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337D737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633DDBB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1ECE3EF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951DF5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4F12DF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6EE8E0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EC44791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7AFA789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5F2117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9450B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7F25AC" w14:paraId="670653E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706243E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41A948D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65C7D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53756B5" w14:textId="19E0DD1D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1DE0AEE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8CE2314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1724A5C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F7E8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902B7A" w14:textId="762D2C52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45AF1ED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A1B31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</w:p>
        </w:tc>
        <w:tc>
          <w:tcPr>
            <w:tcW w:w="1089" w:type="dxa"/>
            <w:noWrap/>
            <w:vAlign w:val="center"/>
          </w:tcPr>
          <w:p w14:paraId="09618DB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8797E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2DC3A2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7F25AC" w14:paraId="5FF9DD0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A3FEF6E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31D1456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6120B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31F11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19E64C2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A2780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E31D0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DE4F4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893D1D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46FE4A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3031662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87E6E4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58F72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10F565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5BDC9D7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3A4ACF9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2F8C8F8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6AAA9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D1F7BC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17EA97A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90E692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06EA45C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484D6B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72DED04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7F25AC" w14:paraId="2338A4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DC9D74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6353F22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67D2FE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A2E504" w14:textId="22EF72F0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7F09BF6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00C30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6B4780D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27B8D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BC5A2" w14:textId="1A4E69AB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138795F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400AD4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</w:p>
        </w:tc>
        <w:tc>
          <w:tcPr>
            <w:tcW w:w="1089" w:type="dxa"/>
            <w:noWrap/>
            <w:vAlign w:val="center"/>
          </w:tcPr>
          <w:p w14:paraId="19056FE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0A3310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F9CF59F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7F25AC" w14:paraId="13BFA38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9071AA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67657BE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B4F60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F25AF3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27DA63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F238A8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C74561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61811D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7047C1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63F130B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5F0D9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2E98F98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DAA69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A5927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2D4BE44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6E74AAE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6228B96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5D3CC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6F12CA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260D937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8071A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0195A8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5DE3E0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FBF5B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7F25AC" w14:paraId="10435E5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1E01CD7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3DBF5CA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152C9A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00E50ED" w14:textId="0CC1A5AC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468E9FA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77CC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7FCA050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430B71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DA2E2" w14:textId="3A5877D7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066DE1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88FA48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</w:p>
        </w:tc>
        <w:tc>
          <w:tcPr>
            <w:tcW w:w="1089" w:type="dxa"/>
            <w:noWrap/>
            <w:vAlign w:val="center"/>
          </w:tcPr>
          <w:p w14:paraId="69A8C21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2AB26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230B5FF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7F25AC" w14:paraId="3FC37F1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05D750C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</w:p>
        </w:tc>
        <w:tc>
          <w:tcPr>
            <w:tcW w:w="1089" w:type="dxa"/>
            <w:noWrap/>
            <w:vAlign w:val="center"/>
          </w:tcPr>
          <w:p w14:paraId="5C6022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F0929F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D9CDA5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157189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7F25AC" w14:paraId="21FCD04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05779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</w:p>
        </w:tc>
        <w:tc>
          <w:tcPr>
            <w:tcW w:w="1089" w:type="dxa"/>
            <w:noWrap/>
            <w:vAlign w:val="center"/>
          </w:tcPr>
          <w:p w14:paraId="245891E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E30A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50AAC2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457B3068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7ACE62F1" w14:textId="43968460" w:rsidR="007F25AC" w:rsidRPr="00E17A35" w:rsidRDefault="007F25AC" w:rsidP="007F25AC">
      <w:pPr>
        <w:pStyle w:val="Kuvateksti"/>
        <w:rPr>
          <w:lang w:val="fi-FI"/>
        </w:rPr>
      </w:pPr>
      <w:r>
        <w:rPr>
          <w:lang w:val="fi-FI"/>
        </w:rPr>
        <w:t>Taulukko 2</w:t>
      </w:r>
      <w:r w:rsidRPr="00E17A35">
        <w:rPr>
          <w:lang w:val="fi-FI"/>
        </w:rPr>
        <w:t>:</w:t>
      </w:r>
      <w:r>
        <w:rPr>
          <w:lang w:val="fi-FI"/>
        </w:rPr>
        <w:t xml:space="preserve"> </w:t>
      </w:r>
      <w:r w:rsidRPr="00E17A35">
        <w:rPr>
          <w:lang w:val="fi-FI"/>
        </w:rPr>
        <w:t>Sanomatyypin RCMR_MT300002FI01 tietosisältö</w:t>
      </w:r>
    </w:p>
    <w:p w14:paraId="3FF054B1" w14:textId="487353E5" w:rsidR="002A3464" w:rsidRDefault="002A3464" w:rsidP="002A3464">
      <w:pPr>
        <w:pStyle w:val="Otsikko2"/>
      </w:pPr>
      <w:bookmarkStart w:id="39" w:name="_Toc513470445"/>
      <w:r>
        <w:t>Dokumenttihallinnan interaktiot</w:t>
      </w:r>
      <w:bookmarkEnd w:id="39"/>
    </w:p>
    <w:p w14:paraId="0B6648D1" w14:textId="4CA896AB" w:rsidR="00F03CBD" w:rsidRPr="00F03CBD" w:rsidRDefault="00F03CBD" w:rsidP="00F03CBD">
      <w:pPr>
        <w:pStyle w:val="Leipteksti"/>
      </w:pPr>
      <w:r>
        <w:t>Tässä luvussa on esitelty Rajat ylittävässä reseptissä käytössä olevat dokumenttihallinnan interaktiot.</w:t>
      </w:r>
    </w:p>
    <w:p w14:paraId="4C03E8EB" w14:textId="618233C7" w:rsidR="002C0502" w:rsidRDefault="002A3464" w:rsidP="002C050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40" w:name="_Ref189449983"/>
      <w:bookmarkStart w:id="41" w:name="_Toc492904220"/>
      <w:bookmarkStart w:id="42" w:name="_Toc513470446"/>
      <w:r w:rsidRPr="003B6FED">
        <w:rPr>
          <w:lang w:val="en-US"/>
        </w:rPr>
        <w:t xml:space="preserve">Original Dispense Document with Content </w:t>
      </w:r>
      <w:r>
        <w:rPr>
          <w:lang w:val="en-US"/>
        </w:rPr>
        <w:t>(RCMR_IN3002</w:t>
      </w:r>
      <w:r w:rsidRPr="00F17DCF">
        <w:rPr>
          <w:lang w:val="en-US"/>
        </w:rPr>
        <w:t>02</w:t>
      </w:r>
      <w:r>
        <w:rPr>
          <w:lang w:val="en-US"/>
        </w:rPr>
        <w:t>FI01</w:t>
      </w:r>
      <w:r w:rsidRPr="00F17DCF">
        <w:rPr>
          <w:lang w:val="en-US"/>
        </w:rPr>
        <w:t>)</w:t>
      </w:r>
      <w:bookmarkEnd w:id="40"/>
      <w:bookmarkEnd w:id="41"/>
      <w:bookmarkEnd w:id="42"/>
      <w:r w:rsidRPr="00F17DCF">
        <w:rPr>
          <w:lang w:val="en-US"/>
        </w:rPr>
        <w:t xml:space="preserve"> </w:t>
      </w:r>
    </w:p>
    <w:p w14:paraId="5B0935C1" w14:textId="77777777" w:rsidR="00B663DA" w:rsidRPr="00B663DA" w:rsidRDefault="00B663DA" w:rsidP="00B663DA">
      <w:pPr>
        <w:pStyle w:val="Leipteksti"/>
        <w:rPr>
          <w:lang w:val="en-US"/>
        </w:rPr>
      </w:pPr>
    </w:p>
    <w:p w14:paraId="16FE3B76" w14:textId="538D5D5F" w:rsidR="002A3464" w:rsidRDefault="002A3464" w:rsidP="002A3464">
      <w:r>
        <w:t>Tällä interaktiolla siir</w:t>
      </w:r>
      <w:r w:rsidR="00B21D06">
        <w:t>retään lääkemääräyksen toimitus</w:t>
      </w:r>
      <w:r>
        <w:t xml:space="preserve"> kansalliselle yhteyspisteelle.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6"/>
        <w:gridCol w:w="3276"/>
        <w:gridCol w:w="2354"/>
      </w:tblGrid>
      <w:tr w:rsidR="002A3464" w:rsidRPr="00C44A75" w14:paraId="02E3DACE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1A75934" w14:textId="77777777" w:rsidR="002A3464" w:rsidRPr="00D627EE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2C15EB45" w14:textId="77777777" w:rsidR="002A3464" w:rsidRPr="00D627EE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1742" w:type="dxa"/>
          </w:tcPr>
          <w:p w14:paraId="5FEF8590" w14:textId="77777777" w:rsidR="002A3464" w:rsidRPr="00D627EE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2A3464" w14:paraId="4FD7D5D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7A4DBD1E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135D0F28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1742" w:type="dxa"/>
          </w:tcPr>
          <w:p w14:paraId="741B2142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2A3464" w14:paraId="4F0D9E89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63466EA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0" w:type="auto"/>
          </w:tcPr>
          <w:p w14:paraId="435CDA80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1742" w:type="dxa"/>
          </w:tcPr>
          <w:p w14:paraId="5C3742E1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2A3464" w14:paraId="4700A6E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5887BDB8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6A860E6A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1742" w:type="dxa"/>
          </w:tcPr>
          <w:p w14:paraId="33E3D8CB" w14:textId="18B82990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170938EC" w14:textId="0A4BBF80" w:rsidR="002C0502" w:rsidRPr="002A3464" w:rsidRDefault="002A3464" w:rsidP="002A3464">
      <w:r>
        <w:t xml:space="preserve"> </w:t>
      </w: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50"/>
        <w:gridCol w:w="4934"/>
        <w:gridCol w:w="2380"/>
      </w:tblGrid>
      <w:tr w:rsidR="002A3464" w14:paraId="2DE44615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6F150" w14:textId="77777777" w:rsidR="002A3464" w:rsidRDefault="002A3464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2A3464" w14:paraId="464CFA6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9615A10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0" w:type="auto"/>
          </w:tcPr>
          <w:p w14:paraId="16C8E7C4" w14:textId="77777777" w:rsidR="002A3464" w:rsidRPr="00BE2358" w:rsidRDefault="002A3464" w:rsidP="004271DD">
            <w:pPr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Document Originator</w:t>
            </w:r>
          </w:p>
        </w:tc>
        <w:tc>
          <w:tcPr>
            <w:tcW w:w="1447" w:type="dxa"/>
          </w:tcPr>
          <w:p w14:paraId="346FF669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2A3464" w14:paraId="52DA3D2A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1230111A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</w:p>
        </w:tc>
        <w:tc>
          <w:tcPr>
            <w:tcW w:w="0" w:type="auto"/>
          </w:tcPr>
          <w:p w14:paraId="590CBC54" w14:textId="77777777" w:rsidR="002A3464" w:rsidRPr="00BE2358" w:rsidRDefault="002A3464" w:rsidP="004271DD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47" w:type="dxa"/>
          </w:tcPr>
          <w:p w14:paraId="58A1D0F5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29C881FE" w14:textId="25E52BA3" w:rsidR="002C0502" w:rsidRDefault="002C0502" w:rsidP="002C0502">
      <w:pPr>
        <w:pStyle w:val="Leipteksti"/>
      </w:pPr>
    </w:p>
    <w:p w14:paraId="5192B40A" w14:textId="77777777" w:rsidR="002A3464" w:rsidRDefault="002A3464" w:rsidP="002A3464">
      <w:r>
        <w:t>Vastaanottajan vastuu:</w:t>
      </w:r>
    </w:p>
    <w:p w14:paraId="1A2AA05F" w14:textId="549CC899" w:rsidR="002A3464" w:rsidRDefault="002A3464" w:rsidP="00331D6C">
      <w:r>
        <w:t>Interaktion käsittelijän tulee lähettää sovellustasonkuittaus i</w:t>
      </w:r>
      <w:r w:rsidR="00DB70BC">
        <w:t>nteraktiolla RCMR_IN320001FI01.</w:t>
      </w:r>
    </w:p>
    <w:p w14:paraId="1DC8878D" w14:textId="77777777" w:rsidR="005D19FB" w:rsidRPr="00331D6C" w:rsidRDefault="005D19FB" w:rsidP="00331D6C"/>
    <w:p w14:paraId="769FDBEE" w14:textId="669A3B3E" w:rsidR="00B663DA" w:rsidRDefault="002A3464" w:rsidP="00D87241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43" w:name="_Ref169964325"/>
      <w:bookmarkStart w:id="44" w:name="_Toc170762818"/>
      <w:bookmarkStart w:id="45" w:name="_Toc170763565"/>
      <w:bookmarkStart w:id="46" w:name="_Toc492904237"/>
      <w:bookmarkStart w:id="47" w:name="_Toc513470447"/>
      <w:r w:rsidRPr="00B663DA">
        <w:rPr>
          <w:lang w:val="en-US"/>
        </w:rPr>
        <w:lastRenderedPageBreak/>
        <w:t>Document Transmission Acknowledgement (RCMR_IN320001FI01</w:t>
      </w:r>
      <w:r>
        <w:rPr>
          <w:lang w:val="en-US"/>
        </w:rPr>
        <w:t>)</w:t>
      </w:r>
      <w:bookmarkEnd w:id="43"/>
      <w:bookmarkEnd w:id="44"/>
      <w:bookmarkEnd w:id="45"/>
      <w:bookmarkEnd w:id="46"/>
      <w:bookmarkEnd w:id="47"/>
    </w:p>
    <w:p w14:paraId="7815897D" w14:textId="77777777" w:rsidR="00B663DA" w:rsidRPr="006218B1" w:rsidRDefault="00B663DA" w:rsidP="00B663DA">
      <w:pPr>
        <w:pStyle w:val="Leipteksti"/>
        <w:rPr>
          <w:lang w:val="en-US"/>
        </w:rPr>
      </w:pPr>
    </w:p>
    <w:p w14:paraId="2F3549DA" w14:textId="7DC85983" w:rsidR="007427C3" w:rsidRDefault="00B663DA" w:rsidP="00B663DA">
      <w:pPr>
        <w:pStyle w:val="Leipteksti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 w:rsidR="005D19FB">
        <w:t>, paitsi ei</w:t>
      </w:r>
      <w:r w:rsidRPr="00B663DA">
        <w:t xml:space="preserve"> kyselyjen vastauksissa.</w:t>
      </w:r>
      <w:r>
        <w:t xml:space="preserve"> Sanoman </w:t>
      </w:r>
      <w:r w:rsidR="0083671D">
        <w:t>määrittelyt kuittauksen sekä mahdollisten varoitusten ja virheiden osalta</w:t>
      </w:r>
      <w:r>
        <w:t xml:space="preserve"> vastaavat </w:t>
      </w:r>
      <w:r w:rsidR="0083671D">
        <w:t xml:space="preserve">suomalaisen </w:t>
      </w:r>
      <w:r w:rsidR="007427C3">
        <w:t>sähköisen reseptin vastaavan sanoma</w:t>
      </w:r>
      <w:r w:rsidR="004957D0">
        <w:t>n</w:t>
      </w:r>
      <w:r w:rsidR="007427C3">
        <w:t xml:space="preserve"> määrittelyjä</w:t>
      </w:r>
      <w:r w:rsidR="00D974D7">
        <w:t xml:space="preserve"> </w:t>
      </w:r>
      <w:r w:rsidR="00D974D7" w:rsidRPr="004D2805">
        <w:t xml:space="preserve">(Lääkemääräyksen Medical Records sanomat v3.50, </w:t>
      </w:r>
      <w:r w:rsidR="00D974D7" w:rsidRPr="00607D37">
        <w:t xml:space="preserve">OID: </w:t>
      </w:r>
      <w:fldSimple w:instr=" DOCPROPERTY  OID  \* MERGEFORMAT ">
        <w:r w:rsidR="00D974D7" w:rsidRPr="00607D37">
          <w:t>1.2.246.777.11.2017.10</w:t>
        </w:r>
      </w:fldSimple>
      <w:r w:rsidR="00D974D7">
        <w:t>)</w:t>
      </w:r>
      <w:r w:rsidR="007427C3">
        <w:t xml:space="preserve">. </w:t>
      </w:r>
    </w:p>
    <w:p w14:paraId="437E0FCF" w14:textId="77777777" w:rsidR="007E4970" w:rsidRDefault="007E4970" w:rsidP="00B663DA">
      <w:pPr>
        <w:pStyle w:val="Leipteksti"/>
      </w:pP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69"/>
        <w:gridCol w:w="3403"/>
        <w:gridCol w:w="2484"/>
      </w:tblGrid>
      <w:tr w:rsidR="007E4970" w14:paraId="172E6CC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55FD51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287DF46C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Received document event</w:t>
            </w:r>
          </w:p>
        </w:tc>
        <w:tc>
          <w:tcPr>
            <w:tcW w:w="2439" w:type="dxa"/>
          </w:tcPr>
          <w:p w14:paraId="0316A7C2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7E4970" w14:paraId="007291A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B0F198E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3D544D94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439" w:type="dxa"/>
          </w:tcPr>
          <w:p w14:paraId="6630FD4E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7E4970" w14:paraId="49A9A4D5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464B426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03E8DB5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Trigger Event Control Act</w:t>
            </w:r>
          </w:p>
        </w:tc>
        <w:tc>
          <w:tcPr>
            <w:tcW w:w="2439" w:type="dxa"/>
          </w:tcPr>
          <w:p w14:paraId="0ACF3179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7E4970" w14:paraId="45A78020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0C2549DC" w14:textId="77777777" w:rsidR="007E4970" w:rsidRPr="009E2BF7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0D8F4588" w14:textId="77777777" w:rsidR="007E4970" w:rsidRPr="009E2BF7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 w:rsidRPr="009E2BF7"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2439" w:type="dxa"/>
          </w:tcPr>
          <w:p w14:paraId="4C6B2642" w14:textId="33112548" w:rsidR="007E4970" w:rsidRPr="009E2BF7" w:rsidRDefault="00822672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="007E4970"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CB7E805" w14:textId="77777777" w:rsidR="007E4970" w:rsidRDefault="007E4970" w:rsidP="00B663DA">
      <w:pPr>
        <w:pStyle w:val="Leipteksti"/>
      </w:pP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45"/>
        <w:gridCol w:w="4439"/>
        <w:gridCol w:w="2380"/>
      </w:tblGrid>
      <w:tr w:rsidR="00EC54A0" w14:paraId="5CB77A68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80152" w14:textId="77777777" w:rsidR="00EC54A0" w:rsidRDefault="00EC54A0" w:rsidP="00D87241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EC54A0" w14:paraId="7D5F4596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05DFDCE6" w14:textId="77777777" w:rsidR="00EC54A0" w:rsidRPr="00BE2358" w:rsidRDefault="00EC54A0" w:rsidP="00D87241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167" w:type="dxa"/>
          </w:tcPr>
          <w:p w14:paraId="782A135B" w14:textId="77777777" w:rsidR="00EC54A0" w:rsidRPr="00BE2358" w:rsidRDefault="00EC54A0" w:rsidP="00D87241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21" w:type="dxa"/>
          </w:tcPr>
          <w:p w14:paraId="013585EB" w14:textId="77777777" w:rsidR="00EC54A0" w:rsidRPr="00BE2358" w:rsidRDefault="00EC54A0" w:rsidP="00D87241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EC54A0" w14:paraId="3FD18AFD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4AFD74B1" w14:textId="77777777" w:rsidR="00EC54A0" w:rsidRDefault="00EC54A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Receiver</w:t>
            </w:r>
          </w:p>
        </w:tc>
        <w:tc>
          <w:tcPr>
            <w:tcW w:w="5167" w:type="dxa"/>
          </w:tcPr>
          <w:p w14:paraId="78729093" w14:textId="77777777" w:rsidR="00EC54A0" w:rsidRDefault="00EC54A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Document Originator </w:t>
            </w:r>
          </w:p>
        </w:tc>
        <w:tc>
          <w:tcPr>
            <w:tcW w:w="1421" w:type="dxa"/>
          </w:tcPr>
          <w:p w14:paraId="5E215548" w14:textId="77777777" w:rsidR="00EC54A0" w:rsidRDefault="00EC54A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3EC9E720" w14:textId="614A5E45" w:rsidR="00093224" w:rsidRDefault="00093224" w:rsidP="00B663DA">
      <w:pPr>
        <w:pStyle w:val="Leipteksti"/>
      </w:pPr>
    </w:p>
    <w:p w14:paraId="413BC784" w14:textId="4B306C4B" w:rsidR="00093224" w:rsidRPr="00B663DA" w:rsidRDefault="00093224" w:rsidP="00B663DA">
      <w:pPr>
        <w:pStyle w:val="Leipteksti"/>
      </w:pPr>
    </w:p>
    <w:p w14:paraId="334C7376" w14:textId="6C14CB82" w:rsidR="00E4658F" w:rsidRDefault="00E4658F" w:rsidP="00E4658F">
      <w:pPr>
        <w:pStyle w:val="Otsikko1"/>
      </w:pPr>
      <w:bookmarkStart w:id="48" w:name="_Toc513470448"/>
      <w:r>
        <w:t>Kyselyiden interaktiot ja niissä käytettävä tietosisältö</w:t>
      </w:r>
      <w:bookmarkEnd w:id="48"/>
    </w:p>
    <w:p w14:paraId="5AB997A1" w14:textId="259A5DDA" w:rsidR="00A57A18" w:rsidRDefault="00A57A18" w:rsidP="00A57A18">
      <w:pPr>
        <w:keepNext/>
      </w:pPr>
      <w:r>
        <w:t>Tässä luvussa käydään</w:t>
      </w:r>
      <w:r w:rsidRPr="00A45821">
        <w:t xml:space="preserve"> läpi MR-standardin kysely-aihealue. Luvussa </w:t>
      </w:r>
      <w:r>
        <w:t>määritell</w:t>
      </w:r>
      <w:r w:rsidRPr="00A45821">
        <w:t xml:space="preserve">ään ensin </w:t>
      </w:r>
      <w:r w:rsidR="00DE2AE3">
        <w:t xml:space="preserve">Rajat ylittävässä reseptissä käytettävät </w:t>
      </w:r>
      <w:r>
        <w:t>kyselyparametrit sekä</w:t>
      </w:r>
      <w:r w:rsidRPr="00B0093B">
        <w:t xml:space="preserve"> niiden käyttö</w:t>
      </w:r>
      <w:r>
        <w:t xml:space="preserve">. </w:t>
      </w:r>
      <w:r w:rsidR="00515D08">
        <w:t>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0C169F8B" w14:textId="1E46D3FF" w:rsidR="00F41CB1" w:rsidRDefault="00F41CB1" w:rsidP="00F41CB1">
      <w:pPr>
        <w:pStyle w:val="Otsikko2"/>
      </w:pPr>
      <w:bookmarkStart w:id="49" w:name="_Toc513470449"/>
      <w:r>
        <w:t>Kyselyiden tietosisältö</w:t>
      </w:r>
      <w:bookmarkEnd w:id="49"/>
    </w:p>
    <w:p w14:paraId="1E3FA5B8" w14:textId="413E03EF" w:rsidR="00606852" w:rsidRDefault="00606852" w:rsidP="00606852">
      <w:pPr>
        <w:pStyle w:val="Otsikko3"/>
      </w:pPr>
      <w:bookmarkStart w:id="50" w:name="_Toc513470450"/>
      <w:r>
        <w:t xml:space="preserve">Kyselyparametrien yleiskuvaus </w:t>
      </w:r>
      <w:r w:rsidR="000400D4">
        <w:t xml:space="preserve">- </w:t>
      </w:r>
      <w:r>
        <w:t>sanomatyyppi RCMR_MT300003FI01</w:t>
      </w:r>
      <w:bookmarkEnd w:id="50"/>
    </w:p>
    <w:p w14:paraId="3947EA61" w14:textId="692472CE" w:rsidR="00F65389" w:rsidRDefault="00137B09" w:rsidP="00F65389">
      <w:r>
        <w:t>Tässä luvussa kuvataan kyselyparametrit, joita hyödynnetään sekä pelkkiä kuvailu- eli yksilöinti</w:t>
      </w:r>
      <w:r w:rsidR="00F65389">
        <w:t>tietoja</w:t>
      </w:r>
      <w:r>
        <w:t xml:space="preserve"> että varsinaisia dokumentteja haettaessa. </w:t>
      </w:r>
      <w:r w:rsidR="004373AA">
        <w:t>Sanomatyypin skeemassa on mukana muitakin hakuparametreja, mutta niitä ei käytetä Rajat ylittävän reseptin kyselyissä.</w:t>
      </w:r>
    </w:p>
    <w:p w14:paraId="36552BF8" w14:textId="77777777" w:rsidR="00440718" w:rsidRDefault="00440718" w:rsidP="00F65389"/>
    <w:tbl>
      <w:tblPr>
        <w:tblStyle w:val="TaulukkoRuudukko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126"/>
        <w:gridCol w:w="2127"/>
      </w:tblGrid>
      <w:tr w:rsidR="00451014" w:rsidRPr="00C4454D" w14:paraId="3C63903F" w14:textId="421A6BA6" w:rsidTr="00F80C6C">
        <w:trPr>
          <w:trHeight w:val="567"/>
        </w:trPr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7CF73A84" w14:textId="1F7EAF60" w:rsidR="00451014" w:rsidRPr="00C4454D" w:rsidRDefault="00451014" w:rsidP="00F80C6C">
            <w:pPr>
              <w:rPr>
                <w:b/>
                <w:sz w:val="18"/>
                <w:szCs w:val="18"/>
              </w:rPr>
            </w:pPr>
            <w:r w:rsidRPr="00C4454D">
              <w:rPr>
                <w:b/>
                <w:sz w:val="18"/>
                <w:szCs w:val="18"/>
              </w:rPr>
              <w:lastRenderedPageBreak/>
              <w:t>Kyselyparametri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1245F712" w14:textId="2EB9BA16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621175" w:rsidRPr="00C4454D">
              <w:rPr>
                <w:b/>
                <w:sz w:val="18"/>
                <w:szCs w:val="18"/>
              </w:rPr>
              <w:t>arametrin nimi ja käyttö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8CD210" w14:textId="709B07AB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Lääkemääräysten kuvailutietojen haku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0AA0A968" w14:textId="5921347C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Lääkemääräyksen haku toimitettavaksi</w:t>
            </w:r>
          </w:p>
        </w:tc>
      </w:tr>
      <w:tr w:rsidR="000D713E" w:rsidRPr="00255585" w14:paraId="65245F84" w14:textId="77777777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42D44056" w14:textId="61FC52EC" w:rsidR="000D713E" w:rsidRDefault="000D713E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ClinicalDocument.code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3B4F523" w14:textId="402DF65D" w:rsidR="000D713E" w:rsidRDefault="00970481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Reseptisanoman tyyppi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02D2E03" w14:textId="3390EC73" w:rsidR="000D713E" w:rsidRDefault="000D713E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504AEAF3" w14:textId="4CF3D092" w:rsidR="000D713E" w:rsidRDefault="000D713E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</w:tr>
      <w:tr w:rsidR="00451014" w:rsidRPr="00255585" w14:paraId="39791024" w14:textId="77777777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052AB93B" w14:textId="39258AEA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1E04E112" w14:textId="2875B025" w:rsidR="00451014" w:rsidRDefault="004D343D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Lääkemääräyksen </w:t>
            </w:r>
            <w:r w:rsidR="00451014">
              <w:rPr>
                <w:sz w:val="18"/>
                <w:szCs w:val="18"/>
              </w:rPr>
              <w:t>id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5310B618" w14:textId="1031E9AD" w:rsidR="00451014" w:rsidRDefault="00440718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43269042" w14:textId="5A03CF54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  <w:tr w:rsidR="00451014" w:rsidRPr="00255585" w14:paraId="3289F5B5" w14:textId="508FB60D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B77F6C5" w14:textId="77777777" w:rsidR="0018177F" w:rsidRPr="00193CBB" w:rsidRDefault="0018177F" w:rsidP="00D71DE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52A191F5" w14:textId="087D7AEA" w:rsidR="00451014" w:rsidRPr="00255585" w:rsidRDefault="0018177F" w:rsidP="00D71DE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3 Haku ulkomailta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2801CF16" w14:textId="77777777" w:rsidR="00451014" w:rsidRPr="00AB6029" w:rsidRDefault="00451014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Maakoodi</w:t>
            </w:r>
          </w:p>
          <w:p w14:paraId="08FD3E78" w14:textId="77777777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</w:p>
          <w:p w14:paraId="04A3A2B8" w14:textId="07B02EB3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Maa, josta resepti haetaan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B695260" w14:textId="3230075B" w:rsidR="00451014" w:rsidRPr="00255585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447DE33" w14:textId="15D25D9F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  <w:tr w:rsidR="00451014" w:rsidRPr="00D77945" w14:paraId="5848374C" w14:textId="44241D53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1A3E982" w14:textId="13E7E9FC" w:rsidR="00451014" w:rsidRPr="00255585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6629820" w14:textId="0A83B7A5" w:rsidR="005B051F" w:rsidRDefault="00EA6D4E" w:rsidP="00D63451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Potilaan yksilöivä tunniste</w:t>
            </w:r>
            <w:r w:rsidR="005B051F">
              <w:rPr>
                <w:sz w:val="18"/>
                <w:szCs w:val="18"/>
                <w:lang w:val="fi-FI"/>
              </w:rPr>
              <w:t xml:space="preserve"> tai tunnisteet</w:t>
            </w:r>
            <w:r w:rsidR="000A488D">
              <w:rPr>
                <w:sz w:val="18"/>
                <w:szCs w:val="18"/>
                <w:lang w:val="fi-FI"/>
              </w:rPr>
              <w:t xml:space="preserve"> </w:t>
            </w:r>
          </w:p>
          <w:p w14:paraId="23246B81" w14:textId="77777777" w:rsidR="005B051F" w:rsidRDefault="005B051F" w:rsidP="00D63451">
            <w:pPr>
              <w:rPr>
                <w:sz w:val="18"/>
                <w:szCs w:val="18"/>
                <w:lang w:val="fi-FI"/>
              </w:rPr>
            </w:pPr>
          </w:p>
          <w:p w14:paraId="3A5340A6" w14:textId="1A251A3B" w:rsidR="00451014" w:rsidRPr="00451014" w:rsidRDefault="005B051F" w:rsidP="005B051F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Tunnisteet annetaan koodiston mukaisessa järjestyksessä.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8420861" w14:textId="7DDD65D8" w:rsidR="00451014" w:rsidRPr="000A488D" w:rsidRDefault="00451014" w:rsidP="000A488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885C7FA" w14:textId="4F692517" w:rsidR="00451014" w:rsidRPr="000A488D" w:rsidRDefault="00451014" w:rsidP="004271D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</w:tr>
      <w:tr w:rsidR="00451014" w:rsidRPr="00D77945" w14:paraId="75079D75" w14:textId="7F559EF4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57E3214" w14:textId="4EA9F719" w:rsidR="00451014" w:rsidRPr="000A488D" w:rsidRDefault="00451014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PatientLivingSubject.administrativeGenderCode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6949DD4" w14:textId="205CCC38" w:rsidR="00451014" w:rsidRPr="000A488D" w:rsidRDefault="005B3C52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Potilaan sukupuoli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5541071" w14:textId="386FCF2C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varattu käyttöön jatkos</w:t>
            </w:r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12BFEE61" w14:textId="4B30FE6A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0BE3544C" w14:textId="6828BCE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40308C9D" w14:textId="4C937C3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0E56BCD" w14:textId="23E4FDD5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syntymäaika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218F274C" w14:textId="024269A0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7DE3D68F" w14:textId="0E2B7EEF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48F56EA3" w14:textId="28AB3AB0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4B015C5" w14:textId="247803ED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D2C175D" w14:textId="5C210B76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nimi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23FE9B3" w14:textId="48C279AE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BF74CD3" w14:textId="41354E6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255585" w14:paraId="41F846A7" w14:textId="7777777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64192B9" w14:textId="77777777" w:rsidR="0018177F" w:rsidRPr="00193CBB" w:rsidRDefault="005B3C52" w:rsidP="004271D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</w:t>
            </w:r>
            <w:r w:rsidR="0018177F" w:rsidRPr="00193CBB">
              <w:rPr>
                <w:sz w:val="18"/>
                <w:szCs w:val="18"/>
              </w:rPr>
              <w:t>ialQueryCode</w:t>
            </w:r>
          </w:p>
          <w:p w14:paraId="4E83DE0D" w14:textId="2F018C29" w:rsidR="00451014" w:rsidRPr="00193CBB" w:rsidRDefault="0018177F" w:rsidP="004271D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4 Asiakirjan muoto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C784546" w14:textId="5DEBBB29" w:rsidR="00451014" w:rsidRPr="00193CBB" w:rsidRDefault="005B3C52" w:rsidP="00CB0617">
            <w:pPr>
              <w:rPr>
                <w:sz w:val="18"/>
                <w:szCs w:val="18"/>
                <w:lang w:val="fi-FI"/>
              </w:rPr>
            </w:pPr>
            <w:r w:rsidRPr="00193CBB">
              <w:rPr>
                <w:sz w:val="18"/>
                <w:szCs w:val="18"/>
                <w:lang w:val="fi-FI"/>
              </w:rPr>
              <w:t>Kertoo, haeta</w:t>
            </w:r>
            <w:r w:rsidR="00CB0617">
              <w:rPr>
                <w:sz w:val="18"/>
                <w:szCs w:val="18"/>
                <w:lang w:val="fi-FI"/>
              </w:rPr>
              <w:t>anko reseptin xml- vai pdf-muoto</w:t>
            </w:r>
            <w:r w:rsidRPr="00193CBB">
              <w:rPr>
                <w:sz w:val="18"/>
                <w:szCs w:val="18"/>
                <w:lang w:val="fi-FI"/>
              </w:rPr>
              <w:t>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3EA6B38" w14:textId="5114C40E" w:rsidR="00451014" w:rsidRPr="005B3C52" w:rsidRDefault="00440718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3201CA9" w14:textId="74B261FD" w:rsidR="00451014" w:rsidRPr="005B3C52" w:rsidRDefault="00451014" w:rsidP="004271DD">
            <w:pPr>
              <w:rPr>
                <w:sz w:val="18"/>
                <w:szCs w:val="18"/>
              </w:rPr>
            </w:pPr>
            <w:r w:rsidRPr="005B3C52"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</w:tbl>
    <w:p w14:paraId="4312AA04" w14:textId="03672E67" w:rsidR="00063E9B" w:rsidRDefault="00063E9B" w:rsidP="00063E9B">
      <w:pPr>
        <w:pStyle w:val="Kuvateksti"/>
        <w:rPr>
          <w:lang w:val="fi-FI"/>
        </w:rPr>
      </w:pPr>
      <w:r w:rsidRPr="00C00AF7">
        <w:rPr>
          <w:lang w:val="fi-FI"/>
        </w:rPr>
        <w:t xml:space="preserve">Taulukko </w:t>
      </w:r>
      <w:r w:rsidR="00440718">
        <w:rPr>
          <w:lang w:val="fi-FI"/>
        </w:rPr>
        <w:t>3</w:t>
      </w:r>
      <w:r w:rsidR="000241E4">
        <w:rPr>
          <w:lang w:val="fi-FI"/>
        </w:rPr>
        <w:t>: Y</w:t>
      </w:r>
      <w:r w:rsidRPr="00C00AF7">
        <w:rPr>
          <w:lang w:val="fi-FI"/>
        </w:rPr>
        <w:t xml:space="preserve">hteenveto eri interaktioissa </w:t>
      </w:r>
      <w:r>
        <w:rPr>
          <w:lang w:val="fi-FI"/>
        </w:rPr>
        <w:t>tuetuista hakuparametreista pakollisuuksineen</w:t>
      </w:r>
    </w:p>
    <w:p w14:paraId="63320C29" w14:textId="66E34CCC" w:rsidR="00404C89" w:rsidRDefault="00404C89" w:rsidP="00063E9B">
      <w:pPr>
        <w:pStyle w:val="Kuvateksti"/>
        <w:rPr>
          <w:lang w:val="fi-FI"/>
        </w:rPr>
      </w:pPr>
    </w:p>
    <w:p w14:paraId="45E1F99F" w14:textId="6511F21D" w:rsidR="000D713E" w:rsidRPr="004B1E20" w:rsidRDefault="00970481" w:rsidP="000D713E">
      <w:pPr>
        <w:pStyle w:val="Leipteksti"/>
        <w:rPr>
          <w:b/>
        </w:rPr>
      </w:pPr>
      <w:r>
        <w:rPr>
          <w:b/>
        </w:rPr>
        <w:t>ClinicalDocument.code</w:t>
      </w:r>
    </w:p>
    <w:p w14:paraId="38FEFD30" w14:textId="0DA28D6C" w:rsidR="00970481" w:rsidRDefault="000D713E" w:rsidP="00970481">
      <w:pPr>
        <w:pStyle w:val="Leipteksti"/>
      </w:pPr>
      <w:r>
        <w:t xml:space="preserve">Vapaaehtoinen parametri, jonka voi laittaa kyselyyn. </w:t>
      </w:r>
      <w:r w:rsidR="00970481">
        <w:t xml:space="preserve">Tässä elementissä (tietotyyppiä CE) voidaan ilmoittaa haluttu dokumenttityyppi. Käytettävä koodisto on kansallisessa koodistopalvelussa julkaistu koodisto 1.2.246.537.5.40105 </w:t>
      </w:r>
      <w:r w:rsidR="00970481" w:rsidRPr="00970481">
        <w:rPr>
          <w:i/>
        </w:rPr>
        <w:t>Sähköinen lääkemääräys - Reseptisanoman tyyppi</w:t>
      </w:r>
      <w:r w:rsidR="00970481">
        <w:t xml:space="preserve">. Rajat ylittävässä reseptissä ainoa sallittu arvo tässä on ’1’. </w:t>
      </w:r>
    </w:p>
    <w:p w14:paraId="38EEB660" w14:textId="77777777" w:rsidR="000D713E" w:rsidRDefault="000D713E" w:rsidP="004B1E20">
      <w:pPr>
        <w:pStyle w:val="Leipteksti"/>
        <w:rPr>
          <w:b/>
        </w:rPr>
      </w:pPr>
    </w:p>
    <w:p w14:paraId="3B59546D" w14:textId="2B4609B2" w:rsidR="004B1E20" w:rsidRPr="004B1E20" w:rsidRDefault="004B1E20" w:rsidP="004B1E20">
      <w:pPr>
        <w:pStyle w:val="Leipteksti"/>
        <w:rPr>
          <w:b/>
        </w:rPr>
      </w:pPr>
      <w:r w:rsidRPr="004B1E20">
        <w:rPr>
          <w:b/>
        </w:rPr>
        <w:t>ClinicalDocument.id</w:t>
      </w:r>
    </w:p>
    <w:p w14:paraId="128D7C16" w14:textId="2B059BFB" w:rsidR="004B1E20" w:rsidRDefault="00193CBB" w:rsidP="00CD5DA7">
      <w:pPr>
        <w:pStyle w:val="Leipteksti"/>
      </w:pPr>
      <w:r w:rsidRPr="004B1E20">
        <w:t>Tällä elementillä (tietotyyppiä II) voidaan pyytää yksi asiakirja antamalla halut</w:t>
      </w:r>
      <w:r w:rsidR="00075A9F">
        <w:t>un asiakirja</w:t>
      </w:r>
      <w:r w:rsidRPr="004B1E20">
        <w:t>n</w:t>
      </w:r>
      <w:r w:rsidR="00072FEB" w:rsidRPr="004B1E20">
        <w:t xml:space="preserve"> ainutlaatui</w:t>
      </w:r>
      <w:r w:rsidR="00075A9F">
        <w:t>nen</w:t>
      </w:r>
      <w:r w:rsidR="00072FEB" w:rsidRPr="004B1E20">
        <w:t xml:space="preserve"> OID-tunniste. Rajat ylittävässä reseptissä hakuparametria on tarkoitus käyttää silloin, kun</w:t>
      </w:r>
      <w:r w:rsidR="00072FEB" w:rsidRPr="00794AEB">
        <w:t xml:space="preserve"> ulkomailta on</w:t>
      </w:r>
      <w:r w:rsidR="009E1BFD">
        <w:t xml:space="preserve"> ensin</w:t>
      </w:r>
      <w:r w:rsidR="00072FEB" w:rsidRPr="00794AEB">
        <w:t xml:space="preserve"> kansallisen yhteyspisteen kautta haettu tuoreet kuvailutiedot ja näiden perusteella tiedetään tietty asiakirja, joka halutaan hakea.</w:t>
      </w:r>
      <w:r w:rsidR="00C00AF7">
        <w:t xml:space="preserve"> </w:t>
      </w:r>
    </w:p>
    <w:p w14:paraId="6AAC0BB7" w14:textId="77777777" w:rsidR="00CD5DA7" w:rsidRPr="00CD5DA7" w:rsidRDefault="00CD5DA7" w:rsidP="00CD5DA7">
      <w:pPr>
        <w:pStyle w:val="Leipteksti"/>
        <w:rPr>
          <w:color w:val="FF0000"/>
        </w:rPr>
      </w:pPr>
    </w:p>
    <w:p w14:paraId="7FE81A4C" w14:textId="5C0F512B" w:rsidR="004B1E20" w:rsidRPr="004B1E20" w:rsidRDefault="004B1E20" w:rsidP="004B1E20">
      <w:pPr>
        <w:pStyle w:val="Leipteksti"/>
        <w:rPr>
          <w:b/>
          <w:highlight w:val="white"/>
        </w:rPr>
      </w:pPr>
      <w:r w:rsidRPr="004B1E20">
        <w:rPr>
          <w:b/>
          <w:highlight w:val="white"/>
        </w:rPr>
        <w:t>Patient.id</w:t>
      </w:r>
    </w:p>
    <w:p w14:paraId="217387BE" w14:textId="6EAD1ABD" w:rsidR="004B1E20" w:rsidRDefault="004B1E20" w:rsidP="004B1E20">
      <w:pPr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6FB07E7C" w14:textId="13D8A6EE" w:rsidR="00B37CC2" w:rsidRDefault="004B1E20" w:rsidP="009B783B">
      <w:pPr>
        <w:pStyle w:val="Leipteksti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</w:t>
      </w:r>
      <w:r w:rsidR="00710E8D" w:rsidRPr="009B783B">
        <w:t xml:space="preserve"> pakollisuuksineen</w:t>
      </w:r>
      <w:r w:rsidRPr="009B783B">
        <w:t xml:space="preserve"> maakohtaisesti</w:t>
      </w:r>
      <w:r w:rsidR="00B37CC2">
        <w:t xml:space="preserve"> kansallisessa</w:t>
      </w:r>
      <w:r w:rsidRPr="009B783B">
        <w:t xml:space="preserve"> koodistopalvelussa</w:t>
      </w:r>
      <w:r w:rsidR="0019059C">
        <w:t xml:space="preserve"> julkaistussa koodistossa </w:t>
      </w:r>
      <w:r w:rsidR="0019059C" w:rsidRPr="0019059C">
        <w:t>1.2.246.537.5.40304</w:t>
      </w:r>
      <w:r w:rsidR="0019059C">
        <w:t xml:space="preserve"> </w:t>
      </w:r>
      <w:r w:rsidR="0019059C" w:rsidRPr="0019059C">
        <w:rPr>
          <w:i/>
        </w:rPr>
        <w:t>Sähköinen lääkemääräys - Rajat ylittävän reseptin maakohtaiset hakuparametrit</w:t>
      </w:r>
      <w:r w:rsidRPr="00063E9B">
        <w:t>.</w:t>
      </w:r>
      <w:r w:rsidR="000241E4">
        <w:t xml:space="preserve"> </w:t>
      </w:r>
      <w:r w:rsidR="00710E8D" w:rsidRPr="00710E8D">
        <w:rPr>
          <w:rStyle w:val="LeiptekstiChar"/>
        </w:rPr>
        <w:t>Tunnisteet annetaan koodiston mukaisessa järjestyksessä.</w:t>
      </w:r>
    </w:p>
    <w:p w14:paraId="7E7288DB" w14:textId="146DFEE3" w:rsidR="00934AF6" w:rsidRPr="00934AF6" w:rsidRDefault="00934AF6" w:rsidP="00B37CC2">
      <w:pPr>
        <w:spacing w:after="0"/>
      </w:pPr>
    </w:p>
    <w:p w14:paraId="2FEAEE1B" w14:textId="1B81DFE8" w:rsidR="004B1E20" w:rsidRPr="001C44E2" w:rsidRDefault="004B1E20" w:rsidP="004B1E20">
      <w:r w:rsidRPr="00193CBB">
        <w:lastRenderedPageBreak/>
        <w:t>Asiakirjan hakua varten apteekkijärjestelmä saa potilaan yksilöivän tunnisteen kuvailutietojen haun vastauksessa.</w:t>
      </w:r>
      <w:r>
        <w:t xml:space="preserve"> Kyseistä yksilöivää tunnistetta käytetään tässä elementissä </w:t>
      </w:r>
      <w:r w:rsidR="00487952">
        <w:t xml:space="preserve">tietyn </w:t>
      </w:r>
      <w:r>
        <w:t>asiakirjan hakuun.</w:t>
      </w:r>
    </w:p>
    <w:p w14:paraId="5553CED0" w14:textId="7964C639" w:rsidR="001C44E2" w:rsidRPr="001958A4" w:rsidRDefault="001C44E2" w:rsidP="001C44E2">
      <w:pPr>
        <w:pStyle w:val="Leipteksti"/>
        <w:rPr>
          <w:b/>
        </w:rPr>
      </w:pPr>
      <w:r w:rsidRPr="001958A4">
        <w:rPr>
          <w:b/>
        </w:rPr>
        <w:t>specialQueryCode</w:t>
      </w:r>
    </w:p>
    <w:p w14:paraId="4440D12F" w14:textId="60B26A0C" w:rsidR="001C44E2" w:rsidRDefault="001C44E2" w:rsidP="001C44E2">
      <w:pPr>
        <w:pStyle w:val="Leipteksti"/>
      </w:pPr>
      <w:r>
        <w:t>Tällä kentällä</w:t>
      </w:r>
      <w:r w:rsidR="001958A4">
        <w:t xml:space="preserve"> ilmoitetaan sen maan </w:t>
      </w:r>
      <w:r>
        <w:t>koodi</w:t>
      </w:r>
      <w:r w:rsidR="001958A4">
        <w:t>, josta tietoja haetaan,</w:t>
      </w:r>
      <w:r>
        <w:t xml:space="preserve"> sekä haettavan asiakirjan muoto.</w:t>
      </w:r>
      <w:r w:rsidR="001958A4">
        <w:t xml:space="preserve"> </w:t>
      </w:r>
      <w:r>
        <w:t>Kentässä käytetään koodistoa KanTa-palvelut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ilmaisemaan, mitä ti</w:t>
      </w:r>
      <w:r w:rsidR="008714F3">
        <w:t>etoa hakuparametrilla tarkoitet</w:t>
      </w:r>
      <w:r>
        <w:t>aan</w:t>
      </w:r>
      <w:r w:rsidRPr="003841D0">
        <w:t xml:space="preserve">. Kenttään code (tietotyyppiä CD) annetaan </w:t>
      </w:r>
      <w:r w:rsidR="001958A4">
        <w:t xml:space="preserve">koodistosta </w:t>
      </w:r>
      <w:r w:rsidRPr="003841D0">
        <w:t>arvo, joka kuvaa min</w:t>
      </w:r>
      <w:r>
        <w:t xml:space="preserve">kälaista tietoa haetaan </w:t>
      </w:r>
      <w:r w:rsidR="00E252EC">
        <w:t>ja value-kenttää</w:t>
      </w:r>
      <w:r w:rsidRPr="003841D0">
        <w:t>n (tietotyyppiä CD</w:t>
      </w:r>
      <w:r w:rsidR="001958A4">
        <w:t>) arvo, jolla haetaan.</w:t>
      </w:r>
    </w:p>
    <w:p w14:paraId="5EF9F813" w14:textId="0AB13B63" w:rsidR="001C44E2" w:rsidRDefault="001C44E2" w:rsidP="001C44E2">
      <w:pPr>
        <w:pStyle w:val="Leipteksti"/>
      </w:pPr>
    </w:p>
    <w:p w14:paraId="4C400C25" w14:textId="48F822DD" w:rsidR="001C44E2" w:rsidRDefault="00487952" w:rsidP="001C44E2">
      <w:pPr>
        <w:pStyle w:val="Leipteksti"/>
      </w:pPr>
      <w:r>
        <w:t>Maakoodi</w:t>
      </w:r>
      <w:r w:rsidR="001C44E2">
        <w:t xml:space="preserve"> </w:t>
      </w:r>
      <w:r w:rsidR="00FE1E9D">
        <w:t xml:space="preserve">ilmoitetaan käyttämällä </w:t>
      </w:r>
      <w:r>
        <w:t xml:space="preserve">elementissä </w:t>
      </w:r>
      <w:r w:rsidR="00FE1E9D">
        <w:t>codea ’3’. V</w:t>
      </w:r>
      <w:r w:rsidR="001C44E2">
        <w:t>alue-kenttään annetaan sen maan koodi, josta tietoja haetaan.</w:t>
      </w:r>
      <w:r w:rsidR="00B84915">
        <w:t xml:space="preserve"> Käytettävissä olevat maakoodit on julkaistu kansallisessa</w:t>
      </w:r>
      <w:r w:rsidR="00B84915" w:rsidRPr="009B783B">
        <w:t xml:space="preserve"> koodistopalvelussa</w:t>
      </w:r>
      <w:r w:rsidR="00B84915">
        <w:t xml:space="preserve"> julkaistussa koodistossa </w:t>
      </w:r>
      <w:r w:rsidR="00B84915" w:rsidRPr="0019059C">
        <w:t>1.2.246.537.5.40304</w:t>
      </w:r>
      <w:r w:rsidR="00B84915">
        <w:t xml:space="preserve"> </w:t>
      </w:r>
      <w:r w:rsidR="00B84915" w:rsidRPr="0019059C">
        <w:rPr>
          <w:i/>
        </w:rPr>
        <w:t>Sähköinen lääkemääräys - Rajat ylittävän reseptin maakohtaiset hakuparametrit</w:t>
      </w:r>
      <w:r w:rsidR="00B84915" w:rsidRPr="00063E9B">
        <w:t>.</w:t>
      </w:r>
    </w:p>
    <w:p w14:paraId="04761B2C" w14:textId="5C2B6474" w:rsidR="00D17217" w:rsidRDefault="00D17217" w:rsidP="001C44E2">
      <w:pPr>
        <w:pStyle w:val="Leipteksti"/>
      </w:pPr>
    </w:p>
    <w:p w14:paraId="07B9A6D6" w14:textId="7BBA2180" w:rsidR="00D17217" w:rsidRDefault="00FE1E9D" w:rsidP="001C44E2">
      <w:pPr>
        <w:pStyle w:val="Leipteksti"/>
      </w:pPr>
      <w:r>
        <w:t xml:space="preserve">Haettavan </w:t>
      </w:r>
      <w:r w:rsidR="00D17217">
        <w:t xml:space="preserve">asiakirja muoto ilmoitetaan käyttämällä </w:t>
      </w:r>
      <w:r w:rsidR="00487952">
        <w:t xml:space="preserve">elementissä </w:t>
      </w:r>
      <w:r w:rsidR="00D17217">
        <w:t xml:space="preserve">codea </w:t>
      </w:r>
      <w:r w:rsidR="00CB4746">
        <w:t>”</w:t>
      </w:r>
      <w:r w:rsidR="00D17217">
        <w:t>4</w:t>
      </w:r>
      <w:r w:rsidR="00CB4746">
        <w:t>”</w:t>
      </w:r>
      <w:r w:rsidR="00D17217">
        <w:t xml:space="preserve">. Value-kenttään annetaan </w:t>
      </w:r>
      <w:r w:rsidR="00B16B0F">
        <w:t>joko ”PDF” tai ”XML”.</w:t>
      </w:r>
    </w:p>
    <w:p w14:paraId="4689A323" w14:textId="4FAECE7E" w:rsidR="001C44E2" w:rsidRDefault="001C44E2" w:rsidP="001C44E2">
      <w:pPr>
        <w:pStyle w:val="Leipteksti"/>
      </w:pPr>
    </w:p>
    <w:p w14:paraId="3A3188D7" w14:textId="38215160" w:rsidR="001C44E2" w:rsidRDefault="00B16B0F" w:rsidP="001C44E2">
      <w:pPr>
        <w:pStyle w:val="Leipteksti"/>
      </w:pPr>
      <w:r>
        <w:t>Esim.</w:t>
      </w:r>
      <w:r w:rsidR="00FE1E9D">
        <w:t xml:space="preserve"> maakoodin ilmoittamisesta</w:t>
      </w:r>
      <w:r w:rsidR="001958A4">
        <w:t>:</w:t>
      </w:r>
    </w:p>
    <w:p w14:paraId="195B6F88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63D27C8F" w14:textId="21F79F52" w:rsidR="001C44E2" w:rsidRPr="00021B1D" w:rsidRDefault="001C44E2" w:rsidP="001C44E2">
      <w:pPr>
        <w:pStyle w:val="Leipteksti"/>
        <w:ind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1D017715" w14:textId="43435D35" w:rsidR="001C44E2" w:rsidRPr="009740C3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B16B0F"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>KanTa-palvelut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displayName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CB4746"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5C422124" w14:textId="2B75BC0A" w:rsidR="001C44E2" w:rsidRPr="005605F8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="00B16B0F"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6FFE4AFA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CADAC23" w14:textId="0F0B1F06" w:rsidR="008000D9" w:rsidRDefault="001C44E2" w:rsidP="00ED0FA3">
      <w:pPr>
        <w:pStyle w:val="Leipteksti"/>
        <w:rPr>
          <w:rFonts w:ascii="Arial" w:hAnsi="Arial" w:cs="Arial"/>
          <w:color w:val="0000FF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54087584" w14:textId="0D38FB00" w:rsidR="00F41CB1" w:rsidRDefault="00F41CB1" w:rsidP="00F41CB1">
      <w:pPr>
        <w:pStyle w:val="Otsikko2"/>
      </w:pPr>
      <w:bookmarkStart w:id="51" w:name="_Toc513470451"/>
      <w:r>
        <w:t>Kyselyiden interaktiot</w:t>
      </w:r>
      <w:bookmarkEnd w:id="51"/>
    </w:p>
    <w:p w14:paraId="5E01F787" w14:textId="3436D185" w:rsidR="00F41CB1" w:rsidRDefault="006B439B" w:rsidP="00F41CB1">
      <w:pPr>
        <w:pStyle w:val="Otsikko3"/>
        <w:rPr>
          <w:lang w:val="en-US"/>
        </w:rPr>
      </w:pPr>
      <w:bookmarkStart w:id="52" w:name="_Toc513470452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F41CB1" w:rsidRPr="0041398D">
        <w:rPr>
          <w:lang w:val="en-US"/>
        </w:rPr>
        <w:t xml:space="preserve">Metadata </w:t>
      </w:r>
      <w:r w:rsidR="00415CAE" w:rsidRPr="0041398D">
        <w:rPr>
          <w:lang w:val="en-US"/>
        </w:rPr>
        <w:t xml:space="preserve">Query </w:t>
      </w:r>
      <w:r w:rsidR="00AD14D9">
        <w:rPr>
          <w:lang w:val="en-US"/>
        </w:rPr>
        <w:t>(RCMR_IN300029FI01)</w:t>
      </w:r>
      <w:bookmarkEnd w:id="52"/>
      <w:r w:rsidR="00AD14D9">
        <w:rPr>
          <w:lang w:val="en-US"/>
        </w:rPr>
        <w:t xml:space="preserve">   </w:t>
      </w:r>
    </w:p>
    <w:p w14:paraId="0EE571AC" w14:textId="4472D034" w:rsidR="00AA3842" w:rsidRDefault="00AA3842" w:rsidP="00AA3842">
      <w:r>
        <w:t>Tällä interaktiolla apteekki hakee k</w:t>
      </w:r>
      <w:r w:rsidR="006B439B">
        <w:t>ansallisesta</w:t>
      </w:r>
      <w:r>
        <w:t xml:space="preserve"> yhteyspisteestä pelkkiä dokumenttien kuvailutietoja.</w:t>
      </w:r>
    </w:p>
    <w:p w14:paraId="03AA3DBA" w14:textId="0FDFB9F3" w:rsidR="00E90506" w:rsidRDefault="00E90506" w:rsidP="00AA3842">
      <w:r w:rsidRPr="00787206">
        <w:t xml:space="preserve">Kyselyn syy ilmaistaan reasonCodella </w:t>
      </w:r>
      <w:r w:rsidR="00A80B77" w:rsidRPr="00A80B77">
        <w:t>33</w:t>
      </w:r>
      <w:r w:rsidRPr="00A80B77">
        <w:t xml:space="preserve"> Ulkomaisen lääkemääräyksen toimittaminen.</w:t>
      </w:r>
    </w:p>
    <w:p w14:paraId="7F091B02" w14:textId="10C0474A" w:rsidR="00AA3842" w:rsidRDefault="00AA3842" w:rsidP="00AA3842">
      <w:r w:rsidRPr="00070022"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 xml:space="preserve">olla RCMR_IN300030FI01. Vastauksena saadaan sanomatyypin </w:t>
      </w:r>
      <w:r w:rsidR="00606852" w:rsidRPr="00D91866">
        <w:t>RCMR_MT3</w:t>
      </w:r>
      <w:r w:rsidRPr="00D91866">
        <w:t>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0"/>
        <w:gridCol w:w="3871"/>
        <w:gridCol w:w="2355"/>
      </w:tblGrid>
      <w:tr w:rsidR="00606852" w14:paraId="4285B70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AE11322" w14:textId="77777777" w:rsidR="00606852" w:rsidRPr="004A53B5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47A7B30D" w14:textId="77777777" w:rsidR="00606852" w:rsidRPr="004A53B5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r w:rsidRPr="004A53B5">
              <w:rPr>
                <w:rFonts w:ascii="Verdana" w:hAnsi="Verdana"/>
                <w:color w:val="000000"/>
                <w:szCs w:val="20"/>
              </w:rPr>
              <w:t>Document Query For Metadata</w:t>
            </w:r>
          </w:p>
        </w:tc>
        <w:tc>
          <w:tcPr>
            <w:tcW w:w="1141" w:type="dxa"/>
          </w:tcPr>
          <w:p w14:paraId="078CE04E" w14:textId="77777777" w:rsidR="00606852" w:rsidRPr="004A53B5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606852" w14:paraId="35E1FF6A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ECA4A5A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51931FE2" w14:textId="77777777" w:rsidR="00606852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1141" w:type="dxa"/>
          </w:tcPr>
          <w:p w14:paraId="143AFBFE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06852" w14:paraId="1EA4EAC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A104B91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1E2FCD26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2ADDEB9F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06852" w14:paraId="300A2302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7D0DBF2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Message Type</w:t>
            </w:r>
          </w:p>
        </w:tc>
        <w:tc>
          <w:tcPr>
            <w:tcW w:w="0" w:type="auto"/>
          </w:tcPr>
          <w:p w14:paraId="62929719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2CBB7F29" w14:textId="0F6BC3F4" w:rsidR="00606852" w:rsidRDefault="00606852" w:rsidP="0060685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5508C0C0" w14:textId="77777777" w:rsidR="00093224" w:rsidRDefault="00093224" w:rsidP="00AA3842"/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2254"/>
      </w:tblGrid>
      <w:tr w:rsidR="00D858EF" w14:paraId="3AC31D0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D5BAF" w14:textId="77777777" w:rsidR="00D858EF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D858EF" w:rsidRPr="00FF117D" w14:paraId="44BB0BF9" w14:textId="77777777" w:rsidTr="00CD5DA7">
        <w:trPr>
          <w:trHeight w:val="313"/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177D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D858EF" w:rsidRPr="00FF117D" w14:paraId="317F7AAC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72912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D858EF" w:rsidRPr="00A80DEB" w14:paraId="3013797A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1D7E1" w14:textId="77777777" w:rsidR="00D858EF" w:rsidRPr="00A80DEB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D858EF" w:rsidRPr="00A80DEB" w14:paraId="1D4CBA20" w14:textId="77777777" w:rsidTr="00CD5DA7">
        <w:trPr>
          <w:tblCellSpacing w:w="15" w:type="dxa"/>
        </w:trPr>
        <w:tc>
          <w:tcPr>
            <w:tcW w:w="4842" w:type="dxa"/>
          </w:tcPr>
          <w:p w14:paraId="762813A3" w14:textId="77777777" w:rsidR="00D858EF" w:rsidRPr="00A80DEB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A864EA5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1048" w:type="dxa"/>
          </w:tcPr>
          <w:p w14:paraId="0D8408A7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D858EF" w14:paraId="794EC7FB" w14:textId="77777777" w:rsidTr="00CD5DA7">
        <w:trPr>
          <w:tblCellSpacing w:w="15" w:type="dxa"/>
        </w:trPr>
        <w:tc>
          <w:tcPr>
            <w:tcW w:w="4842" w:type="dxa"/>
          </w:tcPr>
          <w:p w14:paraId="238D0DBB" w14:textId="77777777" w:rsidR="00D858EF" w:rsidRPr="00486A68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55489EF" w14:textId="77777777" w:rsidR="00D858EF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1048" w:type="dxa"/>
          </w:tcPr>
          <w:p w14:paraId="473C8F35" w14:textId="7CF780A6" w:rsidR="00D858EF" w:rsidRDefault="00D858EF" w:rsidP="00D858EF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4667316" w14:textId="77777777" w:rsidR="006B439B" w:rsidRPr="00495CFD" w:rsidRDefault="006B439B" w:rsidP="006B439B">
      <w:pPr>
        <w:pStyle w:val="Otsikko3"/>
        <w:rPr>
          <w:lang w:val="en-US"/>
        </w:rPr>
      </w:pPr>
      <w:bookmarkStart w:id="53" w:name="_Toc492904251"/>
      <w:bookmarkStart w:id="54" w:name="_Toc513470453"/>
      <w:r w:rsidRPr="00573FCC">
        <w:rPr>
          <w:lang w:val="en-US"/>
        </w:rPr>
        <w:t>Find Prescription Document for Dispense</w:t>
      </w:r>
      <w:r>
        <w:rPr>
          <w:lang w:val="en-US"/>
        </w:rPr>
        <w:t xml:space="preserve"> Abroad</w:t>
      </w:r>
      <w:r w:rsidRPr="00573FCC">
        <w:rPr>
          <w:lang w:val="en-US"/>
        </w:rPr>
        <w:t xml:space="preserve"> Metadata and Content Query </w:t>
      </w:r>
      <w:r>
        <w:rPr>
          <w:lang w:val="en-US"/>
        </w:rPr>
        <w:t>(RCMR_IN3033</w:t>
      </w:r>
      <w:r w:rsidRPr="009E25A9">
        <w:rPr>
          <w:lang w:val="en-US"/>
        </w:rPr>
        <w:t>31FI</w:t>
      </w:r>
      <w:r>
        <w:rPr>
          <w:lang w:val="en-US"/>
        </w:rPr>
        <w:t>01</w:t>
      </w:r>
      <w:r w:rsidRPr="009E25A9">
        <w:rPr>
          <w:lang w:val="en-US"/>
        </w:rPr>
        <w:t>)</w:t>
      </w:r>
      <w:bookmarkEnd w:id="53"/>
      <w:bookmarkEnd w:id="54"/>
      <w:r w:rsidRPr="009E25A9">
        <w:rPr>
          <w:lang w:val="en-US"/>
        </w:rPr>
        <w:t xml:space="preserve">   </w:t>
      </w:r>
    </w:p>
    <w:p w14:paraId="33288664" w14:textId="02B87F0C" w:rsidR="006B439B" w:rsidRDefault="006B439B" w:rsidP="006B439B">
      <w:r>
        <w:t>Interaktiolla RCMR_IN303331FI01 apteekki hakee kansallisesta yhteyspisteestä</w:t>
      </w:r>
      <w:r w:rsidR="00E376CC">
        <w:t xml:space="preserve"> tietyn</w:t>
      </w:r>
      <w:r>
        <w:t xml:space="preserve"> lääkemääräyksen </w:t>
      </w:r>
      <w:r w:rsidR="00E376CC">
        <w:t>toimitettavaksi.</w:t>
      </w:r>
      <w:r w:rsidR="00BA3E67">
        <w:t xml:space="preserve"> Lääkemääräystä ei aseteta varaustilaan.</w:t>
      </w:r>
    </w:p>
    <w:p w14:paraId="3EE5CA88" w14:textId="209EC5C9" w:rsidR="00563463" w:rsidRDefault="00563463" w:rsidP="006B439B">
      <w:r w:rsidRPr="00787206">
        <w:t xml:space="preserve">Kyselyn syy ilmaistaan </w:t>
      </w:r>
      <w:r w:rsidRPr="00A80B77">
        <w:t xml:space="preserve">reasonCodella </w:t>
      </w:r>
      <w:r w:rsidR="00A80B77" w:rsidRPr="00A80B77">
        <w:t>33</w:t>
      </w:r>
      <w:r w:rsidRPr="00A80B77">
        <w:t xml:space="preserve"> Ulkomaisen lääkemääräyksen toimittaminen.</w:t>
      </w:r>
    </w:p>
    <w:p w14:paraId="34B8667F" w14:textId="53C8B33D" w:rsidR="006B439B" w:rsidRDefault="006B439B" w:rsidP="006B439B">
      <w:r>
        <w:t>Kyselyn käsittelijä palauttaa interaktiolla RCMR_IN300032FI01 kyselyvastaukset.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7"/>
        <w:gridCol w:w="3884"/>
        <w:gridCol w:w="2355"/>
      </w:tblGrid>
      <w:tr w:rsidR="006B439B" w14:paraId="258807F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B19ECC6" w14:textId="77777777" w:rsidR="006B439B" w:rsidRPr="007A38AD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4C9D37E1" w14:textId="77777777" w:rsidR="006B439B" w:rsidRPr="007A38AD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1141" w:type="dxa"/>
          </w:tcPr>
          <w:p w14:paraId="4675854F" w14:textId="77777777" w:rsidR="006B439B" w:rsidRPr="007A38AD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6B439B" w14:paraId="1D474FF8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6EA711AE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1A5E36D3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1141" w:type="dxa"/>
          </w:tcPr>
          <w:p w14:paraId="2B6A04C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B439B" w14:paraId="0075A1D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3D39D9B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78522C35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0376D27C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B439B" w14:paraId="3BE8439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BCD55F8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4F67E7C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6033BD0B" w14:textId="567A2F32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716E847E" w14:textId="75BAD555" w:rsidR="006B439B" w:rsidRDefault="006B439B" w:rsidP="00AA3842"/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399"/>
        <w:gridCol w:w="2254"/>
      </w:tblGrid>
      <w:tr w:rsidR="006B439B" w14:paraId="30819F86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E8002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6B439B" w:rsidRPr="00FF117D" w14:paraId="40ED8000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1A680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6B439B" w:rsidRPr="00FF117D" w14:paraId="27C56D43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45172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lastRenderedPageBreak/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6B439B" w14:paraId="26DA9DD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D7E14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Receiver Responsibilities</w:t>
            </w:r>
          </w:p>
        </w:tc>
      </w:tr>
      <w:tr w:rsidR="006B439B" w14:paraId="5705C377" w14:textId="77777777" w:rsidTr="00CD5DA7">
        <w:trPr>
          <w:tblCellSpacing w:w="15" w:type="dxa"/>
        </w:trPr>
        <w:tc>
          <w:tcPr>
            <w:tcW w:w="4820" w:type="dxa"/>
          </w:tcPr>
          <w:p w14:paraId="2BE5C2AE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86A5FE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1048" w:type="dxa"/>
          </w:tcPr>
          <w:p w14:paraId="13EF1BA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</w:p>
        </w:tc>
      </w:tr>
      <w:tr w:rsidR="006B439B" w14:paraId="4AFF59D7" w14:textId="77777777" w:rsidTr="00CD5DA7">
        <w:trPr>
          <w:tblCellSpacing w:w="15" w:type="dxa"/>
        </w:trPr>
        <w:tc>
          <w:tcPr>
            <w:tcW w:w="4820" w:type="dxa"/>
          </w:tcPr>
          <w:p w14:paraId="1328A39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1918BF42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RCMR_TE000904UV01</w:t>
            </w:r>
          </w:p>
        </w:tc>
        <w:tc>
          <w:tcPr>
            <w:tcW w:w="1048" w:type="dxa"/>
          </w:tcPr>
          <w:p w14:paraId="656E13ED" w14:textId="7AB3BEB7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7861FC4B" w14:textId="1D3C8040" w:rsidR="00AA3842" w:rsidRDefault="00AA3842" w:rsidP="00AA3842">
      <w:pPr>
        <w:pStyle w:val="Otsikko2"/>
      </w:pPr>
      <w:bookmarkStart w:id="55" w:name="_Toc513470454"/>
      <w:r>
        <w:t>Kyselyiden vastausinteraktiot</w:t>
      </w:r>
      <w:bookmarkEnd w:id="55"/>
    </w:p>
    <w:p w14:paraId="4BFBBFE4" w14:textId="742CEB69" w:rsidR="00AA3842" w:rsidRDefault="006B439B" w:rsidP="00AA384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56" w:name="_Toc170762826"/>
      <w:bookmarkStart w:id="57" w:name="_Toc170763574"/>
      <w:bookmarkStart w:id="58" w:name="_Toc492904256"/>
      <w:bookmarkStart w:id="59" w:name="_Toc513470455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AA3842">
        <w:rPr>
          <w:lang w:val="en-US"/>
        </w:rPr>
        <w:t>Metadata Response (RCMR_IN300030FI01)</w:t>
      </w:r>
      <w:bookmarkEnd w:id="56"/>
      <w:bookmarkEnd w:id="57"/>
      <w:bookmarkEnd w:id="58"/>
      <w:bookmarkEnd w:id="59"/>
      <w:r w:rsidR="00AA3842">
        <w:rPr>
          <w:lang w:val="en-US"/>
        </w:rPr>
        <w:t xml:space="preserve">   </w:t>
      </w:r>
    </w:p>
    <w:p w14:paraId="26CDDF43" w14:textId="53C3978A" w:rsidR="009A6444" w:rsidRPr="00787206" w:rsidRDefault="00C8558B" w:rsidP="00AC3567"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</w:t>
      </w:r>
      <w:r w:rsidR="00E90506">
        <w:t xml:space="preserve">en kuvailutiedot.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2"/>
        <w:gridCol w:w="3869"/>
        <w:gridCol w:w="2355"/>
      </w:tblGrid>
      <w:tr w:rsidR="00C8558B" w14:paraId="7334F00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32EEF2A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6A9A15B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1141" w:type="dxa"/>
          </w:tcPr>
          <w:p w14:paraId="343F15D2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C8558B" w14:paraId="6784FF6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0EA2FF6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433ED958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1141" w:type="dxa"/>
          </w:tcPr>
          <w:p w14:paraId="5D24CACD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C8558B" w14:paraId="292B567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446DF97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DFCA78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40B2DF3F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C8558B" w14:paraId="34BCC777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EA1FB1C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0" w:type="auto"/>
          </w:tcPr>
          <w:p w14:paraId="272B4B1F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</w:t>
            </w:r>
          </w:p>
        </w:tc>
        <w:tc>
          <w:tcPr>
            <w:tcW w:w="1141" w:type="dxa"/>
          </w:tcPr>
          <w:p w14:paraId="42EDB81B" w14:textId="79DE9E6D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D2ADBE0" w14:textId="59449470" w:rsidR="00E4658F" w:rsidRDefault="006B439B" w:rsidP="006B439B">
      <w:pPr>
        <w:pStyle w:val="Otsikko3"/>
        <w:rPr>
          <w:lang w:val="en-US"/>
        </w:rPr>
      </w:pPr>
      <w:bookmarkStart w:id="60" w:name="_Toc492904255"/>
      <w:bookmarkStart w:id="61" w:name="_Toc513470456"/>
      <w:r>
        <w:rPr>
          <w:lang w:val="en-US"/>
        </w:rPr>
        <w:t>Find Document Metadata and Content Response (RCMR_IN</w:t>
      </w:r>
      <w:r w:rsidR="00DC11C1">
        <w:rPr>
          <w:lang w:val="en-US"/>
        </w:rPr>
        <w:t>3</w:t>
      </w:r>
      <w:r>
        <w:rPr>
          <w:lang w:val="en-US"/>
        </w:rPr>
        <w:t>00032FI01)</w:t>
      </w:r>
      <w:bookmarkEnd w:id="60"/>
      <w:bookmarkEnd w:id="61"/>
    </w:p>
    <w:p w14:paraId="446C3C46" w14:textId="75C2D464" w:rsidR="007C2B03" w:rsidRDefault="00DC11C1" w:rsidP="009369BA">
      <w:r w:rsidRPr="001276CC">
        <w:t>Interaktiolla RCMR_IN</w:t>
      </w:r>
      <w:r>
        <w:t>3</w:t>
      </w:r>
      <w:r w:rsidRPr="001276CC">
        <w:t xml:space="preserve">00032FI01 vastataan </w:t>
      </w:r>
      <w:r w:rsidR="00DD53A2">
        <w:t>kyselyyn RCMR_IN303331FI01. Vastauksella palautetaan lääkemääräys toimitettavaksi.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20"/>
        <w:gridCol w:w="3981"/>
        <w:gridCol w:w="2355"/>
      </w:tblGrid>
      <w:tr w:rsidR="002C0502" w:rsidRPr="00070022" w14:paraId="0E27E5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47D1E06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4EF587D2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 and Content</w:t>
            </w:r>
          </w:p>
        </w:tc>
        <w:tc>
          <w:tcPr>
            <w:tcW w:w="1141" w:type="dxa"/>
          </w:tcPr>
          <w:p w14:paraId="3C68739B" w14:textId="77777777" w:rsidR="002C0502" w:rsidRPr="0007002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2C0502" w14:paraId="73A2D07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2BAA1FFC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3899D213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Application Level 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</w:p>
        </w:tc>
        <w:tc>
          <w:tcPr>
            <w:tcW w:w="1141" w:type="dxa"/>
          </w:tcPr>
          <w:p w14:paraId="001D0058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2C0502" w14:paraId="7F33D94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48251ECF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31BB381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68C24091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2C0502" w14:paraId="0B68AC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324955A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0" w:type="auto"/>
          </w:tcPr>
          <w:p w14:paraId="2D8255AB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1141" w:type="dxa"/>
          </w:tcPr>
          <w:p w14:paraId="7C1D4EE5" w14:textId="6CC12DA0" w:rsidR="002C0502" w:rsidRDefault="002C0502" w:rsidP="002C050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08D30EE6" w14:textId="228D1170" w:rsidR="00DC6923" w:rsidRDefault="00DC6923" w:rsidP="00DC6923">
      <w:pPr>
        <w:pStyle w:val="Leipteksti"/>
        <w:rPr>
          <w:lang w:val="en-GB"/>
        </w:rPr>
      </w:pPr>
    </w:p>
    <w:p w14:paraId="18E2BE5F" w14:textId="31D82E4C" w:rsidR="00A948A8" w:rsidRPr="00A948A8" w:rsidRDefault="007236F8" w:rsidP="00DC6923">
      <w:pPr>
        <w:pStyle w:val="Leipteksti"/>
      </w:pPr>
      <w:r>
        <w:t>K</w:t>
      </w:r>
      <w:r w:rsidR="00A948A8" w:rsidRPr="00A948A8">
        <w:t>ansallinen yhteyspiste voi välittää</w:t>
      </w:r>
      <w:r w:rsidR="00A948A8">
        <w:t xml:space="preserve"> interaktiossa </w:t>
      </w:r>
      <w:r>
        <w:t xml:space="preserve">varsinaisen asiakirjan ohella </w:t>
      </w:r>
      <w:r w:rsidR="00A948A8">
        <w:t>ulkomailta saadun varoitusviestin (ei varsinainen virhe). Mahdollinen varoitusviesti tullaan sijoittamaan kontrollikehyksen reasonOf-rakenteeseen</w:t>
      </w:r>
      <w:r w:rsidR="002654ED">
        <w:t>, DetectedIssueEvent-luokkaan</w:t>
      </w:r>
      <w:r w:rsidR="00A948A8">
        <w:t>.</w:t>
      </w:r>
      <w:r w:rsidR="006A0E26">
        <w:t xml:space="preserve"> </w:t>
      </w:r>
      <w:r w:rsidR="0081569F">
        <w:t>K</w:t>
      </w:r>
      <w:r w:rsidR="00D8226E">
        <w:t>oodistona</w:t>
      </w:r>
      <w:r w:rsidR="006A0E26">
        <w:t xml:space="preserve"> </w:t>
      </w:r>
      <w:r w:rsidR="0081569F">
        <w:t xml:space="preserve">käytetään </w:t>
      </w:r>
      <w:r w:rsidR="005E53DC">
        <w:t>ActDetectedIssueCode</w:t>
      </w:r>
      <w:r w:rsidR="00D8226E">
        <w:t xml:space="preserve"> code="1" codeSystem="1.2.246.537.5.40302" displayName="Issue Detected", ja varsinainen varoitusviesti ilmoitetaan value-elementissä tekstinä. </w:t>
      </w:r>
      <w:r w:rsidR="00FD42D3">
        <w:t>reasonOf-rakenne on siis tutkittava, vaikka sovellustason kuittaus olisi positiivinen (AA – application acknowledgement).</w:t>
      </w:r>
    </w:p>
    <w:sectPr w:rsidR="00A948A8" w:rsidRPr="00A948A8" w:rsidSect="00A07742">
      <w:headerReference w:type="default" r:id="rId70"/>
      <w:footerReference w:type="default" r:id="rId71"/>
      <w:pgSz w:w="11906" w:h="16838" w:code="9"/>
      <w:pgMar w:top="2472" w:right="1077" w:bottom="964" w:left="2495" w:header="624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7D8BA" w14:textId="77777777" w:rsidR="00CD299A" w:rsidRDefault="00CD299A" w:rsidP="00D37740">
      <w:pPr>
        <w:spacing w:after="0"/>
      </w:pPr>
      <w:r>
        <w:separator/>
      </w:r>
    </w:p>
  </w:endnote>
  <w:endnote w:type="continuationSeparator" w:id="0">
    <w:p w14:paraId="0C77F331" w14:textId="77777777" w:rsidR="00CD299A" w:rsidRDefault="00CD299A" w:rsidP="00D377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7E266" w14:textId="77777777" w:rsidR="00CD299A" w:rsidRDefault="00CD299A" w:rsidP="005A5072"/>
  <w:p w14:paraId="278564AF" w14:textId="77777777" w:rsidR="00CD299A" w:rsidRDefault="00CD299A" w:rsidP="005A5072"/>
  <w:tbl>
    <w:tblPr>
      <w:tblStyle w:val="TaulukkoRuudukko"/>
      <w:tblW w:w="82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97"/>
      <w:gridCol w:w="462"/>
    </w:tblGrid>
    <w:tr w:rsidR="00CD299A" w14:paraId="53F08386" w14:textId="77777777" w:rsidTr="004271DD">
      <w:trPr>
        <w:cantSplit/>
        <w:trHeight w:hRule="exact" w:val="454"/>
      </w:trPr>
      <w:tc>
        <w:tcPr>
          <w:tcW w:w="7797" w:type="dxa"/>
          <w:vAlign w:val="bottom"/>
        </w:tcPr>
        <w:p w14:paraId="43744A57" w14:textId="77777777" w:rsidR="00CD299A" w:rsidRPr="00387212" w:rsidRDefault="00CD299A" w:rsidP="005A5072">
          <w:pPr>
            <w:pStyle w:val="Alatunniste"/>
            <w:jc w:val="right"/>
            <w:rPr>
              <w:szCs w:val="12"/>
            </w:rPr>
          </w:pPr>
        </w:p>
      </w:tc>
      <w:tc>
        <w:tcPr>
          <w:tcW w:w="462" w:type="dxa"/>
          <w:vAlign w:val="bottom"/>
        </w:tcPr>
        <w:p w14:paraId="5F54D15B" w14:textId="77777777" w:rsidR="00CD299A" w:rsidRPr="00A43F3A" w:rsidRDefault="00CD299A" w:rsidP="005A5072">
          <w:pPr>
            <w:pStyle w:val="Alatunniste"/>
            <w:jc w:val="right"/>
            <w:rPr>
              <w:color w:val="019CDB"/>
              <w:sz w:val="21"/>
              <w:szCs w:val="21"/>
            </w:rPr>
          </w:pPr>
        </w:p>
      </w:tc>
    </w:tr>
  </w:tbl>
  <w:p w14:paraId="4CF281FF" w14:textId="77777777" w:rsidR="00CD299A" w:rsidRDefault="00CD299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0A257" w14:textId="77777777" w:rsidR="00CD299A" w:rsidRDefault="00CD299A" w:rsidP="002217BA">
    <w:pPr>
      <w:pStyle w:val="Alatunniste"/>
    </w:pPr>
  </w:p>
  <w:p w14:paraId="67B0A025" w14:textId="77777777" w:rsidR="00CD299A" w:rsidRDefault="00CD299A" w:rsidP="002217BA">
    <w:pPr>
      <w:pStyle w:val="Alatunniste"/>
    </w:pPr>
  </w:p>
  <w:p w14:paraId="7DFCA2A6" w14:textId="77777777" w:rsidR="00CD299A" w:rsidRDefault="00CD299A" w:rsidP="002217BA">
    <w:pPr>
      <w:pStyle w:val="Alatunniste"/>
    </w:pPr>
  </w:p>
  <w:tbl>
    <w:tblPr>
      <w:tblStyle w:val="TaulukkoRuudukko"/>
      <w:tblW w:w="83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09"/>
      <w:gridCol w:w="4082"/>
    </w:tblGrid>
    <w:tr w:rsidR="00CD299A" w14:paraId="5B74A53B" w14:textId="77777777" w:rsidTr="002217BA">
      <w:trPr>
        <w:cantSplit/>
        <w:trHeight w:hRule="exact" w:val="454"/>
      </w:trPr>
      <w:tc>
        <w:tcPr>
          <w:tcW w:w="4309" w:type="dxa"/>
          <w:vAlign w:val="bottom"/>
        </w:tcPr>
        <w:p w14:paraId="5FF8BA21" w14:textId="48E841F9" w:rsidR="00CD299A" w:rsidRPr="00387212" w:rsidRDefault="00CD299A" w:rsidP="002217BA">
          <w:pPr>
            <w:pStyle w:val="Alatunniste"/>
            <w:rPr>
              <w:szCs w:val="12"/>
            </w:rPr>
          </w:pPr>
        </w:p>
      </w:tc>
      <w:tc>
        <w:tcPr>
          <w:tcW w:w="4082" w:type="dxa"/>
          <w:vAlign w:val="bottom"/>
        </w:tcPr>
        <w:p w14:paraId="64097FB1" w14:textId="4183B833" w:rsidR="00CD299A" w:rsidRPr="00387212" w:rsidRDefault="00CD299A" w:rsidP="002217BA">
          <w:pPr>
            <w:pStyle w:val="Alatunniste"/>
            <w:jc w:val="right"/>
            <w:rPr>
              <w:sz w:val="21"/>
              <w:szCs w:val="21"/>
            </w:rPr>
          </w:pPr>
          <w:r w:rsidRPr="00387212">
            <w:rPr>
              <w:sz w:val="21"/>
              <w:szCs w:val="21"/>
            </w:rPr>
            <w:fldChar w:fldCharType="begin"/>
          </w:r>
          <w:r w:rsidRPr="00387212">
            <w:rPr>
              <w:sz w:val="21"/>
              <w:szCs w:val="21"/>
            </w:rPr>
            <w:instrText>PAGE</w:instrText>
          </w:r>
          <w:r w:rsidRPr="00387212">
            <w:rPr>
              <w:sz w:val="21"/>
              <w:szCs w:val="21"/>
            </w:rPr>
            <w:fldChar w:fldCharType="separate"/>
          </w:r>
          <w:r w:rsidR="00500567">
            <w:rPr>
              <w:noProof/>
              <w:sz w:val="21"/>
              <w:szCs w:val="21"/>
            </w:rPr>
            <w:t>12</w:t>
          </w:r>
          <w:r w:rsidRPr="00387212">
            <w:rPr>
              <w:sz w:val="21"/>
              <w:szCs w:val="21"/>
            </w:rPr>
            <w:fldChar w:fldCharType="end"/>
          </w:r>
          <w:r>
            <w:rPr>
              <w:sz w:val="21"/>
              <w:szCs w:val="21"/>
            </w:rPr>
            <w:t xml:space="preserve"> </w:t>
          </w:r>
        </w:p>
      </w:tc>
    </w:tr>
  </w:tbl>
  <w:p w14:paraId="24F3B2E9" w14:textId="77777777" w:rsidR="00CD299A" w:rsidRPr="002217BA" w:rsidRDefault="00CD299A" w:rsidP="002217B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3708" w14:textId="77777777" w:rsidR="00CD299A" w:rsidRDefault="00CD299A" w:rsidP="00D37740">
      <w:pPr>
        <w:spacing w:after="0"/>
      </w:pPr>
      <w:r>
        <w:separator/>
      </w:r>
    </w:p>
  </w:footnote>
  <w:footnote w:type="continuationSeparator" w:id="0">
    <w:p w14:paraId="6F5812E0" w14:textId="77777777" w:rsidR="00CD299A" w:rsidRDefault="00CD299A" w:rsidP="00D377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CD299A" w:rsidRPr="008C661A" w14:paraId="790F9AAE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CF17C9B" w14:textId="77777777" w:rsidR="00CD299A" w:rsidRPr="008C661A" w:rsidRDefault="00CD299A" w:rsidP="00BE0C87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746253F" w14:textId="77777777" w:rsidR="00CD299A" w:rsidRPr="005D4C87" w:rsidRDefault="00CD299A" w:rsidP="00BE0C87">
          <w:pPr>
            <w:pStyle w:val="Yltunniste"/>
          </w:pPr>
          <w:r>
            <w:rPr>
              <w:b/>
            </w:rPr>
            <w:t>KELA ASIAKIRJA</w:t>
          </w:r>
        </w:p>
      </w:tc>
    </w:tr>
    <w:tr w:rsidR="00CD299A" w:rsidRPr="008C661A" w14:paraId="41FFECAF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6ADF946" w14:textId="77777777" w:rsidR="00CD299A" w:rsidRPr="008C661A" w:rsidRDefault="00CD299A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3B40DA35" w14:textId="51919723" w:rsidR="00CD299A" w:rsidRPr="00C62825" w:rsidRDefault="00CD299A" w:rsidP="00BE0C87">
          <w:pPr>
            <w:pStyle w:val="Yltunniste"/>
            <w:rPr>
              <w:lang w:val="fi-FI"/>
            </w:rPr>
          </w:pPr>
          <w:r>
            <w:rPr>
              <w:lang w:val="fi-FI"/>
            </w:rPr>
            <w:t>Rajat ylittävän reseptin Medical Records -sanomat</w:t>
          </w:r>
        </w:p>
      </w:tc>
    </w:tr>
    <w:tr w:rsidR="00CD299A" w:rsidRPr="008C661A" w14:paraId="066750AB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1227CFB7" w14:textId="77777777" w:rsidR="00CD299A" w:rsidRPr="00C62825" w:rsidRDefault="00CD299A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C5866AA" w14:textId="77777777" w:rsidR="00CD299A" w:rsidRPr="00C62825" w:rsidRDefault="00CD299A" w:rsidP="00BE0C87">
          <w:pPr>
            <w:pStyle w:val="Yltunniste"/>
            <w:rPr>
              <w:lang w:val="fi-FI"/>
            </w:rPr>
          </w:pPr>
        </w:p>
      </w:tc>
    </w:tr>
    <w:tr w:rsidR="00CD299A" w:rsidRPr="008C661A" w14:paraId="6E2DDDC3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48E597B" w14:textId="77777777" w:rsidR="00CD299A" w:rsidRPr="00C62825" w:rsidRDefault="00CD299A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-17929104"/>
            <w:dataBinding w:prefixMappings="xmlns:ns0='http://schemas.microsoft.com/office/2006/coverPageProps'" w:xpath="/ns0:CoverPageProperties[1]/ns0:PublishDate[1]" w:storeItemID="{55AF091B-3C7A-41E3-B477-F2FDAA23CFDA}"/>
            <w:date w:fullDate="2018-05-22T00:00:00Z">
              <w:dateFormat w:val="d.M.yyyy"/>
              <w:lid w:val="fi-FI"/>
              <w:storeMappedDataAs w:val="dateTime"/>
              <w:calendar w:val="gregorian"/>
            </w:date>
          </w:sdtPr>
          <w:sdtEndPr/>
          <w:sdtContent>
            <w:p w14:paraId="240BA7B7" w14:textId="37A93B10" w:rsidR="00CD299A" w:rsidRPr="005D4C87" w:rsidRDefault="00CD299A" w:rsidP="00E00FD3">
              <w:pPr>
                <w:pStyle w:val="Yltunniste"/>
              </w:pPr>
              <w:r>
                <w:rPr>
                  <w:rFonts w:eastAsiaTheme="majorEastAsia"/>
                  <w:lang w:val="fi-FI"/>
                </w:rPr>
                <w:t>22.5.2018</w:t>
              </w:r>
            </w:p>
          </w:sdtContent>
        </w:sdt>
      </w:tc>
    </w:tr>
    <w:tr w:rsidR="00CD299A" w:rsidRPr="008C661A" w14:paraId="43661D3A" w14:textId="77777777" w:rsidTr="00BE0C87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70A16A36" w14:textId="77777777" w:rsidR="00CD299A" w:rsidRPr="008C661A" w:rsidRDefault="00CD299A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B749ADD" w14:textId="77777777" w:rsidR="00CD299A" w:rsidRDefault="00CD299A" w:rsidP="00BE0C87">
          <w:pPr>
            <w:pStyle w:val="Yltunniste"/>
          </w:pPr>
        </w:p>
      </w:tc>
    </w:tr>
  </w:tbl>
  <w:p w14:paraId="3F7C072C" w14:textId="77777777" w:rsidR="00CD299A" w:rsidRPr="00BE0C87" w:rsidRDefault="00CD299A" w:rsidP="00BE0C87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2576" behindDoc="1" locked="0" layoutInCell="1" allowOverlap="1" wp14:anchorId="4995A3FB" wp14:editId="0CC0B7C4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2" name="Kuv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1552" behindDoc="1" locked="0" layoutInCell="1" allowOverlap="1" wp14:anchorId="58569D0A" wp14:editId="0DD3636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8" name="Kuv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02270" w14:textId="77777777" w:rsidR="00CD299A" w:rsidRDefault="00CD299A" w:rsidP="00B32141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4624" behindDoc="1" locked="1" layoutInCell="1" allowOverlap="1" wp14:anchorId="01980C15" wp14:editId="4114299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240000"/>
          <wp:effectExtent l="0" t="0" r="0" b="0"/>
          <wp:wrapNone/>
          <wp:docPr id="9" name="Kuv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_Raportti_TUOTANTOON kansisivun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2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D605AA" w14:textId="77777777" w:rsidR="00CD299A" w:rsidRDefault="00CD299A" w:rsidP="00B32141">
    <w:pPr>
      <w:pStyle w:val="Yltunniste"/>
    </w:pPr>
  </w:p>
  <w:p w14:paraId="39A448F0" w14:textId="77777777" w:rsidR="00CD299A" w:rsidRPr="002D77A7" w:rsidRDefault="00CD299A" w:rsidP="00B32141">
    <w:pPr>
      <w:pStyle w:val="Yltunniste"/>
    </w:pPr>
  </w:p>
  <w:p w14:paraId="6E8EF487" w14:textId="77777777" w:rsidR="00CD299A" w:rsidRDefault="00CD299A" w:rsidP="00FC4261">
    <w:pPr>
      <w:pStyle w:val="Yltunniste"/>
    </w:pPr>
  </w:p>
  <w:p w14:paraId="7D47DAF9" w14:textId="77777777" w:rsidR="00CD299A" w:rsidRDefault="00CD299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CD299A" w:rsidRPr="008C661A" w14:paraId="3D43006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006D8464" w14:textId="77777777" w:rsidR="00CD299A" w:rsidRPr="008C661A" w:rsidRDefault="00CD299A" w:rsidP="005A5072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047CA7EE" w14:textId="77777777" w:rsidR="00CD299A" w:rsidRPr="005D4C87" w:rsidRDefault="00CD299A" w:rsidP="005A5072">
          <w:pPr>
            <w:pStyle w:val="Yltunniste"/>
          </w:pPr>
          <w:r>
            <w:rPr>
              <w:b/>
            </w:rPr>
            <w:t>KELA ASIAKIRJA</w:t>
          </w:r>
        </w:p>
      </w:tc>
    </w:tr>
    <w:tr w:rsidR="00CD299A" w:rsidRPr="008C661A" w14:paraId="25A12EBB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E730B19" w14:textId="77777777" w:rsidR="00CD299A" w:rsidRPr="008C661A" w:rsidRDefault="00CD299A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2E7DA7F5" w14:textId="40CE9C3E" w:rsidR="00CD299A" w:rsidRPr="003646C1" w:rsidRDefault="00CD299A" w:rsidP="005A5072">
          <w:pPr>
            <w:pStyle w:val="Yltunniste"/>
            <w:rPr>
              <w:lang w:val="fi-FI"/>
            </w:rPr>
          </w:pPr>
          <w:r w:rsidRPr="003646C1">
            <w:rPr>
              <w:lang w:val="fi-FI"/>
            </w:rPr>
            <w:t>Rajat ylittävän reseptin Medical R</w:t>
          </w:r>
          <w:r>
            <w:rPr>
              <w:lang w:val="fi-FI"/>
            </w:rPr>
            <w:t>ecords -sanomat</w:t>
          </w:r>
        </w:p>
      </w:tc>
    </w:tr>
    <w:tr w:rsidR="00CD299A" w:rsidRPr="008C661A" w14:paraId="3AF1535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38A95C6" w14:textId="77777777" w:rsidR="00CD299A" w:rsidRPr="003646C1" w:rsidRDefault="00CD299A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66A09E99" w14:textId="77777777" w:rsidR="00CD299A" w:rsidRPr="003646C1" w:rsidRDefault="00CD299A" w:rsidP="005A5072">
          <w:pPr>
            <w:pStyle w:val="Yltunniste"/>
            <w:rPr>
              <w:lang w:val="fi-FI"/>
            </w:rPr>
          </w:pPr>
        </w:p>
      </w:tc>
    </w:tr>
    <w:tr w:rsidR="00CD299A" w:rsidRPr="008C661A" w14:paraId="6D3A054F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5716D877" w14:textId="77777777" w:rsidR="00CD299A" w:rsidRPr="003646C1" w:rsidRDefault="00CD299A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1638997712"/>
            <w:placeholder>
              <w:docPart w:val="09C08B21220B418FAF06B9FB857085C7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8-05-22T00:00:00Z">
              <w:dateFormat w:val="d.M.yyyy"/>
              <w:lid w:val="fi-FI"/>
              <w:storeMappedDataAs w:val="dateTime"/>
              <w:calendar w:val="gregorian"/>
            </w:date>
          </w:sdtPr>
          <w:sdtEndPr/>
          <w:sdtContent>
            <w:p w14:paraId="227B3F59" w14:textId="724BB252" w:rsidR="00CD299A" w:rsidRPr="005D4C87" w:rsidRDefault="00CD299A" w:rsidP="005A5072">
              <w:pPr>
                <w:pStyle w:val="Yltunniste"/>
              </w:pPr>
              <w:r>
                <w:rPr>
                  <w:rFonts w:eastAsiaTheme="majorEastAsia"/>
                  <w:lang w:val="fi-FI"/>
                </w:rPr>
                <w:t>22.5.2018</w:t>
              </w:r>
            </w:p>
          </w:sdtContent>
        </w:sdt>
      </w:tc>
    </w:tr>
    <w:tr w:rsidR="00CD299A" w:rsidRPr="008C661A" w14:paraId="526AE5D1" w14:textId="77777777" w:rsidTr="004271DD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5EA8894" w14:textId="77777777" w:rsidR="00CD299A" w:rsidRPr="008C661A" w:rsidRDefault="00CD299A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18690B8" w14:textId="77777777" w:rsidR="00CD299A" w:rsidRDefault="00CD299A" w:rsidP="005A5072">
          <w:pPr>
            <w:pStyle w:val="Yltunniste"/>
          </w:pPr>
        </w:p>
      </w:tc>
    </w:tr>
  </w:tbl>
  <w:p w14:paraId="69FF703E" w14:textId="77777777" w:rsidR="00CD299A" w:rsidRPr="00531A4F" w:rsidRDefault="00CD299A" w:rsidP="00531A4F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7696" behindDoc="1" locked="0" layoutInCell="1" allowOverlap="1" wp14:anchorId="3D8B7266" wp14:editId="29B08660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6672" behindDoc="1" locked="0" layoutInCell="1" allowOverlap="1" wp14:anchorId="741FEA1D" wp14:editId="0765413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pStyle w:val="Numeroituluettelo"/>
      <w:lvlText w:val="%1."/>
      <w:lvlJc w:val="left"/>
      <w:pPr>
        <w:ind w:left="360" w:hanging="360"/>
      </w:pPr>
      <w:rPr>
        <w:rFonts w:hint="default"/>
        <w:color w:val="0090D4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pStyle w:val="Otsikk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13"/>
  </w:num>
  <w:num w:numId="7">
    <w:abstractNumId w:val="21"/>
  </w:num>
  <w:num w:numId="8">
    <w:abstractNumId w:val="5"/>
  </w:num>
  <w:num w:numId="9">
    <w:abstractNumId w:val="2"/>
  </w:num>
  <w:num w:numId="10">
    <w:abstractNumId w:val="20"/>
  </w:num>
  <w:num w:numId="11">
    <w:abstractNumId w:val="7"/>
  </w:num>
  <w:num w:numId="12">
    <w:abstractNumId w:val="14"/>
  </w:num>
  <w:num w:numId="13">
    <w:abstractNumId w:val="19"/>
  </w:num>
  <w:num w:numId="14">
    <w:abstractNumId w:val="18"/>
  </w:num>
  <w:num w:numId="15">
    <w:abstractNumId w:val="12"/>
  </w:num>
  <w:num w:numId="16">
    <w:abstractNumId w:val="9"/>
  </w:num>
  <w:num w:numId="17">
    <w:abstractNumId w:val="3"/>
  </w:num>
  <w:num w:numId="18">
    <w:abstractNumId w:val="11"/>
  </w:num>
  <w:num w:numId="19">
    <w:abstractNumId w:val="15"/>
  </w:num>
  <w:num w:numId="20">
    <w:abstractNumId w:val="6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1304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01"/>
    <w:rsid w:val="00012C81"/>
    <w:rsid w:val="000152CD"/>
    <w:rsid w:val="00017B1F"/>
    <w:rsid w:val="00022BE9"/>
    <w:rsid w:val="000241E4"/>
    <w:rsid w:val="00027C7F"/>
    <w:rsid w:val="00031045"/>
    <w:rsid w:val="00031847"/>
    <w:rsid w:val="00033E6D"/>
    <w:rsid w:val="000400D4"/>
    <w:rsid w:val="0004441F"/>
    <w:rsid w:val="000448DC"/>
    <w:rsid w:val="00051497"/>
    <w:rsid w:val="0005681D"/>
    <w:rsid w:val="000600A3"/>
    <w:rsid w:val="00063E9B"/>
    <w:rsid w:val="00064457"/>
    <w:rsid w:val="00072FEB"/>
    <w:rsid w:val="00075A9F"/>
    <w:rsid w:val="00081828"/>
    <w:rsid w:val="00084529"/>
    <w:rsid w:val="00084C2C"/>
    <w:rsid w:val="000875F3"/>
    <w:rsid w:val="00093224"/>
    <w:rsid w:val="000A488D"/>
    <w:rsid w:val="000B3845"/>
    <w:rsid w:val="000B393F"/>
    <w:rsid w:val="000B510E"/>
    <w:rsid w:val="000B523B"/>
    <w:rsid w:val="000B528C"/>
    <w:rsid w:val="000B7665"/>
    <w:rsid w:val="000C15FF"/>
    <w:rsid w:val="000C184F"/>
    <w:rsid w:val="000C2DED"/>
    <w:rsid w:val="000C310F"/>
    <w:rsid w:val="000C40DB"/>
    <w:rsid w:val="000C7552"/>
    <w:rsid w:val="000D2513"/>
    <w:rsid w:val="000D50EC"/>
    <w:rsid w:val="000D53D4"/>
    <w:rsid w:val="000D59EE"/>
    <w:rsid w:val="000D6AD8"/>
    <w:rsid w:val="000D6FE0"/>
    <w:rsid w:val="000D713E"/>
    <w:rsid w:val="000D787D"/>
    <w:rsid w:val="000E502D"/>
    <w:rsid w:val="000E7281"/>
    <w:rsid w:val="000F2C9C"/>
    <w:rsid w:val="000F4D3C"/>
    <w:rsid w:val="000F594D"/>
    <w:rsid w:val="000F5B27"/>
    <w:rsid w:val="000F7712"/>
    <w:rsid w:val="0010104B"/>
    <w:rsid w:val="00101606"/>
    <w:rsid w:val="0010623A"/>
    <w:rsid w:val="001135ED"/>
    <w:rsid w:val="001246EB"/>
    <w:rsid w:val="001328B5"/>
    <w:rsid w:val="00136080"/>
    <w:rsid w:val="00136200"/>
    <w:rsid w:val="001377E0"/>
    <w:rsid w:val="00137B09"/>
    <w:rsid w:val="001536D3"/>
    <w:rsid w:val="00153F29"/>
    <w:rsid w:val="00157DDC"/>
    <w:rsid w:val="00160171"/>
    <w:rsid w:val="001616BA"/>
    <w:rsid w:val="00161957"/>
    <w:rsid w:val="00163103"/>
    <w:rsid w:val="00166311"/>
    <w:rsid w:val="00170878"/>
    <w:rsid w:val="00172F2A"/>
    <w:rsid w:val="001801B1"/>
    <w:rsid w:val="0018177F"/>
    <w:rsid w:val="00182E0D"/>
    <w:rsid w:val="00186A34"/>
    <w:rsid w:val="0019059C"/>
    <w:rsid w:val="00190EE1"/>
    <w:rsid w:val="00193CBB"/>
    <w:rsid w:val="001958A4"/>
    <w:rsid w:val="001961EA"/>
    <w:rsid w:val="00197035"/>
    <w:rsid w:val="001A1B52"/>
    <w:rsid w:val="001A2F62"/>
    <w:rsid w:val="001A736E"/>
    <w:rsid w:val="001B3BB0"/>
    <w:rsid w:val="001B43C5"/>
    <w:rsid w:val="001C113E"/>
    <w:rsid w:val="001C2E44"/>
    <w:rsid w:val="001C3007"/>
    <w:rsid w:val="001C44E2"/>
    <w:rsid w:val="001C6893"/>
    <w:rsid w:val="001D141A"/>
    <w:rsid w:val="001D4A6D"/>
    <w:rsid w:val="001D649D"/>
    <w:rsid w:val="001D6BC6"/>
    <w:rsid w:val="001E02DB"/>
    <w:rsid w:val="001E6651"/>
    <w:rsid w:val="001F1CE6"/>
    <w:rsid w:val="001F6A54"/>
    <w:rsid w:val="002053AE"/>
    <w:rsid w:val="00205D6A"/>
    <w:rsid w:val="00207070"/>
    <w:rsid w:val="002105CB"/>
    <w:rsid w:val="00220C1E"/>
    <w:rsid w:val="002217BA"/>
    <w:rsid w:val="00223882"/>
    <w:rsid w:val="00224A64"/>
    <w:rsid w:val="00230434"/>
    <w:rsid w:val="00231301"/>
    <w:rsid w:val="00232E94"/>
    <w:rsid w:val="002356F8"/>
    <w:rsid w:val="00236B6E"/>
    <w:rsid w:val="00245458"/>
    <w:rsid w:val="00246011"/>
    <w:rsid w:val="00255B56"/>
    <w:rsid w:val="00256DC8"/>
    <w:rsid w:val="002610C8"/>
    <w:rsid w:val="002625D5"/>
    <w:rsid w:val="00263770"/>
    <w:rsid w:val="002654ED"/>
    <w:rsid w:val="00267BE2"/>
    <w:rsid w:val="00272D39"/>
    <w:rsid w:val="0027489C"/>
    <w:rsid w:val="00275219"/>
    <w:rsid w:val="0028025A"/>
    <w:rsid w:val="00280F29"/>
    <w:rsid w:val="00287DDA"/>
    <w:rsid w:val="002903C3"/>
    <w:rsid w:val="00290D42"/>
    <w:rsid w:val="002A3464"/>
    <w:rsid w:val="002A5503"/>
    <w:rsid w:val="002A7714"/>
    <w:rsid w:val="002A7F84"/>
    <w:rsid w:val="002B0CDC"/>
    <w:rsid w:val="002C0502"/>
    <w:rsid w:val="002C2BCA"/>
    <w:rsid w:val="002D1ACD"/>
    <w:rsid w:val="002D61C5"/>
    <w:rsid w:val="002D6A5F"/>
    <w:rsid w:val="002F285B"/>
    <w:rsid w:val="002F41EE"/>
    <w:rsid w:val="00301DF2"/>
    <w:rsid w:val="00310409"/>
    <w:rsid w:val="00312333"/>
    <w:rsid w:val="0031428F"/>
    <w:rsid w:val="00315879"/>
    <w:rsid w:val="00323CDB"/>
    <w:rsid w:val="00331D6C"/>
    <w:rsid w:val="0033462F"/>
    <w:rsid w:val="00335A31"/>
    <w:rsid w:val="003371FC"/>
    <w:rsid w:val="00341FC4"/>
    <w:rsid w:val="00344769"/>
    <w:rsid w:val="003542F0"/>
    <w:rsid w:val="00357AC8"/>
    <w:rsid w:val="00362324"/>
    <w:rsid w:val="00362478"/>
    <w:rsid w:val="00363BC9"/>
    <w:rsid w:val="003646C1"/>
    <w:rsid w:val="0036693B"/>
    <w:rsid w:val="00367C9D"/>
    <w:rsid w:val="00374388"/>
    <w:rsid w:val="00386BFD"/>
    <w:rsid w:val="003909FB"/>
    <w:rsid w:val="0039173F"/>
    <w:rsid w:val="00392302"/>
    <w:rsid w:val="00395301"/>
    <w:rsid w:val="003A1D86"/>
    <w:rsid w:val="003A7EBA"/>
    <w:rsid w:val="003C413D"/>
    <w:rsid w:val="003C4D0F"/>
    <w:rsid w:val="003D00A0"/>
    <w:rsid w:val="003D04BA"/>
    <w:rsid w:val="003D7C92"/>
    <w:rsid w:val="003E0A89"/>
    <w:rsid w:val="003E21CD"/>
    <w:rsid w:val="003E2761"/>
    <w:rsid w:val="003E5E66"/>
    <w:rsid w:val="003E7759"/>
    <w:rsid w:val="003F0590"/>
    <w:rsid w:val="003F636D"/>
    <w:rsid w:val="00404A68"/>
    <w:rsid w:val="00404C89"/>
    <w:rsid w:val="004064D1"/>
    <w:rsid w:val="004115E5"/>
    <w:rsid w:val="0041398D"/>
    <w:rsid w:val="00415CAE"/>
    <w:rsid w:val="00422C93"/>
    <w:rsid w:val="00425C19"/>
    <w:rsid w:val="004271DD"/>
    <w:rsid w:val="004373AA"/>
    <w:rsid w:val="00440718"/>
    <w:rsid w:val="00442D8A"/>
    <w:rsid w:val="00443285"/>
    <w:rsid w:val="00451014"/>
    <w:rsid w:val="00452BE4"/>
    <w:rsid w:val="004569D3"/>
    <w:rsid w:val="00462F2A"/>
    <w:rsid w:val="00471C1D"/>
    <w:rsid w:val="004806D7"/>
    <w:rsid w:val="00484109"/>
    <w:rsid w:val="004841B2"/>
    <w:rsid w:val="0048563F"/>
    <w:rsid w:val="0048589A"/>
    <w:rsid w:val="00487952"/>
    <w:rsid w:val="004957D0"/>
    <w:rsid w:val="00495CFD"/>
    <w:rsid w:val="00497263"/>
    <w:rsid w:val="004B0D30"/>
    <w:rsid w:val="004B13A9"/>
    <w:rsid w:val="004B1E20"/>
    <w:rsid w:val="004C0B4D"/>
    <w:rsid w:val="004C20F3"/>
    <w:rsid w:val="004C3F20"/>
    <w:rsid w:val="004C464B"/>
    <w:rsid w:val="004C5110"/>
    <w:rsid w:val="004C69B0"/>
    <w:rsid w:val="004C6D80"/>
    <w:rsid w:val="004D07B8"/>
    <w:rsid w:val="004D2805"/>
    <w:rsid w:val="004D343D"/>
    <w:rsid w:val="004E2590"/>
    <w:rsid w:val="004E30E2"/>
    <w:rsid w:val="004E541E"/>
    <w:rsid w:val="004E54C2"/>
    <w:rsid w:val="004F1239"/>
    <w:rsid w:val="004F2441"/>
    <w:rsid w:val="004F3122"/>
    <w:rsid w:val="004F5AE0"/>
    <w:rsid w:val="00500567"/>
    <w:rsid w:val="005055B2"/>
    <w:rsid w:val="005062AB"/>
    <w:rsid w:val="0051222D"/>
    <w:rsid w:val="00515D08"/>
    <w:rsid w:val="005177AD"/>
    <w:rsid w:val="00524FD9"/>
    <w:rsid w:val="00531A4F"/>
    <w:rsid w:val="00531B3B"/>
    <w:rsid w:val="0053690B"/>
    <w:rsid w:val="0054422F"/>
    <w:rsid w:val="00552D3F"/>
    <w:rsid w:val="005534EA"/>
    <w:rsid w:val="00561740"/>
    <w:rsid w:val="00563463"/>
    <w:rsid w:val="00575332"/>
    <w:rsid w:val="005769B7"/>
    <w:rsid w:val="00580430"/>
    <w:rsid w:val="005925F4"/>
    <w:rsid w:val="005A29D5"/>
    <w:rsid w:val="005A4514"/>
    <w:rsid w:val="005A5072"/>
    <w:rsid w:val="005B051F"/>
    <w:rsid w:val="005B14D9"/>
    <w:rsid w:val="005B3C52"/>
    <w:rsid w:val="005C3327"/>
    <w:rsid w:val="005C3E2E"/>
    <w:rsid w:val="005C5777"/>
    <w:rsid w:val="005D0D30"/>
    <w:rsid w:val="005D19FB"/>
    <w:rsid w:val="005D3C64"/>
    <w:rsid w:val="005D4A21"/>
    <w:rsid w:val="005D6763"/>
    <w:rsid w:val="005E53DC"/>
    <w:rsid w:val="005E58CC"/>
    <w:rsid w:val="005E7216"/>
    <w:rsid w:val="005E7AB9"/>
    <w:rsid w:val="005F4D47"/>
    <w:rsid w:val="005F69A3"/>
    <w:rsid w:val="00606852"/>
    <w:rsid w:val="00607D37"/>
    <w:rsid w:val="006173A1"/>
    <w:rsid w:val="00621175"/>
    <w:rsid w:val="006218B1"/>
    <w:rsid w:val="0062673E"/>
    <w:rsid w:val="00627A1E"/>
    <w:rsid w:val="006310A9"/>
    <w:rsid w:val="00631108"/>
    <w:rsid w:val="00631A4E"/>
    <w:rsid w:val="00634DC2"/>
    <w:rsid w:val="00641E79"/>
    <w:rsid w:val="006466F7"/>
    <w:rsid w:val="0064790B"/>
    <w:rsid w:val="0065524B"/>
    <w:rsid w:val="00657B0A"/>
    <w:rsid w:val="00660F47"/>
    <w:rsid w:val="00667E16"/>
    <w:rsid w:val="00671148"/>
    <w:rsid w:val="0068027A"/>
    <w:rsid w:val="00682A4E"/>
    <w:rsid w:val="00686ABB"/>
    <w:rsid w:val="00691BAB"/>
    <w:rsid w:val="0069522A"/>
    <w:rsid w:val="006A0E26"/>
    <w:rsid w:val="006B0F32"/>
    <w:rsid w:val="006B1696"/>
    <w:rsid w:val="006B439B"/>
    <w:rsid w:val="006B4C8B"/>
    <w:rsid w:val="006B6FAE"/>
    <w:rsid w:val="006B7B21"/>
    <w:rsid w:val="006C2EED"/>
    <w:rsid w:val="006C3A23"/>
    <w:rsid w:val="006D738E"/>
    <w:rsid w:val="006D744D"/>
    <w:rsid w:val="006E01EE"/>
    <w:rsid w:val="006E688C"/>
    <w:rsid w:val="006F4558"/>
    <w:rsid w:val="006F5C53"/>
    <w:rsid w:val="00702A6C"/>
    <w:rsid w:val="007037E4"/>
    <w:rsid w:val="00704282"/>
    <w:rsid w:val="007101A0"/>
    <w:rsid w:val="00710E8D"/>
    <w:rsid w:val="00712EDD"/>
    <w:rsid w:val="007236F8"/>
    <w:rsid w:val="00724355"/>
    <w:rsid w:val="007268EF"/>
    <w:rsid w:val="00730084"/>
    <w:rsid w:val="00732D9D"/>
    <w:rsid w:val="00736EE3"/>
    <w:rsid w:val="00737F92"/>
    <w:rsid w:val="007427C3"/>
    <w:rsid w:val="00744797"/>
    <w:rsid w:val="0075590A"/>
    <w:rsid w:val="007600D7"/>
    <w:rsid w:val="007608C2"/>
    <w:rsid w:val="007621D9"/>
    <w:rsid w:val="0076261D"/>
    <w:rsid w:val="007812B2"/>
    <w:rsid w:val="007849C6"/>
    <w:rsid w:val="00787206"/>
    <w:rsid w:val="00794A2A"/>
    <w:rsid w:val="00794AEB"/>
    <w:rsid w:val="007B0605"/>
    <w:rsid w:val="007B074E"/>
    <w:rsid w:val="007B19BF"/>
    <w:rsid w:val="007B3C2A"/>
    <w:rsid w:val="007B63DA"/>
    <w:rsid w:val="007C2B03"/>
    <w:rsid w:val="007C2D0A"/>
    <w:rsid w:val="007C4D4C"/>
    <w:rsid w:val="007D1B0E"/>
    <w:rsid w:val="007D482E"/>
    <w:rsid w:val="007D78D0"/>
    <w:rsid w:val="007E4970"/>
    <w:rsid w:val="007F13B5"/>
    <w:rsid w:val="007F25AC"/>
    <w:rsid w:val="008000D9"/>
    <w:rsid w:val="008003F0"/>
    <w:rsid w:val="0080080A"/>
    <w:rsid w:val="00802659"/>
    <w:rsid w:val="00803BD4"/>
    <w:rsid w:val="00803FB6"/>
    <w:rsid w:val="00804614"/>
    <w:rsid w:val="0080584F"/>
    <w:rsid w:val="00813F37"/>
    <w:rsid w:val="0081569F"/>
    <w:rsid w:val="00820096"/>
    <w:rsid w:val="00822672"/>
    <w:rsid w:val="00823817"/>
    <w:rsid w:val="00832B23"/>
    <w:rsid w:val="0083671D"/>
    <w:rsid w:val="0083690D"/>
    <w:rsid w:val="00841957"/>
    <w:rsid w:val="00842FB0"/>
    <w:rsid w:val="00843E6D"/>
    <w:rsid w:val="00843EAD"/>
    <w:rsid w:val="00844606"/>
    <w:rsid w:val="00847EB6"/>
    <w:rsid w:val="0085048D"/>
    <w:rsid w:val="0085194E"/>
    <w:rsid w:val="00854423"/>
    <w:rsid w:val="0085596F"/>
    <w:rsid w:val="00863D72"/>
    <w:rsid w:val="008714F3"/>
    <w:rsid w:val="00872A13"/>
    <w:rsid w:val="008823A0"/>
    <w:rsid w:val="00883896"/>
    <w:rsid w:val="00884914"/>
    <w:rsid w:val="008938AF"/>
    <w:rsid w:val="00893E2F"/>
    <w:rsid w:val="0089788E"/>
    <w:rsid w:val="008A0C01"/>
    <w:rsid w:val="008A3403"/>
    <w:rsid w:val="008A4201"/>
    <w:rsid w:val="008A5C89"/>
    <w:rsid w:val="008A6C5C"/>
    <w:rsid w:val="008C1488"/>
    <w:rsid w:val="008D2319"/>
    <w:rsid w:val="008E6A45"/>
    <w:rsid w:val="008F0EAF"/>
    <w:rsid w:val="008F6071"/>
    <w:rsid w:val="0090071C"/>
    <w:rsid w:val="00900ECA"/>
    <w:rsid w:val="009037E2"/>
    <w:rsid w:val="00907AA3"/>
    <w:rsid w:val="00924AEF"/>
    <w:rsid w:val="00925BBB"/>
    <w:rsid w:val="00927D5C"/>
    <w:rsid w:val="0093359E"/>
    <w:rsid w:val="00934088"/>
    <w:rsid w:val="00934AF6"/>
    <w:rsid w:val="00934C83"/>
    <w:rsid w:val="00936532"/>
    <w:rsid w:val="009369BA"/>
    <w:rsid w:val="00936B0C"/>
    <w:rsid w:val="00945075"/>
    <w:rsid w:val="00947D8E"/>
    <w:rsid w:val="0095200D"/>
    <w:rsid w:val="00952B76"/>
    <w:rsid w:val="0095457F"/>
    <w:rsid w:val="009577DC"/>
    <w:rsid w:val="00960EF1"/>
    <w:rsid w:val="00961C58"/>
    <w:rsid w:val="00962CB0"/>
    <w:rsid w:val="009655AC"/>
    <w:rsid w:val="00966701"/>
    <w:rsid w:val="00970481"/>
    <w:rsid w:val="0097152A"/>
    <w:rsid w:val="009752E5"/>
    <w:rsid w:val="00977412"/>
    <w:rsid w:val="0098101D"/>
    <w:rsid w:val="00982395"/>
    <w:rsid w:val="00982AE4"/>
    <w:rsid w:val="00987EE9"/>
    <w:rsid w:val="009A123F"/>
    <w:rsid w:val="009A6444"/>
    <w:rsid w:val="009B0A58"/>
    <w:rsid w:val="009B5133"/>
    <w:rsid w:val="009B5B8C"/>
    <w:rsid w:val="009B783B"/>
    <w:rsid w:val="009C641D"/>
    <w:rsid w:val="009C7B86"/>
    <w:rsid w:val="009D12C5"/>
    <w:rsid w:val="009D4035"/>
    <w:rsid w:val="009D44BD"/>
    <w:rsid w:val="009D6FD8"/>
    <w:rsid w:val="009E1BFD"/>
    <w:rsid w:val="009E246F"/>
    <w:rsid w:val="009E430D"/>
    <w:rsid w:val="009E4BD0"/>
    <w:rsid w:val="009E4E44"/>
    <w:rsid w:val="009E677C"/>
    <w:rsid w:val="009F1BE0"/>
    <w:rsid w:val="009F2A1E"/>
    <w:rsid w:val="009F35F7"/>
    <w:rsid w:val="009F5215"/>
    <w:rsid w:val="00A00601"/>
    <w:rsid w:val="00A03F07"/>
    <w:rsid w:val="00A05B60"/>
    <w:rsid w:val="00A07742"/>
    <w:rsid w:val="00A21B94"/>
    <w:rsid w:val="00A25583"/>
    <w:rsid w:val="00A34F84"/>
    <w:rsid w:val="00A356CC"/>
    <w:rsid w:val="00A36FC2"/>
    <w:rsid w:val="00A41DE4"/>
    <w:rsid w:val="00A5160E"/>
    <w:rsid w:val="00A520BA"/>
    <w:rsid w:val="00A5585B"/>
    <w:rsid w:val="00A568E2"/>
    <w:rsid w:val="00A57A18"/>
    <w:rsid w:val="00A610F7"/>
    <w:rsid w:val="00A644B4"/>
    <w:rsid w:val="00A743F7"/>
    <w:rsid w:val="00A7754A"/>
    <w:rsid w:val="00A80B77"/>
    <w:rsid w:val="00A81E2F"/>
    <w:rsid w:val="00A948A8"/>
    <w:rsid w:val="00A97063"/>
    <w:rsid w:val="00AA0639"/>
    <w:rsid w:val="00AA3842"/>
    <w:rsid w:val="00AA463F"/>
    <w:rsid w:val="00AB0C75"/>
    <w:rsid w:val="00AB6029"/>
    <w:rsid w:val="00AC329F"/>
    <w:rsid w:val="00AC3567"/>
    <w:rsid w:val="00AC583B"/>
    <w:rsid w:val="00AC6F68"/>
    <w:rsid w:val="00AD14D9"/>
    <w:rsid w:val="00AD1646"/>
    <w:rsid w:val="00AE0B2F"/>
    <w:rsid w:val="00AE0EFF"/>
    <w:rsid w:val="00AE0FDF"/>
    <w:rsid w:val="00AE46BE"/>
    <w:rsid w:val="00AF1122"/>
    <w:rsid w:val="00AF301F"/>
    <w:rsid w:val="00AF3A53"/>
    <w:rsid w:val="00AF4AD3"/>
    <w:rsid w:val="00B014EB"/>
    <w:rsid w:val="00B019AD"/>
    <w:rsid w:val="00B07EF6"/>
    <w:rsid w:val="00B14212"/>
    <w:rsid w:val="00B16B0F"/>
    <w:rsid w:val="00B177E8"/>
    <w:rsid w:val="00B21D06"/>
    <w:rsid w:val="00B23067"/>
    <w:rsid w:val="00B32113"/>
    <w:rsid w:val="00B32141"/>
    <w:rsid w:val="00B37CC2"/>
    <w:rsid w:val="00B41276"/>
    <w:rsid w:val="00B445AE"/>
    <w:rsid w:val="00B51AB8"/>
    <w:rsid w:val="00B5365C"/>
    <w:rsid w:val="00B555D8"/>
    <w:rsid w:val="00B612AE"/>
    <w:rsid w:val="00B663DA"/>
    <w:rsid w:val="00B73187"/>
    <w:rsid w:val="00B752D3"/>
    <w:rsid w:val="00B81588"/>
    <w:rsid w:val="00B82D27"/>
    <w:rsid w:val="00B844BB"/>
    <w:rsid w:val="00B84915"/>
    <w:rsid w:val="00B879A2"/>
    <w:rsid w:val="00B90A91"/>
    <w:rsid w:val="00B94A43"/>
    <w:rsid w:val="00B952B2"/>
    <w:rsid w:val="00B96DAC"/>
    <w:rsid w:val="00BA3271"/>
    <w:rsid w:val="00BA3E67"/>
    <w:rsid w:val="00BB12E1"/>
    <w:rsid w:val="00BC25BD"/>
    <w:rsid w:val="00BC3737"/>
    <w:rsid w:val="00BC4984"/>
    <w:rsid w:val="00BC50F8"/>
    <w:rsid w:val="00BC7CD7"/>
    <w:rsid w:val="00BD0907"/>
    <w:rsid w:val="00BD6020"/>
    <w:rsid w:val="00BD78CD"/>
    <w:rsid w:val="00BE0C87"/>
    <w:rsid w:val="00BE2358"/>
    <w:rsid w:val="00BE7024"/>
    <w:rsid w:val="00BE776B"/>
    <w:rsid w:val="00C00AF7"/>
    <w:rsid w:val="00C018C8"/>
    <w:rsid w:val="00C02568"/>
    <w:rsid w:val="00C04C7B"/>
    <w:rsid w:val="00C20EB5"/>
    <w:rsid w:val="00C231EE"/>
    <w:rsid w:val="00C368DC"/>
    <w:rsid w:val="00C4170A"/>
    <w:rsid w:val="00C4454D"/>
    <w:rsid w:val="00C445A8"/>
    <w:rsid w:val="00C44DAA"/>
    <w:rsid w:val="00C513E4"/>
    <w:rsid w:val="00C60266"/>
    <w:rsid w:val="00C62825"/>
    <w:rsid w:val="00C659C4"/>
    <w:rsid w:val="00C70766"/>
    <w:rsid w:val="00C746AB"/>
    <w:rsid w:val="00C74CAA"/>
    <w:rsid w:val="00C81821"/>
    <w:rsid w:val="00C8558B"/>
    <w:rsid w:val="00C86309"/>
    <w:rsid w:val="00C93717"/>
    <w:rsid w:val="00C9374E"/>
    <w:rsid w:val="00C95B8D"/>
    <w:rsid w:val="00CA1866"/>
    <w:rsid w:val="00CA2C51"/>
    <w:rsid w:val="00CA4A09"/>
    <w:rsid w:val="00CB0617"/>
    <w:rsid w:val="00CB1A26"/>
    <w:rsid w:val="00CB4746"/>
    <w:rsid w:val="00CB57E4"/>
    <w:rsid w:val="00CB6478"/>
    <w:rsid w:val="00CC3B43"/>
    <w:rsid w:val="00CC3F78"/>
    <w:rsid w:val="00CD299A"/>
    <w:rsid w:val="00CD2E8B"/>
    <w:rsid w:val="00CD4F39"/>
    <w:rsid w:val="00CD5DA7"/>
    <w:rsid w:val="00CE203F"/>
    <w:rsid w:val="00CE29EF"/>
    <w:rsid w:val="00CE6848"/>
    <w:rsid w:val="00CF4E51"/>
    <w:rsid w:val="00D00758"/>
    <w:rsid w:val="00D038DD"/>
    <w:rsid w:val="00D06EA8"/>
    <w:rsid w:val="00D12117"/>
    <w:rsid w:val="00D16FB0"/>
    <w:rsid w:val="00D17217"/>
    <w:rsid w:val="00D21141"/>
    <w:rsid w:val="00D21D1D"/>
    <w:rsid w:val="00D2301F"/>
    <w:rsid w:val="00D32308"/>
    <w:rsid w:val="00D35D31"/>
    <w:rsid w:val="00D36D60"/>
    <w:rsid w:val="00D37740"/>
    <w:rsid w:val="00D536D9"/>
    <w:rsid w:val="00D53B84"/>
    <w:rsid w:val="00D54EE7"/>
    <w:rsid w:val="00D577EE"/>
    <w:rsid w:val="00D625FE"/>
    <w:rsid w:val="00D627A6"/>
    <w:rsid w:val="00D63451"/>
    <w:rsid w:val="00D71DED"/>
    <w:rsid w:val="00D74E4E"/>
    <w:rsid w:val="00D77945"/>
    <w:rsid w:val="00D8226E"/>
    <w:rsid w:val="00D8305F"/>
    <w:rsid w:val="00D83213"/>
    <w:rsid w:val="00D8403F"/>
    <w:rsid w:val="00D858EF"/>
    <w:rsid w:val="00D85A98"/>
    <w:rsid w:val="00D87241"/>
    <w:rsid w:val="00D91866"/>
    <w:rsid w:val="00D930EB"/>
    <w:rsid w:val="00D948D6"/>
    <w:rsid w:val="00D96927"/>
    <w:rsid w:val="00D974D7"/>
    <w:rsid w:val="00DA6B90"/>
    <w:rsid w:val="00DA6CD1"/>
    <w:rsid w:val="00DB0D6A"/>
    <w:rsid w:val="00DB0D86"/>
    <w:rsid w:val="00DB34F5"/>
    <w:rsid w:val="00DB70BC"/>
    <w:rsid w:val="00DC11C1"/>
    <w:rsid w:val="00DC6923"/>
    <w:rsid w:val="00DD1CE0"/>
    <w:rsid w:val="00DD3F30"/>
    <w:rsid w:val="00DD53A2"/>
    <w:rsid w:val="00DE2AE3"/>
    <w:rsid w:val="00DF0CE2"/>
    <w:rsid w:val="00DF394F"/>
    <w:rsid w:val="00E00FD3"/>
    <w:rsid w:val="00E07DB4"/>
    <w:rsid w:val="00E12B1A"/>
    <w:rsid w:val="00E14133"/>
    <w:rsid w:val="00E17253"/>
    <w:rsid w:val="00E17A35"/>
    <w:rsid w:val="00E22C74"/>
    <w:rsid w:val="00E23AA3"/>
    <w:rsid w:val="00E252EC"/>
    <w:rsid w:val="00E32A10"/>
    <w:rsid w:val="00E376CC"/>
    <w:rsid w:val="00E4658F"/>
    <w:rsid w:val="00E4680F"/>
    <w:rsid w:val="00E54909"/>
    <w:rsid w:val="00E55121"/>
    <w:rsid w:val="00E55781"/>
    <w:rsid w:val="00E63004"/>
    <w:rsid w:val="00E73B48"/>
    <w:rsid w:val="00E73EDC"/>
    <w:rsid w:val="00E802B2"/>
    <w:rsid w:val="00E83111"/>
    <w:rsid w:val="00E832A1"/>
    <w:rsid w:val="00E83D2D"/>
    <w:rsid w:val="00E90506"/>
    <w:rsid w:val="00E97072"/>
    <w:rsid w:val="00EA2479"/>
    <w:rsid w:val="00EA6D4E"/>
    <w:rsid w:val="00EB040B"/>
    <w:rsid w:val="00EB0A08"/>
    <w:rsid w:val="00EC057D"/>
    <w:rsid w:val="00EC4874"/>
    <w:rsid w:val="00EC4EA0"/>
    <w:rsid w:val="00EC54A0"/>
    <w:rsid w:val="00ED06D5"/>
    <w:rsid w:val="00ED0FA3"/>
    <w:rsid w:val="00ED5ED6"/>
    <w:rsid w:val="00EE2804"/>
    <w:rsid w:val="00EE46C0"/>
    <w:rsid w:val="00EE5696"/>
    <w:rsid w:val="00EF393A"/>
    <w:rsid w:val="00EF6353"/>
    <w:rsid w:val="00F0227D"/>
    <w:rsid w:val="00F03CBD"/>
    <w:rsid w:val="00F03CDF"/>
    <w:rsid w:val="00F04236"/>
    <w:rsid w:val="00F106C6"/>
    <w:rsid w:val="00F1436F"/>
    <w:rsid w:val="00F16C57"/>
    <w:rsid w:val="00F21CB9"/>
    <w:rsid w:val="00F24115"/>
    <w:rsid w:val="00F26A5A"/>
    <w:rsid w:val="00F26FBB"/>
    <w:rsid w:val="00F3125E"/>
    <w:rsid w:val="00F317F0"/>
    <w:rsid w:val="00F34E99"/>
    <w:rsid w:val="00F350F6"/>
    <w:rsid w:val="00F371F4"/>
    <w:rsid w:val="00F41CB1"/>
    <w:rsid w:val="00F42F73"/>
    <w:rsid w:val="00F457CD"/>
    <w:rsid w:val="00F503C2"/>
    <w:rsid w:val="00F50DCC"/>
    <w:rsid w:val="00F51B69"/>
    <w:rsid w:val="00F601FA"/>
    <w:rsid w:val="00F60C77"/>
    <w:rsid w:val="00F64D35"/>
    <w:rsid w:val="00F65389"/>
    <w:rsid w:val="00F7027F"/>
    <w:rsid w:val="00F80C6C"/>
    <w:rsid w:val="00F81CF5"/>
    <w:rsid w:val="00F94B43"/>
    <w:rsid w:val="00F9583E"/>
    <w:rsid w:val="00FA022F"/>
    <w:rsid w:val="00FB05D8"/>
    <w:rsid w:val="00FB4B6A"/>
    <w:rsid w:val="00FC30E1"/>
    <w:rsid w:val="00FC4261"/>
    <w:rsid w:val="00FC42F2"/>
    <w:rsid w:val="00FC6889"/>
    <w:rsid w:val="00FD4091"/>
    <w:rsid w:val="00FD42D3"/>
    <w:rsid w:val="00FD484F"/>
    <w:rsid w:val="00FD54D3"/>
    <w:rsid w:val="00FE073C"/>
    <w:rsid w:val="00FE1E9D"/>
    <w:rsid w:val="00FE280C"/>
    <w:rsid w:val="00FE4638"/>
    <w:rsid w:val="00FF117D"/>
    <w:rsid w:val="00FF4CA6"/>
    <w:rsid w:val="00FF560B"/>
    <w:rsid w:val="00FF6F4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8A4074A"/>
  <w15:chartTrackingRefBased/>
  <w15:docId w15:val="{E31E195C-866E-4FC5-9AE2-AA19DEE8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>
      <w:pPr>
        <w:spacing w:after="160" w:line="2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rsid w:val="00BD78CD"/>
    <w:pPr>
      <w:spacing w:line="240" w:lineRule="auto"/>
    </w:pPr>
    <w:rPr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7849C6"/>
    <w:pPr>
      <w:keepNext/>
      <w:keepLines/>
      <w:numPr>
        <w:numId w:val="1"/>
      </w:numPr>
      <w:spacing w:after="720" w:line="520" w:lineRule="exact"/>
      <w:outlineLvl w:val="0"/>
    </w:pPr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1C2E44"/>
    <w:pPr>
      <w:keepNext/>
      <w:keepLines/>
      <w:numPr>
        <w:ilvl w:val="1"/>
        <w:numId w:val="1"/>
      </w:numPr>
      <w:spacing w:before="600" w:after="240"/>
      <w:ind w:left="578" w:hanging="578"/>
      <w:outlineLvl w:val="1"/>
    </w:pPr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5B14D9"/>
    <w:pPr>
      <w:keepNext/>
      <w:keepLines/>
      <w:numPr>
        <w:ilvl w:val="2"/>
        <w:numId w:val="1"/>
      </w:numPr>
      <w:spacing w:before="600" w:after="24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Otsikko4">
    <w:name w:val="heading 4"/>
    <w:basedOn w:val="Normaali"/>
    <w:next w:val="Normaali"/>
    <w:link w:val="Otsikko4Char"/>
    <w:uiPriority w:val="9"/>
    <w:qFormat/>
    <w:rsid w:val="00D96927"/>
    <w:pPr>
      <w:keepNext/>
      <w:keepLines/>
      <w:numPr>
        <w:ilvl w:val="3"/>
        <w:numId w:val="1"/>
      </w:numPr>
      <w:spacing w:before="260" w:after="0"/>
      <w:ind w:left="862" w:hanging="862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Otsikko5">
    <w:name w:val="heading 5"/>
    <w:basedOn w:val="Normaali"/>
    <w:next w:val="Normaali"/>
    <w:link w:val="Otsikko5Char"/>
    <w:uiPriority w:val="9"/>
    <w:semiHidden/>
    <w:qFormat/>
    <w:rsid w:val="00D3774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6B9E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D3774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4769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D3774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769" w:themeColor="accent1" w:themeShade="7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D3774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D3774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rsid w:val="00D37740"/>
    <w:pPr>
      <w:tabs>
        <w:tab w:val="center" w:pos="4819"/>
        <w:tab w:val="right" w:pos="9638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1B3BB0"/>
    <w:rPr>
      <w:sz w:val="20"/>
    </w:rPr>
  </w:style>
  <w:style w:type="paragraph" w:styleId="Alatunniste">
    <w:name w:val="footer"/>
    <w:basedOn w:val="Normaali"/>
    <w:link w:val="AlatunnisteChar"/>
    <w:uiPriority w:val="99"/>
    <w:rsid w:val="00E83D2D"/>
    <w:pPr>
      <w:tabs>
        <w:tab w:val="center" w:pos="4819"/>
        <w:tab w:val="right" w:pos="9638"/>
      </w:tabs>
      <w:spacing w:after="0"/>
    </w:pPr>
    <w:rPr>
      <w:sz w:val="12"/>
    </w:rPr>
  </w:style>
  <w:style w:type="character" w:customStyle="1" w:styleId="AlatunnisteChar">
    <w:name w:val="Alatunniste Char"/>
    <w:basedOn w:val="Kappaleenoletusfontti"/>
    <w:link w:val="Alatunniste"/>
    <w:uiPriority w:val="99"/>
    <w:rsid w:val="001B3BB0"/>
    <w:rPr>
      <w:sz w:val="12"/>
    </w:rPr>
  </w:style>
  <w:style w:type="character" w:customStyle="1" w:styleId="Otsikko1Char">
    <w:name w:val="Otsikko 1 Char"/>
    <w:basedOn w:val="Kappaleenoletusfontti"/>
    <w:link w:val="Otsikko1"/>
    <w:uiPriority w:val="9"/>
    <w:rsid w:val="00982395"/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1C2E44"/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B14D9"/>
    <w:rPr>
      <w:rFonts w:asciiTheme="majorHAnsi" w:eastAsiaTheme="majorEastAsia" w:hAnsiTheme="majorHAnsi" w:cstheme="majorBidi"/>
      <w:sz w:val="24"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D96927"/>
    <w:rPr>
      <w:rFonts w:asciiTheme="majorHAnsi" w:eastAsiaTheme="majorEastAsia" w:hAnsiTheme="majorHAnsi" w:cstheme="majorBidi"/>
      <w:b/>
      <w:iCs/>
      <w:sz w:val="20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D96927"/>
    <w:rPr>
      <w:rFonts w:asciiTheme="majorHAnsi" w:eastAsiaTheme="majorEastAsia" w:hAnsiTheme="majorHAnsi" w:cstheme="majorBidi"/>
      <w:color w:val="006B9E" w:themeColor="accent1" w:themeShade="BF"/>
      <w:sz w:val="20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D37740"/>
    <w:rPr>
      <w:rFonts w:asciiTheme="majorHAnsi" w:eastAsiaTheme="majorEastAsia" w:hAnsiTheme="majorHAnsi" w:cstheme="majorBidi"/>
      <w:color w:val="004769" w:themeColor="accent1" w:themeShade="7F"/>
      <w:lang w:val="en-GB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D37740"/>
    <w:rPr>
      <w:rFonts w:asciiTheme="majorHAnsi" w:eastAsiaTheme="majorEastAsia" w:hAnsiTheme="majorHAnsi" w:cstheme="majorBidi"/>
      <w:i/>
      <w:iCs/>
      <w:color w:val="004769" w:themeColor="accent1" w:themeShade="7F"/>
      <w:lang w:val="en-GB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D377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D377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table" w:styleId="TaulukkoRuudukko">
    <w:name w:val="Table Grid"/>
    <w:basedOn w:val="Normaalitaulukko"/>
    <w:rsid w:val="00FC4261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otsikko">
    <w:name w:val="Subtitle"/>
    <w:basedOn w:val="Normaali"/>
    <w:next w:val="Leipteksti"/>
    <w:link w:val="AlaotsikkoChar"/>
    <w:uiPriority w:val="11"/>
    <w:qFormat/>
    <w:rsid w:val="00D00758"/>
    <w:pPr>
      <w:numPr>
        <w:ilvl w:val="1"/>
      </w:numPr>
      <w:spacing w:before="260" w:after="260" w:line="260" w:lineRule="atLeast"/>
    </w:pPr>
    <w:rPr>
      <w:rFonts w:asciiTheme="majorHAnsi" w:eastAsiaTheme="minorEastAsia" w:hAnsiTheme="majorHAnsi"/>
      <w:b/>
      <w:color w:val="0090D4" w:themeColor="text2"/>
      <w:sz w:val="24"/>
    </w:rPr>
  </w:style>
  <w:style w:type="paragraph" w:styleId="Leipteksti">
    <w:name w:val="Body Text"/>
    <w:basedOn w:val="Normaali"/>
    <w:link w:val="LeiptekstiChar"/>
    <w:uiPriority w:val="99"/>
    <w:qFormat/>
    <w:rsid w:val="00B90A91"/>
    <w:pPr>
      <w:spacing w:after="0" w:line="260" w:lineRule="atLeast"/>
    </w:pPr>
  </w:style>
  <w:style w:type="character" w:customStyle="1" w:styleId="LeiptekstiChar">
    <w:name w:val="Leipäteksti Char"/>
    <w:basedOn w:val="Kappaleenoletusfontti"/>
    <w:link w:val="Leipteksti"/>
    <w:uiPriority w:val="99"/>
    <w:rsid w:val="00B90A91"/>
    <w:rPr>
      <w:sz w:val="20"/>
    </w:rPr>
  </w:style>
  <w:style w:type="character" w:customStyle="1" w:styleId="AlaotsikkoChar">
    <w:name w:val="Alaotsikko Char"/>
    <w:basedOn w:val="Kappaleenoletusfontti"/>
    <w:link w:val="Alaotsikko"/>
    <w:uiPriority w:val="11"/>
    <w:rsid w:val="00D00758"/>
    <w:rPr>
      <w:rFonts w:asciiTheme="majorHAnsi" w:eastAsiaTheme="minorEastAsia" w:hAnsiTheme="majorHAnsi"/>
      <w:b/>
      <w:color w:val="0090D4" w:themeColor="text2"/>
      <w:sz w:val="24"/>
    </w:rPr>
  </w:style>
  <w:style w:type="paragraph" w:customStyle="1" w:styleId="Kansi1">
    <w:name w:val="Kansi1"/>
    <w:qFormat/>
    <w:rsid w:val="00B844BB"/>
    <w:pPr>
      <w:spacing w:after="0" w:line="680" w:lineRule="exact"/>
    </w:pPr>
    <w:rPr>
      <w:rFonts w:asciiTheme="majorHAnsi" w:hAnsiTheme="majorHAnsi"/>
      <w:b/>
      <w:color w:val="0090D4" w:themeColor="text2"/>
      <w:sz w:val="60"/>
    </w:rPr>
  </w:style>
  <w:style w:type="paragraph" w:customStyle="1" w:styleId="Kansi2">
    <w:name w:val="Kansi2"/>
    <w:qFormat/>
    <w:rsid w:val="001C2E44"/>
    <w:pPr>
      <w:spacing w:after="0"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1C2E44"/>
    <w:pPr>
      <w:spacing w:after="0" w:line="240" w:lineRule="auto"/>
    </w:pPr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C60266"/>
    <w:pPr>
      <w:numPr>
        <w:numId w:val="2"/>
      </w:numPr>
      <w:spacing w:before="260" w:after="0" w:line="260" w:lineRule="atLeast"/>
      <w:ind w:left="510" w:hanging="255"/>
    </w:pPr>
  </w:style>
  <w:style w:type="paragraph" w:customStyle="1" w:styleId="Kuvateksti">
    <w:name w:val="Kuvateksti"/>
    <w:qFormat/>
    <w:rsid w:val="00F371F4"/>
    <w:pPr>
      <w:spacing w:after="0" w:line="240" w:lineRule="exact"/>
    </w:pPr>
    <w:rPr>
      <w:sz w:val="18"/>
      <w:lang w:val="en-GB"/>
    </w:rPr>
  </w:style>
  <w:style w:type="paragraph" w:styleId="Numeroituluettelo">
    <w:name w:val="List Number"/>
    <w:basedOn w:val="Leipteksti"/>
    <w:uiPriority w:val="99"/>
    <w:qFormat/>
    <w:rsid w:val="005D4A21"/>
    <w:pPr>
      <w:numPr>
        <w:numId w:val="3"/>
      </w:numPr>
      <w:spacing w:before="260"/>
      <w:ind w:left="510" w:hanging="255"/>
    </w:pPr>
  </w:style>
  <w:style w:type="character" w:styleId="Hyperlinkki">
    <w:name w:val="Hyperlink"/>
    <w:basedOn w:val="Kappaleenoletusfontti"/>
    <w:uiPriority w:val="99"/>
    <w:rsid w:val="00374388"/>
    <w:rPr>
      <w:color w:val="0090D4" w:themeColor="hyperlink"/>
      <w:u w:val="single"/>
    </w:rPr>
  </w:style>
  <w:style w:type="paragraph" w:styleId="Lhdeviiteluettelo">
    <w:name w:val="table of authorities"/>
    <w:basedOn w:val="Normaali"/>
    <w:uiPriority w:val="99"/>
    <w:rsid w:val="00374388"/>
    <w:pPr>
      <w:spacing w:line="240" w:lineRule="exact"/>
    </w:pPr>
    <w:rPr>
      <w:sz w:val="18"/>
    </w:rPr>
  </w:style>
  <w:style w:type="paragraph" w:styleId="Sisllysluettelonotsikko">
    <w:name w:val="TOC Heading"/>
    <w:basedOn w:val="Otsikko1"/>
    <w:next w:val="Normaali"/>
    <w:uiPriority w:val="39"/>
    <w:semiHidden/>
    <w:rsid w:val="00AE0FDF"/>
    <w:pPr>
      <w:numPr>
        <w:numId w:val="0"/>
      </w:numPr>
      <w:spacing w:after="480"/>
      <w:outlineLvl w:val="9"/>
    </w:pPr>
    <w:rPr>
      <w:lang w:eastAsia="fi-FI"/>
    </w:rPr>
  </w:style>
  <w:style w:type="paragraph" w:styleId="Sisluet1">
    <w:name w:val="toc 1"/>
    <w:basedOn w:val="Normaali"/>
    <w:next w:val="Normaali"/>
    <w:autoRedefine/>
    <w:uiPriority w:val="39"/>
    <w:rsid w:val="00BD78CD"/>
    <w:pPr>
      <w:tabs>
        <w:tab w:val="right" w:pos="8222"/>
      </w:tabs>
      <w:spacing w:after="100"/>
    </w:pPr>
    <w:rPr>
      <w:sz w:val="21"/>
    </w:rPr>
  </w:style>
  <w:style w:type="paragraph" w:styleId="Sisluet2">
    <w:name w:val="toc 2"/>
    <w:basedOn w:val="Sisluet1"/>
    <w:next w:val="Normaali"/>
    <w:autoRedefine/>
    <w:uiPriority w:val="39"/>
    <w:rsid w:val="00A97063"/>
    <w:pPr>
      <w:ind w:left="397"/>
    </w:pPr>
  </w:style>
  <w:style w:type="paragraph" w:styleId="Otsikko">
    <w:name w:val="Title"/>
    <w:basedOn w:val="Normaali"/>
    <w:next w:val="Leipteksti"/>
    <w:link w:val="OtsikkoChar"/>
    <w:uiPriority w:val="10"/>
    <w:qFormat/>
    <w:rsid w:val="00966701"/>
    <w:pPr>
      <w:spacing w:after="480" w:line="520" w:lineRule="exact"/>
      <w:contextualSpacing/>
    </w:pPr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styleId="Sisluet3">
    <w:name w:val="toc 3"/>
    <w:basedOn w:val="Sisluet2"/>
    <w:next w:val="Normaali"/>
    <w:autoRedefine/>
    <w:uiPriority w:val="39"/>
    <w:rsid w:val="00A97063"/>
  </w:style>
  <w:style w:type="character" w:customStyle="1" w:styleId="OtsikkoChar">
    <w:name w:val="Otsikko Char"/>
    <w:basedOn w:val="Kappaleenoletusfontti"/>
    <w:link w:val="Otsikko"/>
    <w:uiPriority w:val="10"/>
    <w:rsid w:val="00966701"/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customStyle="1" w:styleId="Teksti">
    <w:name w:val="Teksti"/>
    <w:basedOn w:val="Normaali"/>
    <w:link w:val="TekstiChar"/>
    <w:rsid w:val="00DC6923"/>
    <w:pPr>
      <w:spacing w:after="0" w:line="260" w:lineRule="exact"/>
      <w:ind w:left="2608"/>
    </w:pPr>
    <w:rPr>
      <w:rFonts w:eastAsia="Times New Roman" w:cs="Garamond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DC6923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8F0EAF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8F0EAF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8F0EAF"/>
    <w:rPr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8F0EA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8F0EAF"/>
    <w:rPr>
      <w:rFonts w:ascii="Segoe UI" w:hAnsi="Segoe UI" w:cs="Segoe UI"/>
      <w:sz w:val="18"/>
      <w:szCs w:val="18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AD14D9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AD14D9"/>
    <w:rPr>
      <w:b/>
      <w:bCs/>
      <w:sz w:val="20"/>
      <w:szCs w:val="20"/>
    </w:rPr>
  </w:style>
  <w:style w:type="paragraph" w:customStyle="1" w:styleId="a">
    <w:basedOn w:val="Normaali"/>
    <w:next w:val="Normaali"/>
    <w:qFormat/>
    <w:rsid w:val="005769B7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D8305F"/>
    <w:pPr>
      <w:spacing w:before="120" w:after="240"/>
      <w:jc w:val="both"/>
    </w:pPr>
    <w:rPr>
      <w:rFonts w:ascii="Arial" w:hAnsi="Arial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D8305F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D8305F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344769"/>
    <w:pPr>
      <w:spacing w:after="0"/>
    </w:pPr>
    <w:rPr>
      <w:rFonts w:ascii="Microsoft Sans Serif" w:eastAsia="Times New Roman" w:hAnsi="Microsoft Sans Serif" w:cs="Times New Roman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1C30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1C3007"/>
    <w:rPr>
      <w:rFonts w:ascii="Courier New" w:eastAsia="Times New Roman" w:hAnsi="Courier New" w:cs="Courier New"/>
      <w:sz w:val="20"/>
      <w:szCs w:val="20"/>
      <w:lang w:eastAsia="fi-FI"/>
    </w:rPr>
  </w:style>
  <w:style w:type="paragraph" w:customStyle="1" w:styleId="a0">
    <w:basedOn w:val="Normaali"/>
    <w:next w:val="Normaali"/>
    <w:qFormat/>
    <w:rsid w:val="003D04BA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character" w:styleId="Voimakas">
    <w:name w:val="Strong"/>
    <w:qFormat/>
    <w:rsid w:val="00160171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193CBB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193CBB"/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paragraph" w:styleId="Muutos">
    <w:name w:val="Revision"/>
    <w:hidden/>
    <w:uiPriority w:val="99"/>
    <w:semiHidden/>
    <w:rsid w:val="00FF117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hyperlink" Target="../../../../../yhteiset/KANTA/Documents%20and%20Settings/msormune/My%20Documents/doc/hl7/sept2006/html/infrastructure/rim/rim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../../../../../yhteiset/KANTA/Documents%20and%20Settings/msormune/My%20Documents/doc/hl7/sept2006/html/infrastructure/rim/rim.htm" TargetMode="External"/><Relationship Id="rId29" Type="http://schemas.openxmlformats.org/officeDocument/2006/relationships/hyperlink" Target="../../../../../yhteiset/KANTA/Documents%20and%20Settings/msormune/My%20Documents/doc/hl7/sept2006/html/infrastructure/rim/rim.htm" TargetMode="External"/><Relationship Id="rId11" Type="http://schemas.openxmlformats.org/officeDocument/2006/relationships/endnotes" Target="endnotes.xml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hyperlink" Target="../../../../../yhteiset/KANTA/Documents%20and%20Settings/msormune/My%20Documents/doc/hl7/sept2006/html/infrastructure/rim/rim.htm" TargetMode="External"/><Relationship Id="rId74" Type="http://schemas.openxmlformats.org/officeDocument/2006/relationships/theme" Target="theme/theme1.xml"/><Relationship Id="rId5" Type="http://schemas.openxmlformats.org/officeDocument/2006/relationships/customXml" Target="../customXml/item5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openxmlformats.org/officeDocument/2006/relationships/header" Target="header2.xml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yhteiset/KANTA/Documents%20and%20Settings/msormune/My%20Documents/doc/hl7/sept2006/html/infrastructure/rim/rim.htm" TargetMode="External"/><Relationship Id="rId69" Type="http://schemas.openxmlformats.org/officeDocument/2006/relationships/hyperlink" Target="../../../../../yhteiset/KANTA/Documents%20and%20Settings/msormune/My%20Documents/doc/hl7/sept2006/html/infrastructure/rim/rim.htm" TargetMode="External"/><Relationship Id="rId8" Type="http://schemas.openxmlformats.org/officeDocument/2006/relationships/settings" Target="setting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72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hyperlink" Target="../../../../../yhteiset/KANTA/Documents%20and%20Settings/msormune/My%20Documents/doc/hl7/sept2006/html/infrastructure/rim/rim.htm" TargetMode="Externa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footnotes" Target="footnotes.xml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yperlink" Target="../../../../../yhteiset/KANTA/Documents%20and%20Settings/msormune/My%20Documents/doc/hl7/sept2006/html/infrastructure/rim/rim.htm" TargetMode="External"/><Relationship Id="rId73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Relationship Id="rId7" Type="http://schemas.openxmlformats.org/officeDocument/2006/relationships/styles" Target="styles.xml"/><Relationship Id="rId71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775BBE\AppData\Local\Temp\Lyhyt%20peruspohja-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C08B21220B418FAF06B9FB857085C7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86A3581F-323A-46BF-B20C-5B2FB3834B49}"/>
      </w:docPartPr>
      <w:docPartBody>
        <w:p w:rsidR="00EB7022" w:rsidRDefault="00EB7022">
          <w:pPr>
            <w:pStyle w:val="09C08B21220B418FAF06B9FB857085C7"/>
          </w:pPr>
          <w:r w:rsidRPr="00DE2E59">
            <w:rPr>
              <w:rStyle w:val="Voimakas"/>
              <w:rFonts w:eastAsiaTheme="majorEastAsia"/>
            </w:rPr>
            <w:t>[Valitse pvm.]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22"/>
    <w:rsid w:val="001D66CF"/>
    <w:rsid w:val="002A16E1"/>
    <w:rsid w:val="00372976"/>
    <w:rsid w:val="003A4BA3"/>
    <w:rsid w:val="003E4F77"/>
    <w:rsid w:val="00423D38"/>
    <w:rsid w:val="00482D28"/>
    <w:rsid w:val="00625AEF"/>
    <w:rsid w:val="00663C41"/>
    <w:rsid w:val="00917C48"/>
    <w:rsid w:val="00941E78"/>
    <w:rsid w:val="00B90BCC"/>
    <w:rsid w:val="00C84108"/>
    <w:rsid w:val="00E44B40"/>
    <w:rsid w:val="00EB7022"/>
    <w:rsid w:val="00EC2C1F"/>
    <w:rsid w:val="00F5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basedOn w:val="Kappaleenoletusfontti"/>
    <w:uiPriority w:val="8"/>
    <w:qFormat/>
    <w:rPr>
      <w:b/>
      <w:bCs/>
    </w:rPr>
  </w:style>
  <w:style w:type="paragraph" w:customStyle="1" w:styleId="09C08B21220B418FAF06B9FB857085C7">
    <w:name w:val="09C08B21220B418FAF06B9FB857085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-teema">
  <a:themeElements>
    <a:clrScheme name="KELA Kanta">
      <a:dk1>
        <a:srgbClr val="000000"/>
      </a:dk1>
      <a:lt1>
        <a:sysClr val="window" lastClr="FFFFFF"/>
      </a:lt1>
      <a:dk2>
        <a:srgbClr val="0090D4"/>
      </a:dk2>
      <a:lt2>
        <a:srgbClr val="464648"/>
      </a:lt2>
      <a:accent1>
        <a:srgbClr val="0090D4"/>
      </a:accent1>
      <a:accent2>
        <a:srgbClr val="0065BD"/>
      </a:accent2>
      <a:accent3>
        <a:srgbClr val="B5C600"/>
      </a:accent3>
      <a:accent4>
        <a:srgbClr val="009B48"/>
      </a:accent4>
      <a:accent5>
        <a:srgbClr val="FDCB00"/>
      </a:accent5>
      <a:accent6>
        <a:srgbClr val="F8941E"/>
      </a:accent6>
      <a:hlink>
        <a:srgbClr val="0090D4"/>
      </a:hlink>
      <a:folHlink>
        <a:srgbClr val="0035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2018-05-22T00:00:00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02BB8CAF2426644FA1DDB8F7AA9289A3" ma:contentTypeVersion="0" ma:contentTypeDescription="Luo uusi asiakirja." ma:contentTypeScope="" ma:versionID="7a9b64cf573034a2bd93e5232e38a1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cafd7a08f2317ca821d828e30336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B4D252-4E1A-4206-9FA3-43057CF57878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4B7363-2367-4B8F-A401-48A9798422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0F2B56-EBE4-4C06-9B26-F8D1821E6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77F1926-78C4-4BC7-8AAB-873BEE09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Lyhyt peruspohja-1.dotx</Template>
  <TotalTime>22</TotalTime>
  <Pages>29</Pages>
  <Words>5699</Words>
  <Characters>46164</Characters>
  <Application>Microsoft Office Word</Application>
  <DocSecurity>0</DocSecurity>
  <Lines>384</Lines>
  <Paragraphs>103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Lyhyt peruspohja (LP)</vt:lpstr>
    </vt:vector>
  </TitlesOfParts>
  <Company/>
  <LinksUpToDate>false</LinksUpToDate>
  <CharactersWithSpaces>51760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Lyhyt peruspohja (LP)</dc:title>
  <dc:subject/>
  <dc:creator>Korpela Anna</dc:creator>
  <cp:keywords/>
  <dc:description/>
  <cp:lastModifiedBy>Korpela Anna</cp:lastModifiedBy>
  <cp:revision>22</cp:revision>
  <dcterms:created xsi:type="dcterms:W3CDTF">2018-05-03T06:34:00Z</dcterms:created>
  <dcterms:modified xsi:type="dcterms:W3CDTF">2018-05-22T08:50:00Z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0x01010002BB8CAF2426644FA1DDB8F7AA9289A3</vt:lpwstr>
  </property>
  <property fmtid="{D5CDD505-2E9C-101B-9397-08002B2CF9AE}" pid="3" name="TaxKeyword">
    <vt:lpwstr/>
  </property>
  <property fmtid="{D5CDD505-2E9C-101B-9397-08002B2CF9AE}" pid="4" name="KelaOmaLuokitus">
    <vt:lpwstr/>
  </property>
  <property fmtid="{D5CDD505-2E9C-101B-9397-08002B2CF9AE}" pid="5" name="KelaNavigaatiotermi">
    <vt:lpwstr>22;#Kanta-palvelujen yksikkö|346bee8b-290a-4f5d-9d0c-bb49c33ef294</vt:lpwstr>
  </property>
  <property fmtid="{D5CDD505-2E9C-101B-9397-08002B2CF9AE}" pid="6" name="KelaProjekti">
    <vt:lpwstr/>
  </property>
  <property fmtid="{D5CDD505-2E9C-101B-9397-08002B2CF9AE}" pid="7" name="KelaAsiasanat">
    <vt:lpwstr/>
  </property>
  <property fmtid="{D5CDD505-2E9C-101B-9397-08002B2CF9AE}" pid="8" name="KelaNostaIntranettiin">
    <vt:lpwstr>103;#Ei|4da38706-6322-4438-8e0a-a80ce46c1d74</vt:lpwstr>
  </property>
  <property fmtid="{D5CDD505-2E9C-101B-9397-08002B2CF9AE}" pid="9" name="KelaOrganisaatio">
    <vt:lpwstr>21;#Kanta-palvelujen yksikkö|00000000-0000-0000-0000-000051038554</vt:lpwstr>
  </property>
  <property fmtid="{D5CDD505-2E9C-101B-9397-08002B2CF9AE}" pid="10" name="KelaTyoryhma">
    <vt:lpwstr/>
  </property>
  <property fmtid="{D5CDD505-2E9C-101B-9397-08002B2CF9AE}" pid="11" name="KelaSinettiLuokka">
    <vt:lpwstr/>
  </property>
  <property fmtid="{D5CDD505-2E9C-101B-9397-08002B2CF9AE}" pid="12" name="KelaDokumenttiluokka">
    <vt:lpwstr>1180;#Mallipohjat|7e367dfe-aef4-4ebb-84df-ed8f43edea4a</vt:lpwstr>
  </property>
  <property fmtid="{D5CDD505-2E9C-101B-9397-08002B2CF9AE}" pid="13" name="IsMyDocuments">
    <vt:bool>true</vt:bool>
  </property>
</Properties>
</file>